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0FF7" w:rsidRDefault="00640FF7"/>
    <w:p w:rsidR="00640FF7" w:rsidRPr="00E86A72" w:rsidRDefault="00640FF7" w:rsidP="00E86A72">
      <w:pPr>
        <w:rPr>
          <w:sz w:val="20"/>
          <w:szCs w:val="20"/>
        </w:rPr>
      </w:pPr>
    </w:p>
    <w:p w:rsidR="00203967" w:rsidRDefault="007A318C" w:rsidP="00E86A72">
      <w:pPr>
        <w:pStyle w:val="Nadpis2"/>
        <w:spacing w:before="0" w:after="0"/>
        <w:jc w:val="center"/>
        <w:rPr>
          <w:rFonts w:ascii="Times New Roman" w:hAnsi="Times New Roman"/>
          <w:bCs/>
          <w:i w:val="0"/>
          <w:sz w:val="40"/>
          <w:szCs w:val="40"/>
          <w:u w:val="single"/>
        </w:rPr>
      </w:pPr>
      <w:r>
        <w:rPr>
          <w:rFonts w:ascii="Times New Roman" w:hAnsi="Times New Roman"/>
          <w:bCs/>
          <w:i w:val="0"/>
          <w:sz w:val="40"/>
          <w:szCs w:val="40"/>
          <w:u w:val="single"/>
        </w:rPr>
        <w:t>Elektrická požární signalizace</w:t>
      </w:r>
    </w:p>
    <w:p w:rsidR="00725998" w:rsidRPr="00E86A72" w:rsidRDefault="00D13833" w:rsidP="00E86A72">
      <w:pPr>
        <w:pStyle w:val="Nadpis2"/>
        <w:spacing w:before="0" w:after="0"/>
        <w:jc w:val="center"/>
        <w:rPr>
          <w:rFonts w:ascii="Times New Roman" w:hAnsi="Times New Roman"/>
          <w:bCs/>
          <w:i w:val="0"/>
          <w:sz w:val="40"/>
          <w:szCs w:val="40"/>
          <w:u w:val="single"/>
        </w:rPr>
      </w:pPr>
      <w:r w:rsidRPr="00E86A72">
        <w:rPr>
          <w:rFonts w:ascii="Times New Roman" w:hAnsi="Times New Roman"/>
          <w:bCs/>
          <w:i w:val="0"/>
          <w:sz w:val="40"/>
          <w:szCs w:val="40"/>
          <w:u w:val="single"/>
        </w:rPr>
        <w:t xml:space="preserve">TECHNICKÁ </w:t>
      </w:r>
      <w:r w:rsidR="00640FF7" w:rsidRPr="00E86A72">
        <w:rPr>
          <w:rFonts w:ascii="Times New Roman" w:hAnsi="Times New Roman"/>
          <w:bCs/>
          <w:i w:val="0"/>
          <w:sz w:val="40"/>
          <w:szCs w:val="40"/>
          <w:u w:val="single"/>
        </w:rPr>
        <w:t>ZPRÁVA</w:t>
      </w:r>
    </w:p>
    <w:p w:rsidR="00640FF7" w:rsidRDefault="00640FF7" w:rsidP="00E86A72">
      <w:pPr>
        <w:rPr>
          <w:sz w:val="20"/>
          <w:szCs w:val="20"/>
        </w:rPr>
      </w:pPr>
    </w:p>
    <w:p w:rsidR="000E4790" w:rsidRDefault="000E4790" w:rsidP="00E86A72">
      <w:pPr>
        <w:rPr>
          <w:sz w:val="20"/>
          <w:szCs w:val="20"/>
        </w:rPr>
      </w:pPr>
    </w:p>
    <w:p w:rsidR="000E4790" w:rsidRDefault="000E4790" w:rsidP="00E86A72">
      <w:pPr>
        <w:rPr>
          <w:sz w:val="20"/>
          <w:szCs w:val="20"/>
        </w:rPr>
      </w:pPr>
    </w:p>
    <w:p w:rsidR="000E4790" w:rsidRPr="00E86A72" w:rsidRDefault="000E4790" w:rsidP="00E86A72">
      <w:pPr>
        <w:rPr>
          <w:sz w:val="20"/>
          <w:szCs w:val="20"/>
        </w:rPr>
      </w:pPr>
    </w:p>
    <w:p w:rsidR="005A22A6" w:rsidRPr="00E86A72" w:rsidRDefault="005A22A6" w:rsidP="00E86A72">
      <w:pPr>
        <w:rPr>
          <w:sz w:val="20"/>
          <w:szCs w:val="20"/>
        </w:rPr>
      </w:pPr>
    </w:p>
    <w:tbl>
      <w:tblPr>
        <w:tblW w:w="9900" w:type="dxa"/>
        <w:tblInd w:w="-290" w:type="dxa"/>
        <w:tblCellMar>
          <w:left w:w="70" w:type="dxa"/>
          <w:right w:w="70" w:type="dxa"/>
        </w:tblCellMar>
        <w:tblLook w:val="0000" w:firstRow="0" w:lastRow="0" w:firstColumn="0" w:lastColumn="0" w:noHBand="0" w:noVBand="0"/>
      </w:tblPr>
      <w:tblGrid>
        <w:gridCol w:w="3960"/>
        <w:gridCol w:w="5940"/>
      </w:tblGrid>
      <w:tr w:rsidR="000835C8" w:rsidTr="00813DC1">
        <w:trPr>
          <w:trHeight w:val="762"/>
        </w:trPr>
        <w:tc>
          <w:tcPr>
            <w:tcW w:w="3960" w:type="dxa"/>
            <w:tcBorders>
              <w:top w:val="single" w:sz="4" w:space="0" w:color="auto"/>
              <w:left w:val="single" w:sz="8" w:space="0" w:color="auto"/>
              <w:bottom w:val="single" w:sz="8" w:space="0" w:color="auto"/>
              <w:right w:val="single" w:sz="8" w:space="0" w:color="auto"/>
            </w:tcBorders>
            <w:shd w:val="clear" w:color="auto" w:fill="auto"/>
            <w:noWrap/>
            <w:vAlign w:val="bottom"/>
          </w:tcPr>
          <w:p w:rsidR="000835C8" w:rsidRPr="00BC4C13" w:rsidRDefault="000835C8" w:rsidP="000A1C99">
            <w:pPr>
              <w:jc w:val="center"/>
              <w:rPr>
                <w:b/>
                <w:bCs/>
              </w:rPr>
            </w:pPr>
            <w:r w:rsidRPr="00D65CB1">
              <w:rPr>
                <w:b/>
                <w:bCs/>
                <w:noProof/>
              </w:rPr>
              <w:drawing>
                <wp:inline distT="0" distB="0" distL="0" distR="0">
                  <wp:extent cx="2362200" cy="86677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9" cstate="print"/>
                          <a:srcRect/>
                          <a:stretch>
                            <a:fillRect/>
                          </a:stretch>
                        </pic:blipFill>
                        <pic:spPr bwMode="auto">
                          <a:xfrm>
                            <a:off x="0" y="0"/>
                            <a:ext cx="2364032" cy="867447"/>
                          </a:xfrm>
                          <a:prstGeom prst="rect">
                            <a:avLst/>
                          </a:prstGeom>
                          <a:noFill/>
                          <a:ln w="9525">
                            <a:noFill/>
                            <a:miter lim="800000"/>
                            <a:headEnd/>
                            <a:tailEnd/>
                          </a:ln>
                        </pic:spPr>
                      </pic:pic>
                    </a:graphicData>
                  </a:graphic>
                </wp:inline>
              </w:drawing>
            </w:r>
          </w:p>
        </w:tc>
        <w:tc>
          <w:tcPr>
            <w:tcW w:w="5940" w:type="dxa"/>
            <w:tcBorders>
              <w:top w:val="single" w:sz="4" w:space="0" w:color="auto"/>
              <w:left w:val="nil"/>
              <w:bottom w:val="single" w:sz="8" w:space="0" w:color="auto"/>
              <w:right w:val="single" w:sz="8" w:space="0" w:color="auto"/>
            </w:tcBorders>
            <w:shd w:val="clear" w:color="auto" w:fill="auto"/>
            <w:noWrap/>
            <w:vAlign w:val="bottom"/>
          </w:tcPr>
          <w:p w:rsidR="000835C8" w:rsidRDefault="000835C8" w:rsidP="00FE3153">
            <w:pPr>
              <w:jc w:val="center"/>
              <w:rPr>
                <w:b/>
                <w:bCs/>
              </w:rPr>
            </w:pPr>
            <w:r w:rsidRPr="00BC4C13">
              <w:rPr>
                <w:b/>
                <w:bCs/>
              </w:rPr>
              <w:t>PARDOSA - technik, s.r.o.</w:t>
            </w:r>
          </w:p>
          <w:p w:rsidR="000835C8" w:rsidRPr="00BC4C13" w:rsidRDefault="000835C8" w:rsidP="00FE3153">
            <w:pPr>
              <w:jc w:val="center"/>
              <w:rPr>
                <w:b/>
                <w:bCs/>
              </w:rPr>
            </w:pPr>
            <w:r>
              <w:rPr>
                <w:b/>
                <w:bCs/>
              </w:rPr>
              <w:t>stavební a projekční společnost</w:t>
            </w:r>
          </w:p>
          <w:p w:rsidR="000835C8" w:rsidRPr="00BC4C13" w:rsidRDefault="000835C8" w:rsidP="00FE3153">
            <w:pPr>
              <w:jc w:val="center"/>
              <w:rPr>
                <w:b/>
                <w:bCs/>
              </w:rPr>
            </w:pPr>
            <w:r w:rsidRPr="00BC4C13">
              <w:rPr>
                <w:b/>
                <w:bCs/>
              </w:rPr>
              <w:t>Hodonínská 672, 696 03 Dubňany</w:t>
            </w:r>
          </w:p>
          <w:p w:rsidR="000835C8" w:rsidRPr="00BC4C13" w:rsidRDefault="000835C8" w:rsidP="00FE3153">
            <w:pPr>
              <w:jc w:val="center"/>
              <w:rPr>
                <w:b/>
                <w:bCs/>
              </w:rPr>
            </w:pPr>
            <w:r w:rsidRPr="00BC4C13">
              <w:rPr>
                <w:b/>
                <w:bCs/>
              </w:rPr>
              <w:t>tel: +420 515 536 700, fax: +420 515 536 777</w:t>
            </w:r>
          </w:p>
          <w:p w:rsidR="000835C8" w:rsidRDefault="000835C8" w:rsidP="00FE3153">
            <w:pPr>
              <w:jc w:val="center"/>
              <w:rPr>
                <w:b/>
                <w:bCs/>
              </w:rPr>
            </w:pPr>
            <w:r w:rsidRPr="00BC4C13">
              <w:rPr>
                <w:b/>
                <w:bCs/>
              </w:rPr>
              <w:t>www.pardosa.cz</w:t>
            </w:r>
            <w:r>
              <w:rPr>
                <w:b/>
                <w:bCs/>
              </w:rPr>
              <w:t xml:space="preserve"> </w:t>
            </w:r>
          </w:p>
        </w:tc>
      </w:tr>
      <w:tr w:rsidR="000835C8" w:rsidRPr="00E86A72" w:rsidTr="00000CA3">
        <w:trPr>
          <w:trHeight w:val="762"/>
        </w:trPr>
        <w:tc>
          <w:tcPr>
            <w:tcW w:w="3960" w:type="dxa"/>
            <w:tcBorders>
              <w:top w:val="single" w:sz="4" w:space="0" w:color="auto"/>
              <w:left w:val="single" w:sz="8" w:space="0" w:color="auto"/>
              <w:bottom w:val="single" w:sz="8" w:space="0" w:color="auto"/>
              <w:right w:val="single" w:sz="8" w:space="0" w:color="auto"/>
            </w:tcBorders>
            <w:shd w:val="clear" w:color="auto" w:fill="auto"/>
            <w:noWrap/>
            <w:vAlign w:val="bottom"/>
          </w:tcPr>
          <w:p w:rsidR="000835C8" w:rsidRPr="00E86A72" w:rsidRDefault="000835C8" w:rsidP="00E86A72">
            <w:pPr>
              <w:jc w:val="center"/>
              <w:rPr>
                <w:b/>
                <w:bCs/>
              </w:rPr>
            </w:pPr>
            <w:r w:rsidRPr="00E86A72">
              <w:rPr>
                <w:b/>
                <w:bCs/>
              </w:rPr>
              <w:t>OBJEDNATEL</w:t>
            </w:r>
          </w:p>
        </w:tc>
        <w:tc>
          <w:tcPr>
            <w:tcW w:w="5940" w:type="dxa"/>
            <w:tcBorders>
              <w:top w:val="single" w:sz="4" w:space="0" w:color="auto"/>
              <w:left w:val="nil"/>
              <w:bottom w:val="single" w:sz="8" w:space="0" w:color="auto"/>
              <w:right w:val="single" w:sz="8" w:space="0" w:color="auto"/>
            </w:tcBorders>
            <w:shd w:val="clear" w:color="auto" w:fill="auto"/>
            <w:noWrap/>
            <w:vAlign w:val="bottom"/>
          </w:tcPr>
          <w:p w:rsidR="00FE3153" w:rsidRDefault="007A318C" w:rsidP="00FE3153">
            <w:pPr>
              <w:jc w:val="center"/>
              <w:rPr>
                <w:b/>
                <w:bCs/>
              </w:rPr>
            </w:pPr>
            <w:r>
              <w:rPr>
                <w:b/>
                <w:bCs/>
              </w:rPr>
              <w:t>DOMOV NA JAROŠCE, příspěvková organizace</w:t>
            </w:r>
          </w:p>
          <w:p w:rsidR="007A318C" w:rsidRDefault="007A318C" w:rsidP="00FE3153">
            <w:pPr>
              <w:jc w:val="center"/>
              <w:rPr>
                <w:b/>
                <w:bCs/>
              </w:rPr>
            </w:pPr>
            <w:r>
              <w:rPr>
                <w:b/>
                <w:bCs/>
              </w:rPr>
              <w:t>Jarošova 3</w:t>
            </w:r>
          </w:p>
          <w:p w:rsidR="007A318C" w:rsidRPr="00E86A72" w:rsidRDefault="007A318C" w:rsidP="00FE3153">
            <w:pPr>
              <w:jc w:val="center"/>
              <w:rPr>
                <w:b/>
                <w:bCs/>
              </w:rPr>
            </w:pPr>
            <w:r>
              <w:rPr>
                <w:b/>
                <w:bCs/>
              </w:rPr>
              <w:t>695 01 Hodonín</w:t>
            </w:r>
          </w:p>
        </w:tc>
      </w:tr>
      <w:tr w:rsidR="00FE3153" w:rsidRPr="00E86A72" w:rsidTr="003A74D7">
        <w:trPr>
          <w:trHeight w:val="762"/>
        </w:trPr>
        <w:tc>
          <w:tcPr>
            <w:tcW w:w="3960" w:type="dxa"/>
            <w:tcBorders>
              <w:top w:val="nil"/>
              <w:left w:val="single" w:sz="8" w:space="0" w:color="auto"/>
              <w:bottom w:val="single" w:sz="8" w:space="0" w:color="auto"/>
              <w:right w:val="single" w:sz="8" w:space="0" w:color="auto"/>
            </w:tcBorders>
            <w:shd w:val="clear" w:color="auto" w:fill="auto"/>
            <w:noWrap/>
            <w:vAlign w:val="bottom"/>
          </w:tcPr>
          <w:p w:rsidR="00FE3153" w:rsidRPr="00E86A72" w:rsidRDefault="00FE3153" w:rsidP="00FE3153">
            <w:pPr>
              <w:jc w:val="center"/>
              <w:rPr>
                <w:b/>
                <w:bCs/>
              </w:rPr>
            </w:pPr>
            <w:r>
              <w:rPr>
                <w:b/>
                <w:bCs/>
              </w:rPr>
              <w:t>PŘEDMĚT DOKUMENTU</w:t>
            </w:r>
          </w:p>
        </w:tc>
        <w:tc>
          <w:tcPr>
            <w:tcW w:w="5940" w:type="dxa"/>
            <w:tcBorders>
              <w:top w:val="nil"/>
              <w:left w:val="nil"/>
              <w:bottom w:val="single" w:sz="8" w:space="0" w:color="auto"/>
              <w:right w:val="single" w:sz="8" w:space="0" w:color="auto"/>
            </w:tcBorders>
            <w:shd w:val="clear" w:color="auto" w:fill="auto"/>
            <w:noWrap/>
            <w:vAlign w:val="bottom"/>
          </w:tcPr>
          <w:p w:rsidR="00FE3153" w:rsidRPr="00E86A72" w:rsidRDefault="00FE3153" w:rsidP="00FE3153">
            <w:pPr>
              <w:jc w:val="center"/>
              <w:rPr>
                <w:b/>
                <w:bCs/>
              </w:rPr>
            </w:pPr>
            <w:r>
              <w:rPr>
                <w:b/>
                <w:bCs/>
              </w:rPr>
              <w:t>technika prostředí staveb</w:t>
            </w:r>
          </w:p>
        </w:tc>
      </w:tr>
      <w:tr w:rsidR="00FE3153" w:rsidRPr="00E86A72" w:rsidTr="003A74D7">
        <w:trPr>
          <w:trHeight w:val="762"/>
        </w:trPr>
        <w:tc>
          <w:tcPr>
            <w:tcW w:w="3960" w:type="dxa"/>
            <w:tcBorders>
              <w:top w:val="nil"/>
              <w:left w:val="single" w:sz="8" w:space="0" w:color="auto"/>
              <w:bottom w:val="single" w:sz="8" w:space="0" w:color="auto"/>
              <w:right w:val="single" w:sz="8" w:space="0" w:color="auto"/>
            </w:tcBorders>
            <w:shd w:val="clear" w:color="auto" w:fill="auto"/>
            <w:noWrap/>
            <w:vAlign w:val="bottom"/>
          </w:tcPr>
          <w:p w:rsidR="00FE3153" w:rsidRDefault="00FE3153" w:rsidP="00FE3153">
            <w:pPr>
              <w:jc w:val="center"/>
              <w:rPr>
                <w:b/>
                <w:bCs/>
              </w:rPr>
            </w:pPr>
            <w:r>
              <w:rPr>
                <w:b/>
                <w:bCs/>
              </w:rPr>
              <w:t>ČÁST</w:t>
            </w:r>
          </w:p>
        </w:tc>
        <w:tc>
          <w:tcPr>
            <w:tcW w:w="5940" w:type="dxa"/>
            <w:tcBorders>
              <w:top w:val="nil"/>
              <w:left w:val="nil"/>
              <w:bottom w:val="single" w:sz="8" w:space="0" w:color="auto"/>
              <w:right w:val="single" w:sz="8" w:space="0" w:color="auto"/>
            </w:tcBorders>
            <w:shd w:val="clear" w:color="auto" w:fill="auto"/>
            <w:noWrap/>
            <w:vAlign w:val="bottom"/>
          </w:tcPr>
          <w:p w:rsidR="00FE3153" w:rsidRDefault="007A318C" w:rsidP="007A318C">
            <w:pPr>
              <w:jc w:val="center"/>
              <w:rPr>
                <w:b/>
                <w:bCs/>
              </w:rPr>
            </w:pPr>
            <w:r>
              <w:rPr>
                <w:b/>
                <w:bCs/>
              </w:rPr>
              <w:t>Elektrická požární signalizace</w:t>
            </w:r>
          </w:p>
        </w:tc>
      </w:tr>
      <w:tr w:rsidR="00FE3153" w:rsidRPr="00E86A72" w:rsidTr="003A74D7">
        <w:trPr>
          <w:trHeight w:val="762"/>
        </w:trPr>
        <w:tc>
          <w:tcPr>
            <w:tcW w:w="3960" w:type="dxa"/>
            <w:tcBorders>
              <w:top w:val="nil"/>
              <w:left w:val="single" w:sz="8" w:space="0" w:color="auto"/>
              <w:bottom w:val="single" w:sz="8" w:space="0" w:color="auto"/>
              <w:right w:val="single" w:sz="8" w:space="0" w:color="auto"/>
            </w:tcBorders>
            <w:shd w:val="clear" w:color="auto" w:fill="auto"/>
            <w:noWrap/>
            <w:vAlign w:val="bottom"/>
          </w:tcPr>
          <w:p w:rsidR="00FE3153" w:rsidRPr="00E86A72" w:rsidRDefault="00FE3153" w:rsidP="00E86A72">
            <w:pPr>
              <w:jc w:val="center"/>
              <w:rPr>
                <w:b/>
                <w:bCs/>
              </w:rPr>
            </w:pPr>
            <w:r w:rsidRPr="00E86A72">
              <w:rPr>
                <w:b/>
                <w:bCs/>
              </w:rPr>
              <w:t>NÁZEV STAVBY</w:t>
            </w:r>
          </w:p>
        </w:tc>
        <w:tc>
          <w:tcPr>
            <w:tcW w:w="5940" w:type="dxa"/>
            <w:tcBorders>
              <w:top w:val="nil"/>
              <w:left w:val="nil"/>
              <w:bottom w:val="single" w:sz="8" w:space="0" w:color="auto"/>
              <w:right w:val="single" w:sz="8" w:space="0" w:color="auto"/>
            </w:tcBorders>
            <w:shd w:val="clear" w:color="auto" w:fill="auto"/>
            <w:noWrap/>
            <w:vAlign w:val="bottom"/>
          </w:tcPr>
          <w:p w:rsidR="00FE3153" w:rsidRPr="00FE3153" w:rsidRDefault="007A318C" w:rsidP="00FE3153">
            <w:pPr>
              <w:jc w:val="center"/>
              <w:rPr>
                <w:b/>
                <w:bCs/>
              </w:rPr>
            </w:pPr>
            <w:r>
              <w:rPr>
                <w:b/>
                <w:bCs/>
              </w:rPr>
              <w:t>DOMOV NA JAROŠCE</w:t>
            </w:r>
          </w:p>
        </w:tc>
      </w:tr>
      <w:tr w:rsidR="00FE3153" w:rsidRPr="00E86A72" w:rsidTr="003A74D7">
        <w:trPr>
          <w:trHeight w:val="762"/>
        </w:trPr>
        <w:tc>
          <w:tcPr>
            <w:tcW w:w="3960" w:type="dxa"/>
            <w:tcBorders>
              <w:top w:val="nil"/>
              <w:left w:val="single" w:sz="8" w:space="0" w:color="auto"/>
              <w:bottom w:val="single" w:sz="8" w:space="0" w:color="auto"/>
              <w:right w:val="single" w:sz="8" w:space="0" w:color="auto"/>
            </w:tcBorders>
            <w:shd w:val="clear" w:color="auto" w:fill="auto"/>
            <w:noWrap/>
            <w:vAlign w:val="bottom"/>
          </w:tcPr>
          <w:p w:rsidR="00FE3153" w:rsidRPr="00E86A72" w:rsidRDefault="00FE3153" w:rsidP="00E86A72">
            <w:pPr>
              <w:jc w:val="center"/>
              <w:rPr>
                <w:b/>
                <w:bCs/>
              </w:rPr>
            </w:pPr>
            <w:r w:rsidRPr="00E86A72">
              <w:rPr>
                <w:b/>
                <w:bCs/>
              </w:rPr>
              <w:t>MÍSTO</w:t>
            </w:r>
          </w:p>
        </w:tc>
        <w:tc>
          <w:tcPr>
            <w:tcW w:w="5940" w:type="dxa"/>
            <w:tcBorders>
              <w:top w:val="nil"/>
              <w:left w:val="nil"/>
              <w:bottom w:val="single" w:sz="8" w:space="0" w:color="auto"/>
              <w:right w:val="single" w:sz="8" w:space="0" w:color="auto"/>
            </w:tcBorders>
            <w:shd w:val="clear" w:color="auto" w:fill="auto"/>
            <w:noWrap/>
            <w:vAlign w:val="bottom"/>
          </w:tcPr>
          <w:p w:rsidR="00FE3153" w:rsidRPr="00E86A72" w:rsidRDefault="00FE3153" w:rsidP="007A318C">
            <w:pPr>
              <w:jc w:val="center"/>
              <w:rPr>
                <w:b/>
                <w:bCs/>
              </w:rPr>
            </w:pPr>
            <w:r w:rsidRPr="001B7BBF">
              <w:rPr>
                <w:b/>
                <w:bCs/>
              </w:rPr>
              <w:t xml:space="preserve">k.ú. </w:t>
            </w:r>
            <w:r w:rsidR="007A318C">
              <w:rPr>
                <w:b/>
                <w:bCs/>
              </w:rPr>
              <w:t>Hodonín</w:t>
            </w:r>
            <w:r>
              <w:rPr>
                <w:b/>
                <w:bCs/>
              </w:rPr>
              <w:t xml:space="preserve">; </w:t>
            </w:r>
            <w:r w:rsidR="007A318C">
              <w:rPr>
                <w:b/>
                <w:bCs/>
              </w:rPr>
              <w:t>640417</w:t>
            </w:r>
            <w:r>
              <w:rPr>
                <w:b/>
                <w:bCs/>
              </w:rPr>
              <w:t xml:space="preserve">, p. č. </w:t>
            </w:r>
            <w:r w:rsidR="007A318C">
              <w:rPr>
                <w:b/>
                <w:bCs/>
              </w:rPr>
              <w:t>st. 1583</w:t>
            </w:r>
          </w:p>
        </w:tc>
      </w:tr>
      <w:tr w:rsidR="00FE3153" w:rsidRPr="00E86A72" w:rsidTr="003A74D7">
        <w:trPr>
          <w:trHeight w:val="762"/>
        </w:trPr>
        <w:tc>
          <w:tcPr>
            <w:tcW w:w="3960" w:type="dxa"/>
            <w:tcBorders>
              <w:top w:val="nil"/>
              <w:left w:val="single" w:sz="8" w:space="0" w:color="auto"/>
              <w:bottom w:val="single" w:sz="8" w:space="0" w:color="auto"/>
              <w:right w:val="single" w:sz="8" w:space="0" w:color="auto"/>
            </w:tcBorders>
            <w:shd w:val="clear" w:color="auto" w:fill="auto"/>
            <w:noWrap/>
            <w:vAlign w:val="bottom"/>
          </w:tcPr>
          <w:p w:rsidR="00FE3153" w:rsidRPr="00E86A72" w:rsidRDefault="00FE3153" w:rsidP="00E86A72">
            <w:pPr>
              <w:jc w:val="center"/>
              <w:rPr>
                <w:b/>
                <w:bCs/>
              </w:rPr>
            </w:pPr>
            <w:r w:rsidRPr="00E86A72">
              <w:rPr>
                <w:b/>
                <w:bCs/>
              </w:rPr>
              <w:t>KRAJ</w:t>
            </w:r>
          </w:p>
        </w:tc>
        <w:tc>
          <w:tcPr>
            <w:tcW w:w="5940" w:type="dxa"/>
            <w:tcBorders>
              <w:top w:val="nil"/>
              <w:left w:val="nil"/>
              <w:bottom w:val="single" w:sz="8" w:space="0" w:color="auto"/>
              <w:right w:val="single" w:sz="8" w:space="0" w:color="auto"/>
            </w:tcBorders>
            <w:shd w:val="clear" w:color="auto" w:fill="auto"/>
            <w:noWrap/>
            <w:vAlign w:val="bottom"/>
          </w:tcPr>
          <w:p w:rsidR="00FE3153" w:rsidRPr="00E86A72" w:rsidRDefault="00FE3153" w:rsidP="00FE3153">
            <w:pPr>
              <w:jc w:val="center"/>
              <w:rPr>
                <w:b/>
                <w:bCs/>
              </w:rPr>
            </w:pPr>
            <w:r w:rsidRPr="00E86A72">
              <w:rPr>
                <w:b/>
                <w:bCs/>
              </w:rPr>
              <w:t>Jihomoravský</w:t>
            </w:r>
          </w:p>
        </w:tc>
      </w:tr>
      <w:tr w:rsidR="00FE3153" w:rsidRPr="00E86A72" w:rsidTr="003A74D7">
        <w:trPr>
          <w:trHeight w:val="762"/>
        </w:trPr>
        <w:tc>
          <w:tcPr>
            <w:tcW w:w="3960" w:type="dxa"/>
            <w:tcBorders>
              <w:top w:val="nil"/>
              <w:left w:val="single" w:sz="8" w:space="0" w:color="auto"/>
              <w:bottom w:val="single" w:sz="8" w:space="0" w:color="auto"/>
              <w:right w:val="single" w:sz="8" w:space="0" w:color="auto"/>
            </w:tcBorders>
            <w:shd w:val="clear" w:color="auto" w:fill="auto"/>
            <w:noWrap/>
            <w:vAlign w:val="bottom"/>
          </w:tcPr>
          <w:p w:rsidR="00FE3153" w:rsidRPr="00E86A72" w:rsidRDefault="00FE3153" w:rsidP="00E86A72">
            <w:pPr>
              <w:jc w:val="center"/>
              <w:rPr>
                <w:b/>
                <w:bCs/>
              </w:rPr>
            </w:pPr>
            <w:r w:rsidRPr="00E86A72">
              <w:rPr>
                <w:b/>
                <w:bCs/>
              </w:rPr>
              <w:t>STUPEŇ PROJEKTOVÉ DOKUMENTACE</w:t>
            </w:r>
          </w:p>
        </w:tc>
        <w:tc>
          <w:tcPr>
            <w:tcW w:w="5940" w:type="dxa"/>
            <w:tcBorders>
              <w:top w:val="nil"/>
              <w:left w:val="nil"/>
              <w:bottom w:val="single" w:sz="8" w:space="0" w:color="auto"/>
              <w:right w:val="single" w:sz="8" w:space="0" w:color="auto"/>
            </w:tcBorders>
            <w:shd w:val="clear" w:color="auto" w:fill="auto"/>
            <w:noWrap/>
            <w:vAlign w:val="bottom"/>
          </w:tcPr>
          <w:p w:rsidR="00FE3153" w:rsidRPr="00E86A72" w:rsidRDefault="00FE3153" w:rsidP="00C06C2B">
            <w:pPr>
              <w:jc w:val="center"/>
              <w:rPr>
                <w:b/>
                <w:bCs/>
              </w:rPr>
            </w:pPr>
            <w:r w:rsidRPr="00E86A72">
              <w:rPr>
                <w:b/>
                <w:bCs/>
              </w:rPr>
              <w:t xml:space="preserve">pro </w:t>
            </w:r>
            <w:r w:rsidR="00C06C2B">
              <w:rPr>
                <w:b/>
                <w:bCs/>
              </w:rPr>
              <w:t>stavební povolení</w:t>
            </w:r>
          </w:p>
        </w:tc>
      </w:tr>
      <w:tr w:rsidR="00FE3153" w:rsidRPr="00E86A72" w:rsidTr="008D61F0">
        <w:trPr>
          <w:trHeight w:val="762"/>
        </w:trPr>
        <w:tc>
          <w:tcPr>
            <w:tcW w:w="3960" w:type="dxa"/>
            <w:tcBorders>
              <w:top w:val="nil"/>
              <w:left w:val="single" w:sz="8" w:space="0" w:color="auto"/>
              <w:bottom w:val="single" w:sz="8" w:space="0" w:color="auto"/>
              <w:right w:val="single" w:sz="8" w:space="0" w:color="auto"/>
            </w:tcBorders>
            <w:shd w:val="clear" w:color="auto" w:fill="auto"/>
            <w:vAlign w:val="bottom"/>
          </w:tcPr>
          <w:p w:rsidR="00FE3153" w:rsidRPr="00E86A72" w:rsidRDefault="00FE3153" w:rsidP="00E86A72">
            <w:pPr>
              <w:jc w:val="center"/>
              <w:rPr>
                <w:b/>
                <w:bCs/>
              </w:rPr>
            </w:pPr>
            <w:r w:rsidRPr="00E86A72">
              <w:rPr>
                <w:b/>
                <w:bCs/>
              </w:rPr>
              <w:t>ODPOVĚDNÝ</w:t>
            </w:r>
          </w:p>
          <w:p w:rsidR="00FE3153" w:rsidRPr="00E86A72" w:rsidRDefault="00FE3153" w:rsidP="00E86A72">
            <w:pPr>
              <w:jc w:val="center"/>
              <w:rPr>
                <w:b/>
                <w:bCs/>
              </w:rPr>
            </w:pPr>
            <w:r w:rsidRPr="00E86A72">
              <w:rPr>
                <w:b/>
                <w:bCs/>
              </w:rPr>
              <w:t xml:space="preserve"> PROJEKTANT</w:t>
            </w:r>
          </w:p>
        </w:tc>
        <w:tc>
          <w:tcPr>
            <w:tcW w:w="5940" w:type="dxa"/>
            <w:tcBorders>
              <w:top w:val="nil"/>
              <w:left w:val="nil"/>
              <w:bottom w:val="single" w:sz="8" w:space="0" w:color="auto"/>
              <w:right w:val="single" w:sz="8" w:space="0" w:color="auto"/>
            </w:tcBorders>
            <w:shd w:val="clear" w:color="auto" w:fill="auto"/>
            <w:noWrap/>
            <w:vAlign w:val="bottom"/>
          </w:tcPr>
          <w:p w:rsidR="00FE3153" w:rsidRPr="00E86A72" w:rsidRDefault="00FE3153" w:rsidP="00FE3153">
            <w:pPr>
              <w:jc w:val="center"/>
              <w:rPr>
                <w:b/>
                <w:bCs/>
              </w:rPr>
            </w:pPr>
            <w:r w:rsidRPr="00E86A72">
              <w:rPr>
                <w:b/>
                <w:bCs/>
              </w:rPr>
              <w:t>Petr Winkler</w:t>
            </w:r>
          </w:p>
        </w:tc>
      </w:tr>
      <w:tr w:rsidR="00FE3153" w:rsidRPr="00E86A72" w:rsidTr="008D61F0">
        <w:trPr>
          <w:trHeight w:val="762"/>
        </w:trPr>
        <w:tc>
          <w:tcPr>
            <w:tcW w:w="3960" w:type="dxa"/>
            <w:tcBorders>
              <w:top w:val="nil"/>
              <w:left w:val="single" w:sz="8" w:space="0" w:color="auto"/>
              <w:bottom w:val="single" w:sz="8" w:space="0" w:color="auto"/>
              <w:right w:val="single" w:sz="8" w:space="0" w:color="auto"/>
            </w:tcBorders>
            <w:shd w:val="clear" w:color="auto" w:fill="auto"/>
            <w:noWrap/>
            <w:vAlign w:val="bottom"/>
          </w:tcPr>
          <w:p w:rsidR="00FE3153" w:rsidRPr="00E86A72" w:rsidRDefault="00FE3153" w:rsidP="00E86A72">
            <w:pPr>
              <w:jc w:val="center"/>
              <w:rPr>
                <w:b/>
                <w:bCs/>
              </w:rPr>
            </w:pPr>
            <w:r w:rsidRPr="00E86A72">
              <w:rPr>
                <w:b/>
                <w:bCs/>
              </w:rPr>
              <w:t>VYHOTOVIL</w:t>
            </w:r>
          </w:p>
        </w:tc>
        <w:tc>
          <w:tcPr>
            <w:tcW w:w="5940" w:type="dxa"/>
            <w:tcBorders>
              <w:top w:val="nil"/>
              <w:left w:val="nil"/>
              <w:bottom w:val="single" w:sz="8" w:space="0" w:color="auto"/>
              <w:right w:val="single" w:sz="8" w:space="0" w:color="auto"/>
            </w:tcBorders>
            <w:shd w:val="clear" w:color="auto" w:fill="auto"/>
            <w:noWrap/>
            <w:vAlign w:val="bottom"/>
          </w:tcPr>
          <w:p w:rsidR="00FE3153" w:rsidRDefault="00FE3153" w:rsidP="00FE3153">
            <w:pPr>
              <w:jc w:val="center"/>
              <w:rPr>
                <w:b/>
                <w:bCs/>
              </w:rPr>
            </w:pPr>
            <w:r w:rsidRPr="00E86A72">
              <w:rPr>
                <w:b/>
                <w:bCs/>
              </w:rPr>
              <w:t> Petr Winkler</w:t>
            </w:r>
          </w:p>
          <w:p w:rsidR="00FE3153" w:rsidRPr="00E86A72" w:rsidRDefault="00FE3153" w:rsidP="00FE3153">
            <w:pPr>
              <w:jc w:val="center"/>
              <w:rPr>
                <w:b/>
                <w:bCs/>
              </w:rPr>
            </w:pPr>
            <w:r>
              <w:rPr>
                <w:b/>
                <w:bCs/>
              </w:rPr>
              <w:t>číslo autorizace ČKAIT 1005185</w:t>
            </w:r>
          </w:p>
        </w:tc>
      </w:tr>
      <w:tr w:rsidR="00FE3153" w:rsidRPr="00E86A72" w:rsidTr="003A74D7">
        <w:trPr>
          <w:trHeight w:val="762"/>
        </w:trPr>
        <w:tc>
          <w:tcPr>
            <w:tcW w:w="3960" w:type="dxa"/>
            <w:tcBorders>
              <w:top w:val="nil"/>
              <w:left w:val="single" w:sz="8" w:space="0" w:color="auto"/>
              <w:bottom w:val="single" w:sz="8" w:space="0" w:color="auto"/>
              <w:right w:val="single" w:sz="8" w:space="0" w:color="auto"/>
            </w:tcBorders>
            <w:shd w:val="clear" w:color="auto" w:fill="auto"/>
            <w:noWrap/>
            <w:vAlign w:val="bottom"/>
          </w:tcPr>
          <w:p w:rsidR="00FE3153" w:rsidRPr="00E86A72" w:rsidRDefault="00FE3153" w:rsidP="00E86A72">
            <w:pPr>
              <w:jc w:val="center"/>
              <w:rPr>
                <w:b/>
                <w:bCs/>
              </w:rPr>
            </w:pPr>
            <w:r w:rsidRPr="00E86A72">
              <w:rPr>
                <w:b/>
                <w:bCs/>
              </w:rPr>
              <w:t>DATUM</w:t>
            </w:r>
          </w:p>
        </w:tc>
        <w:tc>
          <w:tcPr>
            <w:tcW w:w="5940" w:type="dxa"/>
            <w:tcBorders>
              <w:top w:val="nil"/>
              <w:left w:val="nil"/>
              <w:bottom w:val="single" w:sz="8" w:space="0" w:color="auto"/>
              <w:right w:val="single" w:sz="8" w:space="0" w:color="auto"/>
            </w:tcBorders>
            <w:shd w:val="clear" w:color="auto" w:fill="auto"/>
            <w:noWrap/>
            <w:vAlign w:val="bottom"/>
          </w:tcPr>
          <w:p w:rsidR="00FE3153" w:rsidRPr="00E86A72" w:rsidRDefault="00C06C2B" w:rsidP="007A318C">
            <w:pPr>
              <w:jc w:val="center"/>
              <w:rPr>
                <w:b/>
                <w:bCs/>
              </w:rPr>
            </w:pPr>
            <w:r>
              <w:rPr>
                <w:b/>
                <w:bCs/>
              </w:rPr>
              <w:t>1</w:t>
            </w:r>
            <w:r w:rsidR="007A318C">
              <w:rPr>
                <w:b/>
                <w:bCs/>
              </w:rPr>
              <w:t>2</w:t>
            </w:r>
            <w:r w:rsidR="00FE3153">
              <w:rPr>
                <w:b/>
                <w:bCs/>
              </w:rPr>
              <w:t>/2016</w:t>
            </w:r>
          </w:p>
        </w:tc>
      </w:tr>
    </w:tbl>
    <w:p w:rsidR="00092A55" w:rsidRPr="00E86A72" w:rsidRDefault="00092A55" w:rsidP="00E86A72">
      <w:pPr>
        <w:rPr>
          <w:sz w:val="20"/>
          <w:szCs w:val="20"/>
        </w:rPr>
      </w:pPr>
    </w:p>
    <w:p w:rsidR="00D13833" w:rsidRDefault="00D13833" w:rsidP="00E86A72">
      <w:pPr>
        <w:jc w:val="center"/>
        <w:rPr>
          <w:b/>
          <w:sz w:val="20"/>
          <w:szCs w:val="20"/>
          <w:u w:val="single"/>
        </w:rPr>
      </w:pPr>
    </w:p>
    <w:p w:rsidR="007A318C" w:rsidRDefault="007A318C" w:rsidP="00E86A72">
      <w:pPr>
        <w:jc w:val="center"/>
        <w:rPr>
          <w:b/>
          <w:sz w:val="20"/>
          <w:szCs w:val="20"/>
          <w:u w:val="single"/>
        </w:rPr>
      </w:pPr>
    </w:p>
    <w:p w:rsidR="00E86A72" w:rsidRDefault="00E86A72" w:rsidP="00E86A72">
      <w:pPr>
        <w:jc w:val="center"/>
        <w:rPr>
          <w:b/>
          <w:sz w:val="20"/>
          <w:szCs w:val="20"/>
          <w:u w:val="single"/>
        </w:rPr>
      </w:pPr>
    </w:p>
    <w:p w:rsidR="00E86A72" w:rsidRDefault="00E86A72" w:rsidP="00E86A72">
      <w:pPr>
        <w:jc w:val="center"/>
        <w:rPr>
          <w:b/>
          <w:sz w:val="20"/>
          <w:szCs w:val="20"/>
          <w:u w:val="single"/>
        </w:rPr>
      </w:pPr>
    </w:p>
    <w:p w:rsidR="00AF4135" w:rsidRDefault="00AF4135" w:rsidP="00E86A72">
      <w:pPr>
        <w:jc w:val="center"/>
        <w:rPr>
          <w:b/>
          <w:sz w:val="20"/>
          <w:szCs w:val="20"/>
          <w:u w:val="single"/>
        </w:rPr>
      </w:pPr>
    </w:p>
    <w:p w:rsidR="00646825" w:rsidRPr="00E86A72" w:rsidRDefault="00646825" w:rsidP="00E86A72">
      <w:pPr>
        <w:jc w:val="center"/>
        <w:rPr>
          <w:b/>
          <w:sz w:val="32"/>
          <w:szCs w:val="32"/>
          <w:u w:val="single"/>
        </w:rPr>
      </w:pPr>
      <w:r w:rsidRPr="00E86A72">
        <w:rPr>
          <w:b/>
          <w:sz w:val="32"/>
          <w:szCs w:val="32"/>
          <w:u w:val="single"/>
        </w:rPr>
        <w:lastRenderedPageBreak/>
        <w:t>OBSAH</w:t>
      </w:r>
    </w:p>
    <w:p w:rsidR="00646825" w:rsidRPr="00E86A72" w:rsidRDefault="00646825" w:rsidP="00E86A72">
      <w:pPr>
        <w:ind w:firstLine="709"/>
        <w:rPr>
          <w:sz w:val="20"/>
          <w:szCs w:val="20"/>
        </w:rPr>
      </w:pPr>
    </w:p>
    <w:p w:rsidR="00916BA8" w:rsidRDefault="00646825" w:rsidP="00E86A72">
      <w:pPr>
        <w:spacing w:before="120" w:after="120"/>
        <w:ind w:firstLine="708"/>
        <w:rPr>
          <w:sz w:val="20"/>
          <w:szCs w:val="20"/>
        </w:rPr>
      </w:pPr>
      <w:r w:rsidRPr="00E86A72">
        <w:rPr>
          <w:sz w:val="20"/>
          <w:szCs w:val="20"/>
        </w:rPr>
        <w:t>TECHNICKÁ ZPRÁVA</w:t>
      </w:r>
    </w:p>
    <w:p w:rsidR="00646825" w:rsidRPr="00E86A72" w:rsidRDefault="00646825" w:rsidP="00E86A72">
      <w:pPr>
        <w:spacing w:before="120" w:after="120"/>
        <w:ind w:firstLine="708"/>
        <w:rPr>
          <w:sz w:val="20"/>
          <w:szCs w:val="20"/>
        </w:rPr>
      </w:pPr>
      <w:r w:rsidRPr="00E86A72">
        <w:rPr>
          <w:sz w:val="20"/>
          <w:szCs w:val="20"/>
        </w:rPr>
        <w:t>OBSAH</w:t>
      </w:r>
    </w:p>
    <w:p w:rsidR="00646825" w:rsidRPr="00E86A72" w:rsidRDefault="00646825" w:rsidP="00E86A72">
      <w:pPr>
        <w:spacing w:before="120" w:after="120"/>
        <w:ind w:firstLine="708"/>
        <w:rPr>
          <w:sz w:val="20"/>
          <w:szCs w:val="20"/>
        </w:rPr>
      </w:pPr>
      <w:r w:rsidRPr="00E86A72">
        <w:rPr>
          <w:sz w:val="20"/>
          <w:szCs w:val="20"/>
        </w:rPr>
        <w:t>ZÁKLADNÍ TECHNICKÉ ÚDAJE</w:t>
      </w:r>
    </w:p>
    <w:p w:rsidR="00646825" w:rsidRPr="00E86A72" w:rsidRDefault="00646825" w:rsidP="00E86A72">
      <w:pPr>
        <w:spacing w:before="120" w:after="120"/>
        <w:ind w:firstLine="708"/>
        <w:rPr>
          <w:sz w:val="20"/>
          <w:szCs w:val="20"/>
        </w:rPr>
      </w:pPr>
      <w:r w:rsidRPr="00E86A72">
        <w:rPr>
          <w:sz w:val="20"/>
          <w:szCs w:val="20"/>
        </w:rPr>
        <w:t>ÚVOD</w:t>
      </w:r>
    </w:p>
    <w:p w:rsidR="00071E77" w:rsidRPr="00E86A72" w:rsidRDefault="00071E77" w:rsidP="00E86A72">
      <w:pPr>
        <w:spacing w:before="120" w:after="120"/>
        <w:ind w:firstLine="708"/>
        <w:rPr>
          <w:sz w:val="20"/>
          <w:szCs w:val="20"/>
        </w:rPr>
      </w:pPr>
      <w:r w:rsidRPr="00E86A72">
        <w:rPr>
          <w:sz w:val="20"/>
          <w:szCs w:val="20"/>
        </w:rPr>
        <w:t>CHARAKTERISTIKA OBJEKTU</w:t>
      </w:r>
    </w:p>
    <w:p w:rsidR="00646825" w:rsidRPr="00E86A72" w:rsidRDefault="00646825" w:rsidP="00E86A72">
      <w:pPr>
        <w:spacing w:before="120" w:after="120"/>
        <w:ind w:firstLine="708"/>
        <w:rPr>
          <w:sz w:val="20"/>
          <w:szCs w:val="20"/>
        </w:rPr>
      </w:pPr>
      <w:r w:rsidRPr="00E86A72">
        <w:rPr>
          <w:sz w:val="20"/>
          <w:szCs w:val="20"/>
        </w:rPr>
        <w:t>PŘEDMĚT A ROZSAH PROJEKTU</w:t>
      </w:r>
    </w:p>
    <w:p w:rsidR="00646825" w:rsidRPr="00E86A72" w:rsidRDefault="00646825" w:rsidP="00E86A72">
      <w:pPr>
        <w:spacing w:before="120" w:after="120"/>
        <w:ind w:firstLine="708"/>
        <w:rPr>
          <w:sz w:val="20"/>
          <w:szCs w:val="20"/>
        </w:rPr>
      </w:pPr>
      <w:r w:rsidRPr="00E86A72">
        <w:rPr>
          <w:sz w:val="20"/>
          <w:szCs w:val="20"/>
        </w:rPr>
        <w:t>SOUHRNNÁ TECHNICKÁ ZPRÁVA</w:t>
      </w:r>
    </w:p>
    <w:p w:rsidR="00646825" w:rsidRPr="00E86A72" w:rsidRDefault="00646825" w:rsidP="00E86A72">
      <w:pPr>
        <w:spacing w:before="120" w:after="120"/>
        <w:ind w:firstLine="708"/>
        <w:rPr>
          <w:sz w:val="20"/>
          <w:szCs w:val="20"/>
        </w:rPr>
      </w:pPr>
      <w:r w:rsidRPr="00E86A72">
        <w:rPr>
          <w:sz w:val="20"/>
          <w:szCs w:val="20"/>
        </w:rPr>
        <w:t>BEZPEČNOST PRÁCE</w:t>
      </w:r>
    </w:p>
    <w:p w:rsidR="00646825" w:rsidRPr="00E86A72" w:rsidRDefault="00646825" w:rsidP="00E86A72">
      <w:pPr>
        <w:spacing w:before="120" w:after="120"/>
        <w:ind w:firstLine="708"/>
        <w:rPr>
          <w:sz w:val="20"/>
          <w:szCs w:val="20"/>
        </w:rPr>
      </w:pPr>
      <w:r w:rsidRPr="00E86A72">
        <w:rPr>
          <w:sz w:val="20"/>
          <w:szCs w:val="20"/>
        </w:rPr>
        <w:t>PROVÁDĚNÍ STAVEBNĚ MONTÁŽNÍCH PRACÍ</w:t>
      </w:r>
    </w:p>
    <w:p w:rsidR="00646825" w:rsidRDefault="00646825" w:rsidP="00E86A72">
      <w:pPr>
        <w:spacing w:before="120" w:after="120"/>
        <w:ind w:firstLine="708"/>
        <w:rPr>
          <w:sz w:val="20"/>
          <w:szCs w:val="20"/>
        </w:rPr>
      </w:pPr>
      <w:r w:rsidRPr="00E86A72">
        <w:rPr>
          <w:sz w:val="20"/>
          <w:szCs w:val="20"/>
        </w:rPr>
        <w:t>KVALIFIKACE MONTÁŽNÍCH PRACOVNÍKŮ A PRACOVNÍKŮ ÚDRŽBY</w:t>
      </w:r>
    </w:p>
    <w:p w:rsidR="006C2B17" w:rsidRPr="00E86A72" w:rsidRDefault="006C2B17" w:rsidP="00E86A72">
      <w:pPr>
        <w:spacing w:before="120" w:after="120"/>
        <w:ind w:firstLine="708"/>
        <w:rPr>
          <w:sz w:val="20"/>
          <w:szCs w:val="20"/>
        </w:rPr>
      </w:pPr>
      <w:r>
        <w:rPr>
          <w:sz w:val="20"/>
          <w:szCs w:val="20"/>
        </w:rPr>
        <w:t>CERTIFIKACE</w:t>
      </w:r>
    </w:p>
    <w:p w:rsidR="00646825" w:rsidRPr="00E86A72" w:rsidRDefault="00646825" w:rsidP="00E86A72">
      <w:pPr>
        <w:spacing w:before="120" w:after="120"/>
        <w:ind w:firstLine="708"/>
        <w:rPr>
          <w:sz w:val="20"/>
          <w:szCs w:val="20"/>
        </w:rPr>
      </w:pPr>
      <w:r w:rsidRPr="00E86A72">
        <w:rPr>
          <w:sz w:val="20"/>
          <w:szCs w:val="20"/>
        </w:rPr>
        <w:t>POSOUZENÍ VLIVU NA ŽIVOTNÍ PROSTŘEDÍ</w:t>
      </w:r>
    </w:p>
    <w:p w:rsidR="00646825" w:rsidRPr="00E86A72" w:rsidRDefault="00646825" w:rsidP="00E86A72">
      <w:pPr>
        <w:spacing w:before="120" w:after="120"/>
        <w:ind w:firstLine="708"/>
        <w:rPr>
          <w:sz w:val="20"/>
          <w:szCs w:val="20"/>
        </w:rPr>
      </w:pPr>
      <w:r w:rsidRPr="00E86A72">
        <w:rPr>
          <w:sz w:val="20"/>
          <w:szCs w:val="20"/>
        </w:rPr>
        <w:t>PŘEHLED VÝCHOZÍCH PODKLADŮ</w:t>
      </w:r>
    </w:p>
    <w:p w:rsidR="00646825" w:rsidRPr="00E86A72" w:rsidRDefault="00646825" w:rsidP="00E86A72">
      <w:pPr>
        <w:spacing w:before="120" w:after="120"/>
        <w:ind w:firstLine="708"/>
        <w:rPr>
          <w:sz w:val="20"/>
          <w:szCs w:val="20"/>
        </w:rPr>
      </w:pPr>
      <w:r w:rsidRPr="00E86A72">
        <w:rPr>
          <w:sz w:val="20"/>
          <w:szCs w:val="20"/>
        </w:rPr>
        <w:t xml:space="preserve">DOKUMENTACE </w:t>
      </w:r>
      <w:r w:rsidR="0060215D">
        <w:rPr>
          <w:sz w:val="20"/>
          <w:szCs w:val="20"/>
        </w:rPr>
        <w:t>ELEKTRICKÉ POŽÁRNÍ SIGNALIZACE</w:t>
      </w:r>
    </w:p>
    <w:p w:rsidR="00646825" w:rsidRPr="00E86A72" w:rsidRDefault="00646825" w:rsidP="00E86A72">
      <w:pPr>
        <w:spacing w:before="120" w:after="120"/>
        <w:ind w:firstLine="708"/>
        <w:rPr>
          <w:sz w:val="20"/>
          <w:szCs w:val="20"/>
        </w:rPr>
      </w:pPr>
      <w:r w:rsidRPr="00E86A72">
        <w:rPr>
          <w:sz w:val="20"/>
          <w:szCs w:val="20"/>
        </w:rPr>
        <w:t>URČENÍ VNĚJŠÍCH VLIVŮ</w:t>
      </w:r>
    </w:p>
    <w:p w:rsidR="00646825" w:rsidRPr="00E86A72" w:rsidRDefault="00646825" w:rsidP="00E86A72">
      <w:pPr>
        <w:spacing w:before="120" w:after="120"/>
        <w:ind w:firstLine="708"/>
        <w:rPr>
          <w:sz w:val="20"/>
          <w:szCs w:val="20"/>
        </w:rPr>
      </w:pPr>
      <w:r w:rsidRPr="00E86A72">
        <w:rPr>
          <w:sz w:val="20"/>
          <w:szCs w:val="20"/>
        </w:rPr>
        <w:t>POŽÁRNĚ BEZPEČNOSTNÍ ŘEŠENÍ</w:t>
      </w:r>
    </w:p>
    <w:p w:rsidR="00646825" w:rsidRPr="00E86A72" w:rsidRDefault="00646825" w:rsidP="00E86A72">
      <w:pPr>
        <w:spacing w:before="120" w:after="120"/>
        <w:ind w:firstLine="708"/>
        <w:rPr>
          <w:sz w:val="20"/>
          <w:szCs w:val="20"/>
        </w:rPr>
      </w:pPr>
      <w:r w:rsidRPr="00E86A72">
        <w:rPr>
          <w:sz w:val="20"/>
          <w:szCs w:val="20"/>
        </w:rPr>
        <w:t>TECHNICKÁ ŘEŠENÍ</w:t>
      </w:r>
    </w:p>
    <w:p w:rsidR="00646825" w:rsidRPr="00E86A72" w:rsidRDefault="00646825" w:rsidP="00E86A72">
      <w:pPr>
        <w:spacing w:before="120" w:after="120"/>
        <w:ind w:firstLine="708"/>
        <w:rPr>
          <w:sz w:val="20"/>
          <w:szCs w:val="20"/>
        </w:rPr>
      </w:pPr>
      <w:r w:rsidRPr="00E86A72">
        <w:rPr>
          <w:sz w:val="20"/>
          <w:szCs w:val="20"/>
        </w:rPr>
        <w:t>OCHRANA PŘED ÚČINKY TEPLA</w:t>
      </w:r>
    </w:p>
    <w:p w:rsidR="00646825" w:rsidRDefault="00646825" w:rsidP="00E86A72">
      <w:pPr>
        <w:spacing w:before="120" w:after="120"/>
        <w:ind w:firstLine="708"/>
        <w:rPr>
          <w:sz w:val="20"/>
          <w:szCs w:val="20"/>
        </w:rPr>
      </w:pPr>
      <w:r w:rsidRPr="00E86A72">
        <w:rPr>
          <w:sz w:val="20"/>
          <w:szCs w:val="20"/>
        </w:rPr>
        <w:t>OCHRANA PROTI NADPROUDŮM A ZKRATU</w:t>
      </w:r>
    </w:p>
    <w:p w:rsidR="0092166E" w:rsidRDefault="0060215D" w:rsidP="00E86A72">
      <w:pPr>
        <w:spacing w:before="120" w:after="120"/>
        <w:ind w:firstLine="708"/>
        <w:rPr>
          <w:sz w:val="20"/>
          <w:szCs w:val="20"/>
        </w:rPr>
      </w:pPr>
      <w:r>
        <w:rPr>
          <w:sz w:val="20"/>
          <w:szCs w:val="20"/>
        </w:rPr>
        <w:t>ELEKTRICKÁ POŽÁRNÍ SIGNALIZACE - EPS</w:t>
      </w:r>
    </w:p>
    <w:p w:rsidR="00646825" w:rsidRDefault="00646825" w:rsidP="00E86A72">
      <w:pPr>
        <w:spacing w:before="120" w:after="120"/>
        <w:ind w:firstLine="708"/>
        <w:rPr>
          <w:sz w:val="20"/>
          <w:szCs w:val="20"/>
        </w:rPr>
      </w:pPr>
      <w:r w:rsidRPr="00E86A72">
        <w:rPr>
          <w:sz w:val="20"/>
          <w:szCs w:val="20"/>
        </w:rPr>
        <w:t>ROZV</w:t>
      </w:r>
      <w:r w:rsidR="00491101">
        <w:rPr>
          <w:sz w:val="20"/>
          <w:szCs w:val="20"/>
        </w:rPr>
        <w:t>Á</w:t>
      </w:r>
      <w:r w:rsidRPr="00E86A72">
        <w:rPr>
          <w:sz w:val="20"/>
          <w:szCs w:val="20"/>
        </w:rPr>
        <w:t>DĚČE</w:t>
      </w:r>
    </w:p>
    <w:p w:rsidR="00646825" w:rsidRPr="00E86A72" w:rsidRDefault="00646825" w:rsidP="00E86A72">
      <w:pPr>
        <w:spacing w:before="120" w:after="120"/>
        <w:ind w:firstLine="708"/>
        <w:rPr>
          <w:sz w:val="20"/>
          <w:szCs w:val="20"/>
        </w:rPr>
      </w:pPr>
      <w:r w:rsidRPr="00E86A72">
        <w:rPr>
          <w:sz w:val="20"/>
          <w:szCs w:val="20"/>
        </w:rPr>
        <w:t>OZNAČENÍ MÍST PŘIPOJENÍ</w:t>
      </w:r>
    </w:p>
    <w:p w:rsidR="00646825" w:rsidRPr="00E86A72" w:rsidRDefault="00646825" w:rsidP="00E86A72">
      <w:pPr>
        <w:spacing w:before="120" w:after="120"/>
        <w:ind w:firstLine="708"/>
        <w:rPr>
          <w:sz w:val="20"/>
          <w:szCs w:val="20"/>
        </w:rPr>
      </w:pPr>
      <w:r w:rsidRPr="00E86A72">
        <w:rPr>
          <w:sz w:val="20"/>
          <w:szCs w:val="20"/>
        </w:rPr>
        <w:t>VÝSTRAŽNÉ TABULKY A NÁPISY</w:t>
      </w:r>
    </w:p>
    <w:p w:rsidR="00646825" w:rsidRPr="00E86A72" w:rsidRDefault="00646825" w:rsidP="00E86A72">
      <w:pPr>
        <w:spacing w:before="120" w:after="120"/>
        <w:ind w:firstLine="708"/>
        <w:rPr>
          <w:sz w:val="20"/>
          <w:szCs w:val="20"/>
        </w:rPr>
      </w:pPr>
      <w:r w:rsidRPr="00E86A72">
        <w:rPr>
          <w:sz w:val="20"/>
          <w:szCs w:val="20"/>
        </w:rPr>
        <w:t>PROVOZNÍ PŘEDPISY</w:t>
      </w:r>
    </w:p>
    <w:p w:rsidR="00646825" w:rsidRDefault="00646825" w:rsidP="00E86A72">
      <w:pPr>
        <w:spacing w:before="120" w:after="120"/>
        <w:ind w:firstLine="708"/>
        <w:rPr>
          <w:sz w:val="20"/>
          <w:szCs w:val="20"/>
        </w:rPr>
      </w:pPr>
      <w:r w:rsidRPr="00E86A72">
        <w:rPr>
          <w:sz w:val="20"/>
          <w:szCs w:val="20"/>
        </w:rPr>
        <w:t>ZÁVĚREČNÁ USTANOVENÍ</w:t>
      </w:r>
    </w:p>
    <w:p w:rsidR="009C3C9F" w:rsidRDefault="009C3C9F" w:rsidP="00E86A72">
      <w:pPr>
        <w:spacing w:before="120" w:after="120"/>
        <w:ind w:firstLine="708"/>
        <w:rPr>
          <w:sz w:val="20"/>
          <w:szCs w:val="20"/>
        </w:rPr>
      </w:pPr>
    </w:p>
    <w:p w:rsidR="0060215D" w:rsidRDefault="0060215D" w:rsidP="00E86A72">
      <w:pPr>
        <w:spacing w:before="120" w:after="120"/>
        <w:ind w:firstLine="708"/>
        <w:rPr>
          <w:sz w:val="20"/>
          <w:szCs w:val="20"/>
        </w:rPr>
      </w:pPr>
    </w:p>
    <w:p w:rsidR="0060215D" w:rsidRDefault="0060215D" w:rsidP="00E86A72">
      <w:pPr>
        <w:spacing w:before="120" w:after="120"/>
        <w:ind w:firstLine="708"/>
        <w:rPr>
          <w:sz w:val="20"/>
          <w:szCs w:val="20"/>
        </w:rPr>
      </w:pPr>
    </w:p>
    <w:p w:rsidR="0060215D" w:rsidRDefault="0060215D" w:rsidP="00E86A72">
      <w:pPr>
        <w:spacing w:before="120" w:after="120"/>
        <w:ind w:firstLine="708"/>
        <w:rPr>
          <w:sz w:val="20"/>
          <w:szCs w:val="20"/>
        </w:rPr>
      </w:pPr>
    </w:p>
    <w:p w:rsidR="0060215D" w:rsidRDefault="0060215D" w:rsidP="00E86A72">
      <w:pPr>
        <w:spacing w:before="120" w:after="120"/>
        <w:ind w:firstLine="708"/>
        <w:rPr>
          <w:sz w:val="20"/>
          <w:szCs w:val="20"/>
        </w:rPr>
      </w:pPr>
    </w:p>
    <w:p w:rsidR="0060215D" w:rsidRDefault="0060215D" w:rsidP="00E86A72">
      <w:pPr>
        <w:spacing w:before="120" w:after="120"/>
        <w:ind w:firstLine="708"/>
        <w:rPr>
          <w:sz w:val="20"/>
          <w:szCs w:val="20"/>
        </w:rPr>
      </w:pPr>
    </w:p>
    <w:p w:rsidR="0060215D" w:rsidRDefault="0060215D" w:rsidP="00E86A72">
      <w:pPr>
        <w:spacing w:before="120" w:after="120"/>
        <w:ind w:firstLine="708"/>
        <w:rPr>
          <w:sz w:val="20"/>
          <w:szCs w:val="20"/>
        </w:rPr>
      </w:pPr>
    </w:p>
    <w:p w:rsidR="0060215D" w:rsidRDefault="0060215D" w:rsidP="00E86A72">
      <w:pPr>
        <w:spacing w:before="120" w:after="120"/>
        <w:ind w:firstLine="708"/>
        <w:rPr>
          <w:sz w:val="20"/>
          <w:szCs w:val="20"/>
        </w:rPr>
      </w:pPr>
    </w:p>
    <w:p w:rsidR="0060215D" w:rsidRDefault="0060215D" w:rsidP="00E86A72">
      <w:pPr>
        <w:spacing w:before="120" w:after="120"/>
        <w:ind w:firstLine="708"/>
        <w:rPr>
          <w:sz w:val="20"/>
          <w:szCs w:val="20"/>
        </w:rPr>
      </w:pPr>
      <w:bookmarkStart w:id="0" w:name="_GoBack"/>
      <w:bookmarkEnd w:id="0"/>
    </w:p>
    <w:p w:rsidR="00491101" w:rsidRPr="00E86A72" w:rsidRDefault="00491101" w:rsidP="00E86A72">
      <w:pPr>
        <w:spacing w:before="120" w:after="120"/>
        <w:ind w:firstLine="708"/>
        <w:rPr>
          <w:sz w:val="20"/>
          <w:szCs w:val="20"/>
        </w:rPr>
      </w:pPr>
    </w:p>
    <w:p w:rsidR="00646825" w:rsidRPr="00E86A72" w:rsidRDefault="00646825" w:rsidP="00E86A72">
      <w:pPr>
        <w:pStyle w:val="Nadpis1"/>
        <w:jc w:val="center"/>
        <w:rPr>
          <w:b/>
          <w:sz w:val="32"/>
          <w:szCs w:val="32"/>
        </w:rPr>
      </w:pPr>
      <w:r w:rsidRPr="00E86A72">
        <w:rPr>
          <w:b/>
          <w:sz w:val="32"/>
          <w:szCs w:val="32"/>
        </w:rPr>
        <w:lastRenderedPageBreak/>
        <w:t>ZÁKLADNÍ TECHNICKÉ ÚDAJE</w:t>
      </w:r>
    </w:p>
    <w:p w:rsidR="00646825" w:rsidRPr="00E86A72" w:rsidRDefault="00646825" w:rsidP="00E86A72">
      <w:pPr>
        <w:rPr>
          <w:sz w:val="20"/>
          <w:szCs w:val="20"/>
        </w:rPr>
      </w:pPr>
    </w:p>
    <w:p w:rsidR="00B55B1F" w:rsidRPr="00E86A72" w:rsidRDefault="00B55B1F" w:rsidP="00E86A72">
      <w:pPr>
        <w:jc w:val="both"/>
        <w:rPr>
          <w:b/>
          <w:sz w:val="20"/>
          <w:szCs w:val="20"/>
        </w:rPr>
      </w:pPr>
      <w:r w:rsidRPr="00E86A72">
        <w:rPr>
          <w:b/>
          <w:sz w:val="20"/>
          <w:szCs w:val="20"/>
        </w:rPr>
        <w:t>Napěťová síť:</w:t>
      </w:r>
    </w:p>
    <w:p w:rsidR="00B55B1F" w:rsidRPr="00E86A72" w:rsidRDefault="00B55B1F" w:rsidP="00E86A72">
      <w:pPr>
        <w:jc w:val="both"/>
        <w:rPr>
          <w:sz w:val="20"/>
          <w:szCs w:val="20"/>
        </w:rPr>
      </w:pPr>
      <w:r w:rsidRPr="00E86A72">
        <w:rPr>
          <w:sz w:val="20"/>
          <w:szCs w:val="20"/>
        </w:rPr>
        <w:t xml:space="preserve">                                3PEN 400/230V 50Hz  TN-C</w:t>
      </w:r>
    </w:p>
    <w:p w:rsidR="00B55B1F" w:rsidRPr="00E86A72" w:rsidRDefault="00B55B1F" w:rsidP="00E86A72">
      <w:pPr>
        <w:jc w:val="both"/>
        <w:rPr>
          <w:b/>
          <w:sz w:val="20"/>
          <w:szCs w:val="20"/>
        </w:rPr>
      </w:pPr>
      <w:r w:rsidRPr="00E86A72">
        <w:rPr>
          <w:b/>
          <w:sz w:val="20"/>
          <w:szCs w:val="20"/>
        </w:rPr>
        <w:t>Rozvodná síť:</w:t>
      </w:r>
    </w:p>
    <w:p w:rsidR="00646825" w:rsidRPr="00E86A72" w:rsidRDefault="00646825" w:rsidP="00E86A72">
      <w:pPr>
        <w:jc w:val="both"/>
        <w:rPr>
          <w:sz w:val="20"/>
          <w:szCs w:val="20"/>
        </w:rPr>
      </w:pPr>
      <w:r w:rsidRPr="00E86A72">
        <w:rPr>
          <w:sz w:val="20"/>
          <w:szCs w:val="20"/>
        </w:rPr>
        <w:t xml:space="preserve">                                3NPE 400/230V 50Hz  TN-C-S</w:t>
      </w:r>
    </w:p>
    <w:p w:rsidR="00646825" w:rsidRPr="00E86A72" w:rsidRDefault="00646825" w:rsidP="00E86A72">
      <w:pPr>
        <w:jc w:val="both"/>
        <w:rPr>
          <w:b/>
          <w:sz w:val="20"/>
          <w:szCs w:val="20"/>
        </w:rPr>
      </w:pPr>
      <w:r w:rsidRPr="00E86A72">
        <w:rPr>
          <w:b/>
          <w:sz w:val="20"/>
          <w:szCs w:val="20"/>
        </w:rPr>
        <w:t>Ochrana před nebezpečným dotykem živých částí do 1000V</w:t>
      </w:r>
    </w:p>
    <w:p w:rsidR="00646825" w:rsidRPr="00E86A72" w:rsidRDefault="00646825" w:rsidP="00E86A72">
      <w:pPr>
        <w:jc w:val="both"/>
        <w:rPr>
          <w:sz w:val="20"/>
          <w:szCs w:val="20"/>
        </w:rPr>
      </w:pPr>
      <w:r w:rsidRPr="00E86A72">
        <w:rPr>
          <w:sz w:val="20"/>
          <w:szCs w:val="20"/>
        </w:rPr>
        <w:t xml:space="preserve">V této části dokumentace je navržena ochrana dle ČSN 33 2000-4–41 ed.2 kapitola 412.1 ochrana izolací, kapitola 412.2.2.2 ochrana kryty </w:t>
      </w:r>
      <w:r w:rsidR="00FC3EDD">
        <w:rPr>
          <w:sz w:val="20"/>
          <w:szCs w:val="20"/>
        </w:rPr>
        <w:t>a</w:t>
      </w:r>
      <w:r w:rsidRPr="00E86A72">
        <w:rPr>
          <w:sz w:val="20"/>
          <w:szCs w:val="20"/>
        </w:rPr>
        <w:t xml:space="preserve"> přepážkami </w:t>
      </w:r>
    </w:p>
    <w:p w:rsidR="00646825" w:rsidRPr="00E86A72" w:rsidRDefault="00646825" w:rsidP="00E86A72">
      <w:pPr>
        <w:jc w:val="both"/>
        <w:rPr>
          <w:b/>
          <w:sz w:val="20"/>
          <w:szCs w:val="20"/>
        </w:rPr>
      </w:pPr>
    </w:p>
    <w:p w:rsidR="00646825" w:rsidRPr="00E86A72" w:rsidRDefault="00646825" w:rsidP="00E86A72">
      <w:pPr>
        <w:jc w:val="both"/>
        <w:rPr>
          <w:b/>
          <w:sz w:val="20"/>
          <w:szCs w:val="20"/>
        </w:rPr>
      </w:pPr>
      <w:r w:rsidRPr="00E86A72">
        <w:rPr>
          <w:b/>
          <w:sz w:val="20"/>
          <w:szCs w:val="20"/>
        </w:rPr>
        <w:t>Ochrana před nebezpečným dotykem neživých částí do 1000V</w:t>
      </w:r>
    </w:p>
    <w:p w:rsidR="00646825" w:rsidRPr="00E86A72" w:rsidRDefault="00646825" w:rsidP="00E86A72">
      <w:pPr>
        <w:jc w:val="both"/>
        <w:rPr>
          <w:sz w:val="20"/>
          <w:szCs w:val="20"/>
        </w:rPr>
      </w:pPr>
      <w:r w:rsidRPr="00E86A72">
        <w:rPr>
          <w:sz w:val="20"/>
          <w:szCs w:val="20"/>
        </w:rPr>
        <w:t xml:space="preserve">Základní ochrana je navržena automatickým odpojením od zdroje dle ČSN 33–2000-4–41 ed.2. </w:t>
      </w:r>
    </w:p>
    <w:p w:rsidR="00646825" w:rsidRPr="00E86A72" w:rsidRDefault="00646825" w:rsidP="00E86A72">
      <w:pPr>
        <w:pStyle w:val="Nadpis1"/>
        <w:jc w:val="both"/>
        <w:rPr>
          <w:sz w:val="20"/>
          <w:szCs w:val="20"/>
          <w:u w:val="none"/>
        </w:rPr>
      </w:pPr>
      <w:r w:rsidRPr="00E86A72">
        <w:rPr>
          <w:sz w:val="20"/>
          <w:szCs w:val="20"/>
          <w:u w:val="none"/>
        </w:rPr>
        <w:t>Zvýšená ochrana je navržena ochranným pospojováním a proudovými chrániči.</w:t>
      </w:r>
    </w:p>
    <w:p w:rsidR="00646825" w:rsidRPr="00E86A72" w:rsidRDefault="00646825" w:rsidP="00E86A72">
      <w:pPr>
        <w:pStyle w:val="Nadpis1"/>
        <w:jc w:val="both"/>
        <w:rPr>
          <w:sz w:val="20"/>
          <w:szCs w:val="20"/>
          <w:u w:val="none"/>
        </w:rPr>
      </w:pPr>
      <w:r w:rsidRPr="00E86A72">
        <w:rPr>
          <w:sz w:val="20"/>
          <w:szCs w:val="20"/>
          <w:u w:val="none"/>
        </w:rPr>
        <w:t>základní – automatickým odpojením od zdroje</w:t>
      </w:r>
    </w:p>
    <w:p w:rsidR="00646825" w:rsidRPr="00E86A72" w:rsidRDefault="00646825" w:rsidP="00E86A72">
      <w:pPr>
        <w:jc w:val="both"/>
        <w:rPr>
          <w:sz w:val="20"/>
          <w:szCs w:val="20"/>
        </w:rPr>
      </w:pPr>
      <w:r w:rsidRPr="00E86A72">
        <w:rPr>
          <w:sz w:val="20"/>
          <w:szCs w:val="20"/>
        </w:rPr>
        <w:t xml:space="preserve">                ČSN 33 2000-4–41 ed.2 kapitola 411.3.2</w:t>
      </w:r>
    </w:p>
    <w:p w:rsidR="00646825" w:rsidRPr="00E86A72" w:rsidRDefault="00646825" w:rsidP="00E86A72">
      <w:pPr>
        <w:jc w:val="both"/>
        <w:rPr>
          <w:sz w:val="20"/>
          <w:szCs w:val="20"/>
        </w:rPr>
      </w:pPr>
      <w:r w:rsidRPr="00E86A72">
        <w:rPr>
          <w:sz w:val="20"/>
          <w:szCs w:val="20"/>
        </w:rPr>
        <w:t>Zvýšená – proudovým chráničem</w:t>
      </w:r>
    </w:p>
    <w:p w:rsidR="00646825" w:rsidRPr="00E86A72" w:rsidRDefault="00646825" w:rsidP="00E86A72">
      <w:pPr>
        <w:jc w:val="both"/>
        <w:rPr>
          <w:sz w:val="20"/>
          <w:szCs w:val="20"/>
        </w:rPr>
      </w:pPr>
      <w:r w:rsidRPr="00E86A72">
        <w:rPr>
          <w:sz w:val="20"/>
          <w:szCs w:val="20"/>
        </w:rPr>
        <w:t xml:space="preserve">                ČSN 33 2000-4–41 ed.2 kapitola 415.1</w:t>
      </w:r>
    </w:p>
    <w:p w:rsidR="00646825" w:rsidRPr="00E86A72" w:rsidRDefault="00646825" w:rsidP="008A192B">
      <w:pPr>
        <w:numPr>
          <w:ilvl w:val="0"/>
          <w:numId w:val="1"/>
        </w:numPr>
        <w:ind w:left="0" w:firstLine="0"/>
        <w:jc w:val="both"/>
        <w:rPr>
          <w:sz w:val="20"/>
          <w:szCs w:val="20"/>
        </w:rPr>
      </w:pPr>
      <w:r w:rsidRPr="00E86A72">
        <w:rPr>
          <w:sz w:val="20"/>
          <w:szCs w:val="20"/>
        </w:rPr>
        <w:t>doplňujícím pospojováním</w:t>
      </w:r>
    </w:p>
    <w:p w:rsidR="00646825" w:rsidRPr="00E86A72" w:rsidRDefault="00646825" w:rsidP="00E86A72">
      <w:pPr>
        <w:jc w:val="both"/>
        <w:rPr>
          <w:b/>
          <w:sz w:val="20"/>
          <w:szCs w:val="20"/>
        </w:rPr>
      </w:pPr>
      <w:r w:rsidRPr="00E86A72">
        <w:rPr>
          <w:sz w:val="20"/>
          <w:szCs w:val="20"/>
        </w:rPr>
        <w:t xml:space="preserve">             </w:t>
      </w:r>
      <w:bookmarkStart w:id="1" w:name="_Toc395670268"/>
      <w:bookmarkStart w:id="2" w:name="_Toc410307324"/>
      <w:bookmarkStart w:id="3" w:name="_Toc517850551"/>
      <w:r w:rsidRPr="00E86A72">
        <w:rPr>
          <w:sz w:val="20"/>
          <w:szCs w:val="20"/>
        </w:rPr>
        <w:t xml:space="preserve">   ČSN 33 2000-4–41 ed.2 kapitola 411.3.1.2</w:t>
      </w:r>
      <w:r w:rsidRPr="00E86A72">
        <w:rPr>
          <w:b/>
          <w:sz w:val="20"/>
          <w:szCs w:val="20"/>
        </w:rPr>
        <w:t xml:space="preserve"> </w:t>
      </w:r>
    </w:p>
    <w:p w:rsidR="00646825" w:rsidRPr="00E86A72" w:rsidRDefault="00646825" w:rsidP="008A192B">
      <w:pPr>
        <w:numPr>
          <w:ilvl w:val="0"/>
          <w:numId w:val="1"/>
        </w:numPr>
        <w:ind w:left="0" w:firstLine="0"/>
        <w:jc w:val="both"/>
        <w:rPr>
          <w:sz w:val="20"/>
          <w:szCs w:val="20"/>
        </w:rPr>
      </w:pPr>
      <w:r w:rsidRPr="00E86A72">
        <w:rPr>
          <w:sz w:val="20"/>
          <w:szCs w:val="20"/>
        </w:rPr>
        <w:t>zařízením třídy II.</w:t>
      </w:r>
    </w:p>
    <w:p w:rsidR="00646825" w:rsidRPr="00E86A72" w:rsidRDefault="00646825" w:rsidP="00E86A72">
      <w:pPr>
        <w:jc w:val="both"/>
        <w:rPr>
          <w:sz w:val="20"/>
          <w:szCs w:val="20"/>
        </w:rPr>
      </w:pPr>
      <w:r w:rsidRPr="00E86A72">
        <w:rPr>
          <w:sz w:val="20"/>
          <w:szCs w:val="20"/>
        </w:rPr>
        <w:t xml:space="preserve">                ČSN 33 2000-4–41 ed.2 </w:t>
      </w:r>
      <w:bookmarkEnd w:id="1"/>
      <w:bookmarkEnd w:id="2"/>
      <w:bookmarkEnd w:id="3"/>
      <w:r w:rsidRPr="00E86A72">
        <w:rPr>
          <w:sz w:val="20"/>
          <w:szCs w:val="20"/>
        </w:rPr>
        <w:t>kapitola. 412.2</w:t>
      </w:r>
    </w:p>
    <w:p w:rsidR="00646825" w:rsidRPr="00E86A72" w:rsidRDefault="00646825" w:rsidP="008A192B">
      <w:pPr>
        <w:numPr>
          <w:ilvl w:val="0"/>
          <w:numId w:val="1"/>
        </w:numPr>
        <w:ind w:left="0" w:firstLine="0"/>
        <w:jc w:val="both"/>
        <w:rPr>
          <w:sz w:val="20"/>
          <w:szCs w:val="20"/>
        </w:rPr>
      </w:pPr>
      <w:r w:rsidRPr="00E86A72">
        <w:rPr>
          <w:sz w:val="20"/>
          <w:szCs w:val="20"/>
        </w:rPr>
        <w:t>ochrana malým napětím SELV a PELV</w:t>
      </w:r>
    </w:p>
    <w:p w:rsidR="00646825" w:rsidRDefault="00646825" w:rsidP="00E86A72">
      <w:pPr>
        <w:jc w:val="both"/>
        <w:rPr>
          <w:sz w:val="20"/>
          <w:szCs w:val="20"/>
        </w:rPr>
      </w:pPr>
      <w:r w:rsidRPr="00E86A72">
        <w:rPr>
          <w:sz w:val="20"/>
          <w:szCs w:val="20"/>
        </w:rPr>
        <w:t xml:space="preserve">                ČSN 33 2000-4–41 ed.2 kapitola 414</w:t>
      </w:r>
    </w:p>
    <w:p w:rsidR="0082759F" w:rsidRPr="00E86A72" w:rsidRDefault="0082759F" w:rsidP="00E86A72">
      <w:pPr>
        <w:jc w:val="both"/>
        <w:rPr>
          <w:sz w:val="20"/>
          <w:szCs w:val="20"/>
        </w:rPr>
      </w:pPr>
    </w:p>
    <w:p w:rsidR="00646825" w:rsidRPr="00E86A72" w:rsidRDefault="00646825" w:rsidP="00E86A72">
      <w:pPr>
        <w:pStyle w:val="Nadpis1"/>
        <w:jc w:val="center"/>
        <w:rPr>
          <w:b/>
          <w:sz w:val="32"/>
          <w:szCs w:val="32"/>
        </w:rPr>
      </w:pPr>
      <w:r w:rsidRPr="00E86A72">
        <w:rPr>
          <w:b/>
          <w:sz w:val="32"/>
          <w:szCs w:val="32"/>
        </w:rPr>
        <w:t>ÚVOD</w:t>
      </w:r>
    </w:p>
    <w:p w:rsidR="00646825" w:rsidRPr="00E86A72" w:rsidRDefault="00646825" w:rsidP="00E86A72">
      <w:pPr>
        <w:rPr>
          <w:sz w:val="20"/>
          <w:szCs w:val="20"/>
        </w:rPr>
      </w:pPr>
    </w:p>
    <w:p w:rsidR="00071E77" w:rsidRPr="00E86A72" w:rsidRDefault="00646825" w:rsidP="00E86A72">
      <w:pPr>
        <w:jc w:val="both"/>
        <w:rPr>
          <w:sz w:val="20"/>
          <w:szCs w:val="20"/>
        </w:rPr>
      </w:pPr>
      <w:r w:rsidRPr="00E86A72">
        <w:rPr>
          <w:sz w:val="20"/>
          <w:szCs w:val="20"/>
        </w:rPr>
        <w:t>Technická zpráva určuje základní požadavky na skladbu a vlastnosti technických prostředků, jejich základních vazeb. Dále popisuje požadavky na prostředí stavby, elektrotechnická a elektronická zařízení a jejich vzájemné ovlivňování. Nedílnou součástí této dokumentace jsou také půdorysy, schémata rozvaděčů, soupis požadavků na hlavní materiály, soupis strojů a zařízení stavební části, přehledové schéma rozvodu.</w:t>
      </w:r>
      <w:r w:rsidR="00071E77" w:rsidRPr="00E86A72">
        <w:rPr>
          <w:sz w:val="20"/>
          <w:szCs w:val="20"/>
        </w:rPr>
        <w:t xml:space="preserve"> </w:t>
      </w:r>
      <w:r w:rsidRPr="00E86A72">
        <w:rPr>
          <w:sz w:val="20"/>
          <w:szCs w:val="20"/>
        </w:rPr>
        <w:t>Stavba je napojena na stávající dopravní a technickou infrastrukturu.</w:t>
      </w:r>
    </w:p>
    <w:p w:rsidR="0082759F" w:rsidRDefault="0082759F" w:rsidP="00E86A72">
      <w:pPr>
        <w:jc w:val="both"/>
        <w:rPr>
          <w:sz w:val="20"/>
          <w:szCs w:val="20"/>
        </w:rPr>
      </w:pPr>
    </w:p>
    <w:p w:rsidR="00071E77" w:rsidRPr="00E86A72" w:rsidRDefault="00071E77" w:rsidP="00E86A72">
      <w:pPr>
        <w:jc w:val="center"/>
        <w:rPr>
          <w:b/>
          <w:sz w:val="32"/>
          <w:szCs w:val="32"/>
          <w:u w:val="single"/>
        </w:rPr>
      </w:pPr>
      <w:r w:rsidRPr="00E86A72">
        <w:rPr>
          <w:b/>
          <w:sz w:val="32"/>
          <w:szCs w:val="32"/>
          <w:u w:val="single"/>
        </w:rPr>
        <w:t>CHARAKTERISTIKA OBJEKTU</w:t>
      </w:r>
    </w:p>
    <w:p w:rsidR="00071E77" w:rsidRPr="00E86A72" w:rsidRDefault="00071E77" w:rsidP="00E86A72">
      <w:pPr>
        <w:jc w:val="both"/>
        <w:rPr>
          <w:sz w:val="20"/>
          <w:szCs w:val="20"/>
        </w:rPr>
      </w:pPr>
    </w:p>
    <w:p w:rsidR="000835C8" w:rsidRDefault="009C3C9F" w:rsidP="009C3C9F">
      <w:pPr>
        <w:rPr>
          <w:sz w:val="20"/>
          <w:szCs w:val="20"/>
        </w:rPr>
      </w:pPr>
      <w:r w:rsidRPr="009C3C9F">
        <w:rPr>
          <w:sz w:val="20"/>
          <w:szCs w:val="20"/>
        </w:rPr>
        <w:t xml:space="preserve">Stávající objekt domova Na Jarošce je </w:t>
      </w:r>
      <w:r w:rsidRPr="009C3C9F">
        <w:rPr>
          <w:bCs/>
          <w:sz w:val="20"/>
          <w:szCs w:val="20"/>
        </w:rPr>
        <w:t xml:space="preserve">půdorysným průmětem ve tvaru „U“, dvoupodlažní podsklepený s částečně využitým </w:t>
      </w:r>
      <w:r w:rsidR="00076DBC" w:rsidRPr="009C3C9F">
        <w:rPr>
          <w:bCs/>
          <w:sz w:val="20"/>
          <w:szCs w:val="20"/>
        </w:rPr>
        <w:t>podkrovím, a je</w:t>
      </w:r>
      <w:r w:rsidRPr="009C3C9F">
        <w:rPr>
          <w:bCs/>
          <w:sz w:val="20"/>
          <w:szCs w:val="20"/>
        </w:rPr>
        <w:t xml:space="preserve"> krytý valbovou střechou. Objekt je umístěn v uzavřeném oploceném areálu a doplňují ho další objekty.</w:t>
      </w:r>
    </w:p>
    <w:p w:rsidR="000835C8" w:rsidRPr="00A61D6D" w:rsidRDefault="000835C8" w:rsidP="000835C8">
      <w:pPr>
        <w:tabs>
          <w:tab w:val="left" w:pos="0"/>
        </w:tabs>
        <w:kinsoku w:val="0"/>
        <w:overflowPunct w:val="0"/>
        <w:jc w:val="both"/>
        <w:rPr>
          <w:sz w:val="20"/>
          <w:szCs w:val="20"/>
        </w:rPr>
      </w:pPr>
      <w:r w:rsidRPr="00485E08">
        <w:rPr>
          <w:sz w:val="20"/>
          <w:szCs w:val="20"/>
        </w:rPr>
        <w:t xml:space="preserve">Stavba </w:t>
      </w:r>
      <w:r w:rsidR="009C3C9F">
        <w:rPr>
          <w:sz w:val="20"/>
          <w:szCs w:val="20"/>
        </w:rPr>
        <w:t>j</w:t>
      </w:r>
      <w:r w:rsidRPr="00485E08">
        <w:rPr>
          <w:sz w:val="20"/>
          <w:szCs w:val="20"/>
        </w:rPr>
        <w:t xml:space="preserve">e provedena tradičními technologickými postupy výstavby s použitím tradičních stavebních </w:t>
      </w:r>
      <w:r w:rsidRPr="00A61D6D">
        <w:rPr>
          <w:sz w:val="20"/>
          <w:szCs w:val="20"/>
        </w:rPr>
        <w:t>materiálů jako železobeton, plynobeton, dřevo, ocel a keramika.</w:t>
      </w:r>
    </w:p>
    <w:p w:rsidR="009C3C9F" w:rsidRDefault="009C3C9F" w:rsidP="000835C8">
      <w:pPr>
        <w:rPr>
          <w:sz w:val="20"/>
          <w:szCs w:val="20"/>
        </w:rPr>
      </w:pPr>
    </w:p>
    <w:p w:rsidR="00646825" w:rsidRPr="00E86A72" w:rsidRDefault="00646825" w:rsidP="00E86A72">
      <w:pPr>
        <w:pStyle w:val="Nadpis1"/>
        <w:jc w:val="center"/>
        <w:rPr>
          <w:b/>
          <w:sz w:val="32"/>
          <w:szCs w:val="32"/>
        </w:rPr>
      </w:pPr>
      <w:r w:rsidRPr="00E86A72">
        <w:rPr>
          <w:b/>
          <w:sz w:val="32"/>
          <w:szCs w:val="32"/>
        </w:rPr>
        <w:t>PŘEDMĚT A ROZSAH PROJEKTU</w:t>
      </w:r>
    </w:p>
    <w:p w:rsidR="00646825" w:rsidRPr="00E86A72" w:rsidRDefault="00646825" w:rsidP="00E86A72">
      <w:pPr>
        <w:rPr>
          <w:sz w:val="20"/>
          <w:szCs w:val="20"/>
        </w:rPr>
      </w:pPr>
    </w:p>
    <w:p w:rsidR="009C3C9F" w:rsidRDefault="00646825" w:rsidP="000835C8">
      <w:pPr>
        <w:jc w:val="both"/>
        <w:rPr>
          <w:sz w:val="20"/>
          <w:szCs w:val="20"/>
        </w:rPr>
      </w:pPr>
      <w:r w:rsidRPr="00646E27">
        <w:rPr>
          <w:sz w:val="20"/>
          <w:szCs w:val="20"/>
        </w:rPr>
        <w:t xml:space="preserve">Účelem dokumentace je </w:t>
      </w:r>
      <w:r w:rsidR="009C3C9F">
        <w:rPr>
          <w:sz w:val="20"/>
          <w:szCs w:val="20"/>
        </w:rPr>
        <w:t>elektrická požární signalizace</w:t>
      </w:r>
      <w:r w:rsidR="002E74C4" w:rsidRPr="00646E27">
        <w:rPr>
          <w:sz w:val="20"/>
          <w:szCs w:val="20"/>
        </w:rPr>
        <w:t>.</w:t>
      </w:r>
      <w:r w:rsidRPr="00646E27">
        <w:rPr>
          <w:sz w:val="20"/>
          <w:szCs w:val="20"/>
        </w:rPr>
        <w:t xml:space="preserve"> Součástí díla se rozumí dodávka a montáž přístrojů a zařízení souvisejících se stavební částí objektu, tj. funkční a provozní celky technického zařízení staveb</w:t>
      </w:r>
      <w:r w:rsidR="009C3C9F">
        <w:rPr>
          <w:sz w:val="20"/>
          <w:szCs w:val="20"/>
        </w:rPr>
        <w:t>.</w:t>
      </w:r>
    </w:p>
    <w:p w:rsidR="000835C8" w:rsidRPr="00BC4C13" w:rsidRDefault="009C3C9F" w:rsidP="000835C8">
      <w:pPr>
        <w:jc w:val="both"/>
        <w:rPr>
          <w:sz w:val="20"/>
          <w:szCs w:val="20"/>
        </w:rPr>
      </w:pPr>
      <w:r>
        <w:rPr>
          <w:sz w:val="20"/>
          <w:szCs w:val="20"/>
        </w:rPr>
        <w:t>Stávající objekt domova Na Jarošce</w:t>
      </w:r>
      <w:r w:rsidR="00173D2A">
        <w:rPr>
          <w:sz w:val="20"/>
          <w:szCs w:val="20"/>
        </w:rPr>
        <w:t xml:space="preserve"> j</w:t>
      </w:r>
      <w:r w:rsidR="000835C8" w:rsidRPr="00646E27">
        <w:rPr>
          <w:sz w:val="20"/>
          <w:szCs w:val="20"/>
        </w:rPr>
        <w:t>e umístěn v </w:t>
      </w:r>
      <w:r w:rsidR="000835C8" w:rsidRPr="00AC0EF7">
        <w:rPr>
          <w:sz w:val="20"/>
          <w:szCs w:val="20"/>
        </w:rPr>
        <w:t>k.</w:t>
      </w:r>
      <w:r w:rsidR="000835C8">
        <w:rPr>
          <w:sz w:val="20"/>
          <w:szCs w:val="20"/>
        </w:rPr>
        <w:t xml:space="preserve"> </w:t>
      </w:r>
      <w:r w:rsidR="000835C8" w:rsidRPr="00AC0EF7">
        <w:rPr>
          <w:sz w:val="20"/>
          <w:szCs w:val="20"/>
        </w:rPr>
        <w:t xml:space="preserve">ú. </w:t>
      </w:r>
      <w:r>
        <w:rPr>
          <w:sz w:val="20"/>
          <w:szCs w:val="20"/>
        </w:rPr>
        <w:t>Hodonín</w:t>
      </w:r>
      <w:r w:rsidR="000835C8">
        <w:rPr>
          <w:sz w:val="20"/>
          <w:szCs w:val="20"/>
        </w:rPr>
        <w:t xml:space="preserve">; </w:t>
      </w:r>
      <w:r>
        <w:rPr>
          <w:sz w:val="20"/>
          <w:szCs w:val="20"/>
        </w:rPr>
        <w:t>640417</w:t>
      </w:r>
      <w:r w:rsidR="000835C8">
        <w:rPr>
          <w:sz w:val="20"/>
          <w:szCs w:val="20"/>
        </w:rPr>
        <w:t xml:space="preserve">, p. č. </w:t>
      </w:r>
      <w:r>
        <w:rPr>
          <w:sz w:val="20"/>
          <w:szCs w:val="20"/>
        </w:rPr>
        <w:t>st. 1583</w:t>
      </w:r>
      <w:r w:rsidR="000835C8">
        <w:rPr>
          <w:sz w:val="20"/>
          <w:szCs w:val="20"/>
        </w:rPr>
        <w:t>.</w:t>
      </w:r>
    </w:p>
    <w:p w:rsidR="00646825" w:rsidRPr="00E86A72" w:rsidRDefault="00646825" w:rsidP="000835C8">
      <w:pPr>
        <w:jc w:val="both"/>
        <w:rPr>
          <w:sz w:val="20"/>
          <w:szCs w:val="20"/>
        </w:rPr>
      </w:pPr>
    </w:p>
    <w:p w:rsidR="00646825" w:rsidRPr="00E86A72" w:rsidRDefault="00646825" w:rsidP="00E86A72">
      <w:pPr>
        <w:pStyle w:val="Nadpis1"/>
        <w:jc w:val="center"/>
        <w:rPr>
          <w:b/>
          <w:sz w:val="32"/>
          <w:szCs w:val="32"/>
        </w:rPr>
      </w:pPr>
      <w:r w:rsidRPr="00E86A72">
        <w:rPr>
          <w:b/>
          <w:sz w:val="32"/>
          <w:szCs w:val="32"/>
        </w:rPr>
        <w:t>SOUHRNNÁ TECHNICKÁ ZPRÁVA</w:t>
      </w:r>
    </w:p>
    <w:p w:rsidR="00646825" w:rsidRPr="00E86A72" w:rsidRDefault="00646825" w:rsidP="00E86A72">
      <w:pPr>
        <w:rPr>
          <w:sz w:val="20"/>
          <w:szCs w:val="20"/>
        </w:rPr>
      </w:pPr>
    </w:p>
    <w:p w:rsidR="00646825" w:rsidRPr="00E86A72" w:rsidRDefault="00646825" w:rsidP="00E86A72">
      <w:pPr>
        <w:pStyle w:val="Nadpis2"/>
        <w:spacing w:before="0" w:after="0"/>
        <w:jc w:val="center"/>
        <w:rPr>
          <w:rFonts w:ascii="Times New Roman" w:hAnsi="Times New Roman"/>
          <w:i w:val="0"/>
          <w:sz w:val="32"/>
          <w:szCs w:val="32"/>
          <w:u w:val="single"/>
        </w:rPr>
      </w:pPr>
      <w:r w:rsidRPr="00E86A72">
        <w:rPr>
          <w:rFonts w:ascii="Times New Roman" w:hAnsi="Times New Roman"/>
          <w:i w:val="0"/>
          <w:sz w:val="32"/>
          <w:szCs w:val="32"/>
          <w:u w:val="single"/>
        </w:rPr>
        <w:t>BEZPEČNOST PRÁCE</w:t>
      </w:r>
    </w:p>
    <w:p w:rsidR="00646825" w:rsidRPr="00E86A72" w:rsidRDefault="00646825" w:rsidP="00E86A72">
      <w:pPr>
        <w:rPr>
          <w:sz w:val="20"/>
          <w:szCs w:val="20"/>
        </w:rPr>
      </w:pPr>
    </w:p>
    <w:p w:rsidR="00646825" w:rsidRPr="00E86A72" w:rsidRDefault="00646825" w:rsidP="00E86A72">
      <w:pPr>
        <w:jc w:val="both"/>
        <w:rPr>
          <w:sz w:val="20"/>
          <w:szCs w:val="20"/>
        </w:rPr>
      </w:pPr>
      <w:r w:rsidRPr="00E86A72">
        <w:rPr>
          <w:sz w:val="20"/>
          <w:szCs w:val="20"/>
        </w:rPr>
        <w:t>Projektová dokumentace musí být zhotovitelem stavebních prací podle specifických podmínek doplněna, respektive upřesněna před zahájením stavby konkrétními požadavky a doklady o technologickém či pracovním postupu v rámci výrobní přípravy zhotovitele. Souhrn všech úkonů k zabezpečení stavby a postupu jednotlivých prací musí být obsažen v tzv. dodavatelské dokumentaci.</w:t>
      </w:r>
    </w:p>
    <w:p w:rsidR="00646825" w:rsidRPr="00E86A72" w:rsidRDefault="00646825" w:rsidP="00E86A72">
      <w:pPr>
        <w:pStyle w:val="Nadpis2"/>
        <w:spacing w:before="0" w:after="0"/>
        <w:jc w:val="center"/>
        <w:rPr>
          <w:rFonts w:ascii="Times New Roman" w:hAnsi="Times New Roman"/>
          <w:i w:val="0"/>
          <w:sz w:val="32"/>
          <w:szCs w:val="32"/>
          <w:u w:val="single"/>
        </w:rPr>
      </w:pPr>
      <w:r w:rsidRPr="00E86A72">
        <w:rPr>
          <w:rFonts w:ascii="Times New Roman" w:hAnsi="Times New Roman"/>
          <w:i w:val="0"/>
          <w:sz w:val="32"/>
          <w:szCs w:val="32"/>
          <w:u w:val="single"/>
        </w:rPr>
        <w:lastRenderedPageBreak/>
        <w:t>PROVÁDĚNÍ STAVEBNĚ MONTÁŽNÍCH PRACÍ</w:t>
      </w:r>
    </w:p>
    <w:p w:rsidR="00646825" w:rsidRPr="00E86A72" w:rsidRDefault="00646825" w:rsidP="00E86A72">
      <w:pPr>
        <w:rPr>
          <w:sz w:val="20"/>
          <w:szCs w:val="20"/>
        </w:rPr>
      </w:pPr>
    </w:p>
    <w:p w:rsidR="00763ED3" w:rsidRPr="00E86A72" w:rsidRDefault="00763ED3" w:rsidP="00763ED3">
      <w:pPr>
        <w:jc w:val="both"/>
        <w:rPr>
          <w:sz w:val="20"/>
          <w:szCs w:val="20"/>
        </w:rPr>
      </w:pPr>
      <w:r w:rsidRPr="00E86A72">
        <w:rPr>
          <w:sz w:val="20"/>
          <w:szCs w:val="20"/>
        </w:rPr>
        <w:t>Práce, které jsou předmětem této projektové dokumentace, musí provést odborná firma s příslušným oprávněním. Při pracích v blízkosti vedení inženýrských sítí je nutné dodržovat veškeré podmínky pro ochranná a bezpečnostní pásma, které stanoví zákon 458/2000 Sb. a normy:</w:t>
      </w:r>
    </w:p>
    <w:p w:rsidR="00763ED3" w:rsidRPr="005025D3" w:rsidRDefault="00763ED3" w:rsidP="00763ED3">
      <w:pPr>
        <w:jc w:val="both"/>
        <w:rPr>
          <w:sz w:val="20"/>
          <w:szCs w:val="20"/>
        </w:rPr>
      </w:pPr>
      <w:r w:rsidRPr="005025D3">
        <w:rPr>
          <w:sz w:val="20"/>
          <w:szCs w:val="20"/>
        </w:rPr>
        <w:t>ČSN EN 50110–1 ed.3 Obsluha a práce na elektrických zařízeních - Část 1: Obecné požadavky</w:t>
      </w:r>
    </w:p>
    <w:p w:rsidR="00763ED3" w:rsidRPr="005D49FC" w:rsidRDefault="00763ED3" w:rsidP="00763ED3">
      <w:pPr>
        <w:jc w:val="both"/>
        <w:rPr>
          <w:sz w:val="20"/>
          <w:szCs w:val="20"/>
        </w:rPr>
      </w:pPr>
      <w:r w:rsidRPr="005025D3">
        <w:rPr>
          <w:sz w:val="20"/>
          <w:szCs w:val="20"/>
        </w:rPr>
        <w:t>ČSN EN 50110-2 ed.2 Obsluha a práce</w:t>
      </w:r>
      <w:r w:rsidRPr="005D49FC">
        <w:rPr>
          <w:sz w:val="20"/>
          <w:szCs w:val="20"/>
        </w:rPr>
        <w:t xml:space="preserve"> na elektrických zařízeních - Část 2: Národní dodatky</w:t>
      </w:r>
    </w:p>
    <w:p w:rsidR="00763ED3" w:rsidRPr="00E86A72" w:rsidRDefault="00763ED3" w:rsidP="00763ED3">
      <w:pPr>
        <w:jc w:val="both"/>
        <w:rPr>
          <w:rFonts w:eastAsia="Arial Unicode MS"/>
          <w:sz w:val="20"/>
          <w:szCs w:val="20"/>
        </w:rPr>
      </w:pPr>
      <w:r w:rsidRPr="00E86A72">
        <w:rPr>
          <w:sz w:val="20"/>
          <w:szCs w:val="20"/>
        </w:rPr>
        <w:t xml:space="preserve">Vyhláška ČÚBP č.48/1982 Sb. ve znění </w:t>
      </w:r>
      <w:r w:rsidRPr="00E86A72">
        <w:rPr>
          <w:rFonts w:eastAsia="Arial Unicode MS"/>
          <w:sz w:val="20"/>
          <w:szCs w:val="20"/>
        </w:rPr>
        <w:t>324/1990 Sb.</w:t>
      </w:r>
    </w:p>
    <w:p w:rsidR="00763ED3" w:rsidRDefault="00763ED3" w:rsidP="00763ED3">
      <w:pPr>
        <w:jc w:val="both"/>
        <w:rPr>
          <w:iCs/>
          <w:color w:val="000000"/>
          <w:sz w:val="20"/>
          <w:szCs w:val="20"/>
        </w:rPr>
      </w:pPr>
      <w:r>
        <w:rPr>
          <w:iCs/>
          <w:color w:val="000000"/>
          <w:sz w:val="20"/>
          <w:szCs w:val="20"/>
        </w:rPr>
        <w:t>Vybraný dodavatel</w:t>
      </w:r>
      <w:r w:rsidRPr="00A50331">
        <w:rPr>
          <w:iCs/>
          <w:color w:val="000000"/>
          <w:sz w:val="20"/>
          <w:szCs w:val="20"/>
        </w:rPr>
        <w:t xml:space="preserve"> stavby bude splňovat odborné kvalifikační předpoklady a nabídková cena bude obsahovat i práce v</w:t>
      </w:r>
      <w:r>
        <w:rPr>
          <w:iCs/>
          <w:color w:val="000000"/>
          <w:sz w:val="20"/>
          <w:szCs w:val="20"/>
        </w:rPr>
        <w:t> </w:t>
      </w:r>
      <w:r w:rsidRPr="00A50331">
        <w:rPr>
          <w:iCs/>
          <w:color w:val="000000"/>
          <w:sz w:val="20"/>
          <w:szCs w:val="20"/>
        </w:rPr>
        <w:t>projekt</w:t>
      </w:r>
      <w:r>
        <w:rPr>
          <w:iCs/>
          <w:color w:val="000000"/>
          <w:sz w:val="20"/>
          <w:szCs w:val="20"/>
        </w:rPr>
        <w:t>ové dokumentaci a výkazu výměr</w:t>
      </w:r>
      <w:r w:rsidRPr="00A50331">
        <w:rPr>
          <w:iCs/>
          <w:color w:val="000000"/>
          <w:sz w:val="20"/>
          <w:szCs w:val="20"/>
        </w:rPr>
        <w:t xml:space="preserve"> neuvedené, ale nutné k bezpečnému a správnému stavebně technickému provedení stavby s ohledem na bezpečnost užívání a kolaudaci stavby.</w:t>
      </w:r>
    </w:p>
    <w:p w:rsidR="00763ED3" w:rsidRDefault="00763ED3" w:rsidP="00763ED3">
      <w:pPr>
        <w:jc w:val="both"/>
        <w:rPr>
          <w:sz w:val="20"/>
          <w:szCs w:val="20"/>
        </w:rPr>
      </w:pPr>
      <w:r w:rsidRPr="00EC44FF">
        <w:rPr>
          <w:sz w:val="20"/>
          <w:szCs w:val="20"/>
        </w:rPr>
        <w:t xml:space="preserve">Zhotovitel </w:t>
      </w:r>
      <w:r>
        <w:rPr>
          <w:sz w:val="20"/>
          <w:szCs w:val="20"/>
        </w:rPr>
        <w:t xml:space="preserve">díla </w:t>
      </w:r>
      <w:r w:rsidRPr="00EC44FF">
        <w:rPr>
          <w:sz w:val="20"/>
          <w:szCs w:val="20"/>
        </w:rPr>
        <w:t xml:space="preserve">je povinen </w:t>
      </w:r>
      <w:r>
        <w:rPr>
          <w:sz w:val="20"/>
          <w:szCs w:val="20"/>
        </w:rPr>
        <w:t>zkontrolovat specifikaci materiálu a prací s technickou zprávou a projektovou dokumentací. V případě rozporů, obraťte se na zhotovitele projektové dokumentace.</w:t>
      </w:r>
    </w:p>
    <w:p w:rsidR="000835C8" w:rsidRDefault="000835C8" w:rsidP="00763ED3">
      <w:pPr>
        <w:jc w:val="both"/>
        <w:rPr>
          <w:sz w:val="20"/>
          <w:szCs w:val="20"/>
        </w:rPr>
      </w:pPr>
    </w:p>
    <w:p w:rsidR="00646825" w:rsidRPr="00E86A72" w:rsidRDefault="00646825" w:rsidP="00E86A72">
      <w:pPr>
        <w:pStyle w:val="Nadpis2"/>
        <w:spacing w:before="0" w:after="0"/>
        <w:jc w:val="center"/>
        <w:rPr>
          <w:rFonts w:ascii="Times New Roman" w:hAnsi="Times New Roman"/>
          <w:i w:val="0"/>
          <w:sz w:val="32"/>
          <w:szCs w:val="32"/>
          <w:u w:val="single"/>
        </w:rPr>
      </w:pPr>
      <w:r w:rsidRPr="00E86A72">
        <w:rPr>
          <w:rFonts w:ascii="Times New Roman" w:hAnsi="Times New Roman"/>
          <w:i w:val="0"/>
          <w:sz w:val="32"/>
          <w:szCs w:val="32"/>
          <w:u w:val="single"/>
        </w:rPr>
        <w:t>KVALIFIKACE MONTÁŽNÍCH PRACOVNÍKŮ A PRACOVNÍKŮ ÚDRŽBY</w:t>
      </w:r>
    </w:p>
    <w:p w:rsidR="00646825" w:rsidRPr="00E86A72" w:rsidRDefault="00646825" w:rsidP="00E86A72">
      <w:pPr>
        <w:rPr>
          <w:sz w:val="20"/>
          <w:szCs w:val="20"/>
        </w:rPr>
      </w:pPr>
    </w:p>
    <w:p w:rsidR="00646825" w:rsidRDefault="00646825" w:rsidP="00E86A72">
      <w:pPr>
        <w:jc w:val="both"/>
        <w:rPr>
          <w:sz w:val="20"/>
          <w:szCs w:val="20"/>
        </w:rPr>
      </w:pPr>
      <w:r w:rsidRPr="00E86A72">
        <w:rPr>
          <w:sz w:val="20"/>
          <w:szCs w:val="20"/>
        </w:rPr>
        <w:t>Osoby pověřené obsluhou a údržbou elektrického zařízení musí mít odpovídající kvalifikaci dle vyhl. ČÚBP Č. 50/1978 Sb. Tyto osoby musí prokázat znalost místních provozních a bezpečnostních předpisů, protipožárních opatření, první pomoci při úrazech elektřinou a znalost postupu a způsobu hlášení závad na svěřeném zařízení. Osoby musí být kvalifikované i v souladu s místními předpisy.</w:t>
      </w:r>
    </w:p>
    <w:p w:rsidR="00EA61A4" w:rsidRDefault="00EA61A4" w:rsidP="00E86A72">
      <w:pPr>
        <w:jc w:val="both"/>
        <w:rPr>
          <w:sz w:val="20"/>
          <w:szCs w:val="20"/>
        </w:rPr>
      </w:pPr>
    </w:p>
    <w:p w:rsidR="002E27E8" w:rsidRPr="00BC4C13" w:rsidRDefault="002E27E8" w:rsidP="002E27E8">
      <w:pPr>
        <w:pStyle w:val="Nadpis2"/>
        <w:spacing w:before="0" w:after="0"/>
        <w:jc w:val="center"/>
        <w:rPr>
          <w:rFonts w:ascii="Times New Roman" w:hAnsi="Times New Roman"/>
          <w:i w:val="0"/>
          <w:sz w:val="32"/>
          <w:szCs w:val="32"/>
          <w:u w:val="single"/>
        </w:rPr>
      </w:pPr>
      <w:r>
        <w:rPr>
          <w:rFonts w:ascii="Times New Roman" w:hAnsi="Times New Roman"/>
          <w:i w:val="0"/>
          <w:sz w:val="32"/>
          <w:szCs w:val="32"/>
          <w:u w:val="single"/>
        </w:rPr>
        <w:t>CERTIFIKACE</w:t>
      </w:r>
    </w:p>
    <w:p w:rsidR="002E27E8" w:rsidRPr="008F4E0B" w:rsidRDefault="002E27E8" w:rsidP="002E27E8">
      <w:pPr>
        <w:rPr>
          <w:sz w:val="20"/>
          <w:szCs w:val="20"/>
        </w:rPr>
      </w:pPr>
    </w:p>
    <w:p w:rsidR="002E27E8" w:rsidRDefault="002E27E8" w:rsidP="002E27E8">
      <w:pPr>
        <w:jc w:val="both"/>
        <w:rPr>
          <w:sz w:val="20"/>
          <w:szCs w:val="20"/>
        </w:rPr>
      </w:pPr>
      <w:r>
        <w:rPr>
          <w:sz w:val="20"/>
          <w:szCs w:val="20"/>
        </w:rPr>
        <w:t>V</w:t>
      </w:r>
      <w:r w:rsidRPr="008F4E0B">
        <w:rPr>
          <w:sz w:val="20"/>
          <w:szCs w:val="20"/>
        </w:rPr>
        <w:t>šechny použité výrobky a materiály, které podléhají povinnému schvalování a certifikaci ve smyslu zákona č. 22/97 Sb. o technických požadavcích na výrobky musí být ve smyslu tohoto zákona vybaveny příslušnými certifikačními osvědčeními, zpracovanými autorizovanou zkušebnou. Bez těchto dokumentů nelze provést instalaci těchto výrobků. Předmětné elektrické zařízení sloužící k výrobě elektrické energie a připojení tohoto zařízení neochranné zařízení před účinky atmosférické energie (tj. na vyhrazené elektrické zařízení ve smyslu vyhlášky 20/79 Sb.), jeho montáž a revizi může provádět pouze organizace, která je k tomu oprávněna ve smyslu §3 vyhlášky 20/79 Sb</w:t>
      </w:r>
      <w:r>
        <w:rPr>
          <w:sz w:val="20"/>
          <w:szCs w:val="20"/>
        </w:rPr>
        <w:t>.</w:t>
      </w:r>
    </w:p>
    <w:p w:rsidR="009C3C9F" w:rsidRDefault="009C3C9F" w:rsidP="002E27E8">
      <w:pPr>
        <w:jc w:val="both"/>
        <w:rPr>
          <w:sz w:val="20"/>
          <w:szCs w:val="20"/>
        </w:rPr>
      </w:pPr>
    </w:p>
    <w:p w:rsidR="002E27E8" w:rsidRPr="00BC4C13" w:rsidRDefault="002E27E8" w:rsidP="002E27E8">
      <w:pPr>
        <w:jc w:val="center"/>
        <w:rPr>
          <w:b/>
          <w:bCs/>
          <w:sz w:val="32"/>
          <w:szCs w:val="32"/>
          <w:u w:val="single"/>
        </w:rPr>
      </w:pPr>
      <w:r w:rsidRPr="00BC4C13">
        <w:rPr>
          <w:b/>
          <w:bCs/>
          <w:sz w:val="32"/>
          <w:szCs w:val="32"/>
          <w:u w:val="single"/>
        </w:rPr>
        <w:t>POSOUZENÍ VLIVU NA ŽIVOTNÍ PROSTŘEDÍ</w:t>
      </w:r>
    </w:p>
    <w:p w:rsidR="002E27E8" w:rsidRPr="00BC4C13" w:rsidRDefault="002E27E8" w:rsidP="002E27E8">
      <w:pPr>
        <w:rPr>
          <w:sz w:val="20"/>
          <w:szCs w:val="20"/>
        </w:rPr>
      </w:pPr>
    </w:p>
    <w:p w:rsidR="002E27E8" w:rsidRDefault="002E27E8" w:rsidP="002E27E8">
      <w:pPr>
        <w:jc w:val="both"/>
        <w:rPr>
          <w:sz w:val="20"/>
          <w:szCs w:val="20"/>
        </w:rPr>
      </w:pPr>
      <w:r w:rsidRPr="00E86A72">
        <w:rPr>
          <w:sz w:val="20"/>
          <w:szCs w:val="20"/>
        </w:rPr>
        <w:t>Dotčená stavba nemá negativní vliv na životní prostředí, a proto nemusí být vyjádření o posouzení vlivu na životní prostředí dle zákonu 100/2001 Sb. o posuzování vlivů na životní prostředí (EIA – Environmental Impact Assessment). S odpady vzniklých při provádění stavby bude naloženo dle zákonu 185/2001 Sb. o odpadech.</w:t>
      </w:r>
      <w:r>
        <w:rPr>
          <w:sz w:val="20"/>
          <w:szCs w:val="20"/>
        </w:rPr>
        <w:t xml:space="preserve"> </w:t>
      </w:r>
      <w:r w:rsidRPr="006A0810">
        <w:rPr>
          <w:sz w:val="20"/>
          <w:szCs w:val="20"/>
        </w:rPr>
        <w:t>Vlastní provoz nijak nenaruší životní prostředí. Použití materiály (kabely, ochranné trubky, nosné konstrukce, skříně rozvaděčů a drobný montážní materiál) jsou vůči okolí fyzicky a chemicky neutrální. Po dobu výstavby nedojde k narušení životního prostředí a nebude omezen provoz na přilehlých pozemních komunikacích. Po ukončení výstavby bude staveni</w:t>
      </w:r>
      <w:r>
        <w:rPr>
          <w:sz w:val="20"/>
          <w:szCs w:val="20"/>
        </w:rPr>
        <w:t>ště uvedeno do původního stavu.</w:t>
      </w:r>
    </w:p>
    <w:p w:rsidR="00763ED3" w:rsidRDefault="00763ED3" w:rsidP="00763ED3">
      <w:pPr>
        <w:jc w:val="both"/>
        <w:rPr>
          <w:sz w:val="20"/>
          <w:szCs w:val="20"/>
        </w:rPr>
      </w:pPr>
      <w:r>
        <w:rPr>
          <w:sz w:val="20"/>
          <w:szCs w:val="20"/>
        </w:rPr>
        <w:t>Přebytečná zemina z výkopových prací bude použita v místě stavby.</w:t>
      </w:r>
    </w:p>
    <w:p w:rsidR="009241D7" w:rsidRPr="00E86A72" w:rsidRDefault="009241D7" w:rsidP="002E27E8">
      <w:pPr>
        <w:jc w:val="both"/>
        <w:rPr>
          <w:sz w:val="20"/>
          <w:szCs w:val="20"/>
        </w:rPr>
      </w:pPr>
    </w:p>
    <w:p w:rsidR="00646825" w:rsidRPr="00E86A72" w:rsidRDefault="00646825" w:rsidP="00E86A72">
      <w:pPr>
        <w:jc w:val="center"/>
        <w:rPr>
          <w:b/>
          <w:sz w:val="32"/>
          <w:szCs w:val="32"/>
          <w:u w:val="single"/>
        </w:rPr>
      </w:pPr>
      <w:r w:rsidRPr="00E86A72">
        <w:rPr>
          <w:b/>
          <w:sz w:val="32"/>
          <w:szCs w:val="32"/>
          <w:u w:val="single"/>
        </w:rPr>
        <w:t>PŘEHLED VÝCHOZÍCH PODKLADŮ</w:t>
      </w:r>
    </w:p>
    <w:p w:rsidR="00646825" w:rsidRPr="00E86A72" w:rsidRDefault="00646825" w:rsidP="00E86A72">
      <w:pPr>
        <w:rPr>
          <w:sz w:val="20"/>
          <w:szCs w:val="20"/>
        </w:rPr>
      </w:pPr>
    </w:p>
    <w:p w:rsidR="00646825" w:rsidRPr="00E86A72" w:rsidRDefault="00646825" w:rsidP="00E86A72">
      <w:pPr>
        <w:jc w:val="both"/>
        <w:rPr>
          <w:sz w:val="20"/>
          <w:szCs w:val="20"/>
        </w:rPr>
      </w:pPr>
      <w:r w:rsidRPr="00E86A72">
        <w:rPr>
          <w:sz w:val="20"/>
          <w:szCs w:val="20"/>
        </w:rPr>
        <w:t>Projektová dokumentace je zpracovaná v souladu s předpisy, normami ČSN, EN a katalogy platnými v době jejího zpracování. Rozsah dokumentace je v souladu se smlouvou o dílo. Uváděny jsou pouze nejdůležitější podklady pro zpracování dokumentace.</w:t>
      </w:r>
    </w:p>
    <w:p w:rsidR="00646825" w:rsidRDefault="00646825" w:rsidP="00E86A72">
      <w:pPr>
        <w:jc w:val="both"/>
        <w:rPr>
          <w:sz w:val="20"/>
          <w:szCs w:val="20"/>
        </w:rPr>
      </w:pPr>
    </w:p>
    <w:p w:rsidR="00646E27" w:rsidRPr="005D49FC" w:rsidRDefault="00646E27" w:rsidP="00646E27">
      <w:pPr>
        <w:jc w:val="both"/>
        <w:rPr>
          <w:sz w:val="20"/>
          <w:szCs w:val="20"/>
        </w:rPr>
      </w:pPr>
      <w:r w:rsidRPr="005D49FC">
        <w:rPr>
          <w:sz w:val="20"/>
          <w:szCs w:val="20"/>
        </w:rPr>
        <w:t>Zákon č</w:t>
      </w:r>
      <w:r>
        <w:rPr>
          <w:sz w:val="20"/>
          <w:szCs w:val="20"/>
        </w:rPr>
        <w:t>.</w:t>
      </w:r>
      <w:r w:rsidRPr="005D49FC">
        <w:rPr>
          <w:sz w:val="20"/>
          <w:szCs w:val="20"/>
        </w:rPr>
        <w:t xml:space="preserve"> </w:t>
      </w:r>
      <w:r w:rsidRPr="005D49FC">
        <w:rPr>
          <w:b/>
          <w:sz w:val="20"/>
          <w:szCs w:val="20"/>
        </w:rPr>
        <w:t>183/2006 Sb.</w:t>
      </w:r>
      <w:r>
        <w:rPr>
          <w:b/>
          <w:sz w:val="20"/>
          <w:szCs w:val="20"/>
        </w:rPr>
        <w:t>,</w:t>
      </w:r>
      <w:r w:rsidRPr="005D49FC">
        <w:rPr>
          <w:sz w:val="20"/>
          <w:szCs w:val="20"/>
        </w:rPr>
        <w:t xml:space="preserve"> o územním plánování a stavebním řádu (stavební zákon), ve znění pozdějších předpisů</w:t>
      </w:r>
    </w:p>
    <w:p w:rsidR="00646E27" w:rsidRPr="005D49FC" w:rsidRDefault="00646E27" w:rsidP="00646E27">
      <w:pPr>
        <w:jc w:val="both"/>
        <w:rPr>
          <w:sz w:val="20"/>
          <w:szCs w:val="20"/>
        </w:rPr>
      </w:pPr>
      <w:r w:rsidRPr="005D49FC">
        <w:rPr>
          <w:sz w:val="20"/>
          <w:szCs w:val="20"/>
        </w:rPr>
        <w:t>Zákon č.</w:t>
      </w:r>
      <w:r>
        <w:rPr>
          <w:sz w:val="20"/>
          <w:szCs w:val="20"/>
        </w:rPr>
        <w:t xml:space="preserve"> </w:t>
      </w:r>
      <w:r w:rsidRPr="005D49FC">
        <w:rPr>
          <w:b/>
          <w:sz w:val="20"/>
          <w:szCs w:val="20"/>
        </w:rPr>
        <w:t>458/2000 Sb</w:t>
      </w:r>
      <w:r w:rsidRPr="005D49FC">
        <w:rPr>
          <w:sz w:val="20"/>
          <w:szCs w:val="20"/>
        </w:rPr>
        <w:t>. o podmínkách podnikání a výkonu státní správy v energetických odvětví (energetický zákon) ve znění pozdějších předpisů</w:t>
      </w:r>
    </w:p>
    <w:p w:rsidR="00646E27" w:rsidRPr="005D49FC" w:rsidRDefault="00646E27" w:rsidP="00646E27">
      <w:pPr>
        <w:jc w:val="both"/>
        <w:rPr>
          <w:sz w:val="20"/>
          <w:szCs w:val="20"/>
        </w:rPr>
      </w:pPr>
      <w:r w:rsidRPr="005D49FC">
        <w:rPr>
          <w:sz w:val="20"/>
          <w:szCs w:val="20"/>
        </w:rPr>
        <w:t>Vyhláška č</w:t>
      </w:r>
      <w:r w:rsidRPr="005D49FC">
        <w:rPr>
          <w:b/>
          <w:sz w:val="20"/>
          <w:szCs w:val="20"/>
        </w:rPr>
        <w:t>. 268/2009 Sb.</w:t>
      </w:r>
      <w:r w:rsidRPr="005D49FC">
        <w:rPr>
          <w:sz w:val="20"/>
          <w:szCs w:val="20"/>
        </w:rPr>
        <w:t xml:space="preserve"> o technických požadavcích na stavby, ve znění pozdějších předpisů</w:t>
      </w:r>
    </w:p>
    <w:p w:rsidR="00646E27" w:rsidRPr="0048598E" w:rsidRDefault="00646E27" w:rsidP="00646E27">
      <w:pPr>
        <w:jc w:val="both"/>
        <w:rPr>
          <w:sz w:val="20"/>
          <w:szCs w:val="20"/>
        </w:rPr>
      </w:pPr>
      <w:r w:rsidRPr="0048598E">
        <w:rPr>
          <w:sz w:val="20"/>
          <w:szCs w:val="20"/>
        </w:rPr>
        <w:t xml:space="preserve">Vyhláška č. </w:t>
      </w:r>
      <w:r w:rsidRPr="0048598E">
        <w:rPr>
          <w:b/>
          <w:sz w:val="20"/>
          <w:szCs w:val="20"/>
        </w:rPr>
        <w:t>23/2008 Sb.</w:t>
      </w:r>
      <w:r w:rsidRPr="0048598E">
        <w:rPr>
          <w:sz w:val="20"/>
          <w:szCs w:val="20"/>
        </w:rPr>
        <w:t xml:space="preserve"> o technických podmínkách požární ochrany staveb, ve znění pozdějších předpisů</w:t>
      </w:r>
    </w:p>
    <w:p w:rsidR="00646E27" w:rsidRPr="005D49FC" w:rsidRDefault="00646E27" w:rsidP="00646E27">
      <w:pPr>
        <w:jc w:val="both"/>
        <w:rPr>
          <w:sz w:val="20"/>
          <w:szCs w:val="20"/>
        </w:rPr>
      </w:pPr>
      <w:r w:rsidRPr="005D49FC">
        <w:rPr>
          <w:sz w:val="20"/>
          <w:szCs w:val="20"/>
        </w:rPr>
        <w:lastRenderedPageBreak/>
        <w:t>Vyhláška č.</w:t>
      </w:r>
      <w:r w:rsidRPr="005D49FC">
        <w:rPr>
          <w:b/>
          <w:sz w:val="20"/>
          <w:szCs w:val="20"/>
        </w:rPr>
        <w:t>246/2001 Sb.</w:t>
      </w:r>
      <w:r w:rsidRPr="005D49FC">
        <w:rPr>
          <w:sz w:val="20"/>
          <w:szCs w:val="20"/>
        </w:rPr>
        <w:t xml:space="preserve"> o stanovení podmínek požární bezpečnosti a výkonu státního požárního dozoru (o požární prevenci), ve znění pozdějších předpisů</w:t>
      </w:r>
    </w:p>
    <w:p w:rsidR="00646E27" w:rsidRPr="005D49FC" w:rsidRDefault="00646E27" w:rsidP="00646E27">
      <w:pPr>
        <w:jc w:val="both"/>
        <w:rPr>
          <w:sz w:val="20"/>
          <w:szCs w:val="20"/>
        </w:rPr>
      </w:pPr>
      <w:r w:rsidRPr="005D49FC">
        <w:rPr>
          <w:sz w:val="20"/>
          <w:szCs w:val="20"/>
        </w:rPr>
        <w:t>Vyhláška č</w:t>
      </w:r>
      <w:r w:rsidRPr="005D49FC">
        <w:rPr>
          <w:b/>
          <w:sz w:val="20"/>
          <w:szCs w:val="20"/>
        </w:rPr>
        <w:t>.</w:t>
      </w:r>
      <w:r w:rsidRPr="005D49FC">
        <w:rPr>
          <w:sz w:val="20"/>
          <w:szCs w:val="20"/>
        </w:rPr>
        <w:t xml:space="preserve"> </w:t>
      </w:r>
      <w:r w:rsidRPr="005D49FC">
        <w:rPr>
          <w:b/>
          <w:sz w:val="20"/>
          <w:szCs w:val="20"/>
        </w:rPr>
        <w:t>499/2006 Sb.</w:t>
      </w:r>
      <w:r w:rsidRPr="005D49FC">
        <w:rPr>
          <w:sz w:val="20"/>
          <w:szCs w:val="20"/>
        </w:rPr>
        <w:t xml:space="preserve"> o dokumentaci staveb, ve znění pozdějších předpisů</w:t>
      </w:r>
    </w:p>
    <w:p w:rsidR="00646E27" w:rsidRPr="005D49FC" w:rsidRDefault="00646E27" w:rsidP="00646E27">
      <w:pPr>
        <w:jc w:val="both"/>
        <w:rPr>
          <w:sz w:val="20"/>
          <w:szCs w:val="20"/>
        </w:rPr>
      </w:pPr>
      <w:r w:rsidRPr="005D49FC">
        <w:rPr>
          <w:sz w:val="20"/>
          <w:szCs w:val="20"/>
        </w:rPr>
        <w:t xml:space="preserve">Vyhláška č. </w:t>
      </w:r>
      <w:r w:rsidRPr="005D49FC">
        <w:rPr>
          <w:b/>
          <w:sz w:val="20"/>
          <w:szCs w:val="20"/>
        </w:rPr>
        <w:t>50/1978 Sb.</w:t>
      </w:r>
      <w:r>
        <w:rPr>
          <w:sz w:val="20"/>
          <w:szCs w:val="20"/>
        </w:rPr>
        <w:t xml:space="preserve"> o o</w:t>
      </w:r>
      <w:r w:rsidRPr="005D49FC">
        <w:rPr>
          <w:sz w:val="20"/>
          <w:szCs w:val="20"/>
        </w:rPr>
        <w:t>dborné způsobilosti v elektrotechnice</w:t>
      </w:r>
    </w:p>
    <w:p w:rsidR="00646E27" w:rsidRPr="005D49FC" w:rsidRDefault="00646E27" w:rsidP="00646E27">
      <w:pPr>
        <w:jc w:val="both"/>
        <w:rPr>
          <w:sz w:val="20"/>
          <w:szCs w:val="20"/>
        </w:rPr>
      </w:pPr>
      <w:r w:rsidRPr="005D49FC">
        <w:rPr>
          <w:sz w:val="20"/>
          <w:szCs w:val="20"/>
        </w:rPr>
        <w:t xml:space="preserve">Vyhláška č. </w:t>
      </w:r>
      <w:r w:rsidRPr="005D49FC">
        <w:rPr>
          <w:b/>
          <w:sz w:val="20"/>
          <w:szCs w:val="20"/>
        </w:rPr>
        <w:t>100/1995 Sb.</w:t>
      </w:r>
      <w:r w:rsidRPr="005D49FC">
        <w:rPr>
          <w:sz w:val="20"/>
          <w:szCs w:val="20"/>
        </w:rPr>
        <w:t xml:space="preserve"> kterou se stanoví podmínky pro provoz, konstrukci a výrobu určených technických zařízení a jejich konkretizace (Řád určených technických zařízení)</w:t>
      </w:r>
    </w:p>
    <w:p w:rsidR="00646E27" w:rsidRPr="005D49FC" w:rsidRDefault="00646E27" w:rsidP="00646E27">
      <w:pPr>
        <w:jc w:val="both"/>
        <w:rPr>
          <w:sz w:val="20"/>
          <w:szCs w:val="20"/>
        </w:rPr>
      </w:pPr>
      <w:r w:rsidRPr="005D49FC">
        <w:rPr>
          <w:sz w:val="20"/>
          <w:szCs w:val="20"/>
        </w:rPr>
        <w:t xml:space="preserve">Vyhláška č. </w:t>
      </w:r>
      <w:r w:rsidRPr="005D49FC">
        <w:rPr>
          <w:b/>
          <w:sz w:val="20"/>
          <w:szCs w:val="20"/>
        </w:rPr>
        <w:t>20/1979 Sb.</w:t>
      </w:r>
      <w:r w:rsidRPr="005D49FC">
        <w:rPr>
          <w:sz w:val="20"/>
          <w:szCs w:val="20"/>
        </w:rPr>
        <w:t xml:space="preserve"> kterou se určují vyhrazená elektrická zařízení a stanoví některé podmínky k zajištění jejich bezpečnosti</w:t>
      </w:r>
    </w:p>
    <w:p w:rsidR="00646E27" w:rsidRPr="005D49FC" w:rsidRDefault="00646E27" w:rsidP="00646E27">
      <w:pPr>
        <w:jc w:val="both"/>
        <w:rPr>
          <w:bCs/>
          <w:sz w:val="20"/>
          <w:szCs w:val="20"/>
        </w:rPr>
      </w:pPr>
      <w:r w:rsidRPr="005D49FC">
        <w:rPr>
          <w:sz w:val="20"/>
          <w:szCs w:val="20"/>
        </w:rPr>
        <w:t xml:space="preserve">Vyhláška č. </w:t>
      </w:r>
      <w:r w:rsidRPr="005D49FC">
        <w:rPr>
          <w:b/>
          <w:sz w:val="20"/>
          <w:szCs w:val="20"/>
        </w:rPr>
        <w:t>601/2006 Sb.</w:t>
      </w:r>
      <w:r w:rsidRPr="005D49FC">
        <w:rPr>
          <w:sz w:val="20"/>
          <w:szCs w:val="20"/>
        </w:rPr>
        <w:t xml:space="preserve"> </w:t>
      </w:r>
      <w:r w:rsidRPr="005D49FC">
        <w:rPr>
          <w:bCs/>
          <w:sz w:val="20"/>
          <w:szCs w:val="20"/>
        </w:rPr>
        <w:t xml:space="preserve">kterou se zrušuje vyhláška Českého úřadu bezpečnosti práce a Českého báňského úřadu č. </w:t>
      </w:r>
      <w:hyperlink r:id="rId10" w:history="1">
        <w:r w:rsidRPr="005D49FC">
          <w:rPr>
            <w:b/>
            <w:bCs/>
            <w:sz w:val="20"/>
            <w:szCs w:val="20"/>
          </w:rPr>
          <w:t>324/1990 Sb.</w:t>
        </w:r>
      </w:hyperlink>
      <w:r w:rsidRPr="005D49FC">
        <w:rPr>
          <w:bCs/>
          <w:sz w:val="20"/>
          <w:szCs w:val="20"/>
        </w:rPr>
        <w:t xml:space="preserve">, o bezpečnosti práce a technických zařízení při stavebních pracích, ve znění vyhlášky č. </w:t>
      </w:r>
      <w:hyperlink r:id="rId11" w:history="1">
        <w:r w:rsidRPr="005D49FC">
          <w:rPr>
            <w:bCs/>
            <w:sz w:val="20"/>
            <w:szCs w:val="20"/>
          </w:rPr>
          <w:t>363/2005 Sb.</w:t>
        </w:r>
      </w:hyperlink>
      <w:r w:rsidRPr="005D49FC">
        <w:rPr>
          <w:bCs/>
          <w:sz w:val="20"/>
          <w:szCs w:val="20"/>
        </w:rPr>
        <w:t xml:space="preserve">, a vyhláška č. </w:t>
      </w:r>
      <w:hyperlink r:id="rId12" w:history="1">
        <w:r w:rsidRPr="005D49FC">
          <w:rPr>
            <w:bCs/>
            <w:sz w:val="20"/>
            <w:szCs w:val="20"/>
          </w:rPr>
          <w:t>363/2005 Sb.</w:t>
        </w:r>
      </w:hyperlink>
      <w:r w:rsidRPr="005D49FC">
        <w:rPr>
          <w:bCs/>
          <w:sz w:val="20"/>
          <w:szCs w:val="20"/>
        </w:rPr>
        <w:t xml:space="preserve">, kterou se mění vyhláška Českého úřadu bezpečnosti práce a Českého báňského úřadu č. </w:t>
      </w:r>
      <w:hyperlink r:id="rId13" w:history="1">
        <w:r w:rsidRPr="005D49FC">
          <w:rPr>
            <w:bCs/>
            <w:sz w:val="20"/>
            <w:szCs w:val="20"/>
          </w:rPr>
          <w:t>324/1990 Sb.</w:t>
        </w:r>
      </w:hyperlink>
      <w:r w:rsidRPr="005D49FC">
        <w:rPr>
          <w:bCs/>
          <w:sz w:val="20"/>
          <w:szCs w:val="20"/>
        </w:rPr>
        <w:t>,</w:t>
      </w:r>
      <w:r>
        <w:rPr>
          <w:bCs/>
          <w:sz w:val="20"/>
          <w:szCs w:val="20"/>
        </w:rPr>
        <w:t xml:space="preserve"> </w:t>
      </w:r>
      <w:r w:rsidRPr="005D49FC">
        <w:rPr>
          <w:bCs/>
          <w:sz w:val="20"/>
          <w:szCs w:val="20"/>
        </w:rPr>
        <w:t>o bezpečnosti práce a technických zařízení při stavebních pracích</w:t>
      </w:r>
    </w:p>
    <w:p w:rsidR="00646E27" w:rsidRPr="005D49FC" w:rsidRDefault="00646E27" w:rsidP="00646E27">
      <w:pPr>
        <w:jc w:val="both"/>
        <w:rPr>
          <w:bCs/>
          <w:sz w:val="20"/>
          <w:szCs w:val="20"/>
        </w:rPr>
      </w:pPr>
      <w:r w:rsidRPr="005D49FC">
        <w:rPr>
          <w:bCs/>
          <w:sz w:val="20"/>
          <w:szCs w:val="20"/>
        </w:rPr>
        <w:t xml:space="preserve">Vyhláška č. </w:t>
      </w:r>
      <w:r w:rsidRPr="005D49FC">
        <w:rPr>
          <w:b/>
          <w:bCs/>
          <w:sz w:val="20"/>
          <w:szCs w:val="20"/>
        </w:rPr>
        <w:t>48/1982 Sb.</w:t>
      </w:r>
      <w:r w:rsidRPr="005D49FC">
        <w:rPr>
          <w:bCs/>
          <w:sz w:val="20"/>
          <w:szCs w:val="20"/>
        </w:rPr>
        <w:t xml:space="preserve"> kterou se stanoví základní požadavky k zajištění bezpečnosti práce na technických zařízení</w:t>
      </w:r>
    </w:p>
    <w:p w:rsidR="00646E27" w:rsidRPr="005D49FC" w:rsidRDefault="00646E27" w:rsidP="00646E27">
      <w:pPr>
        <w:jc w:val="both"/>
        <w:rPr>
          <w:sz w:val="20"/>
          <w:szCs w:val="20"/>
        </w:rPr>
      </w:pPr>
      <w:r w:rsidRPr="005D49FC">
        <w:rPr>
          <w:sz w:val="20"/>
          <w:szCs w:val="20"/>
        </w:rPr>
        <w:t>Zákon č</w:t>
      </w:r>
      <w:r w:rsidRPr="005D49FC">
        <w:rPr>
          <w:b/>
          <w:sz w:val="20"/>
          <w:szCs w:val="20"/>
        </w:rPr>
        <w:t>. 127/2005 Sb.</w:t>
      </w:r>
      <w:r w:rsidRPr="005D49FC">
        <w:rPr>
          <w:sz w:val="20"/>
          <w:szCs w:val="20"/>
        </w:rPr>
        <w:t xml:space="preserve"> o elektronických komunikacích a o změně některých souvisejících zákonů (zákon o elektronických komunikacích)</w:t>
      </w:r>
    </w:p>
    <w:p w:rsidR="00646E27" w:rsidRPr="005D49FC" w:rsidRDefault="00646E27" w:rsidP="00646E27">
      <w:pPr>
        <w:jc w:val="both"/>
        <w:rPr>
          <w:sz w:val="20"/>
          <w:szCs w:val="20"/>
        </w:rPr>
      </w:pPr>
      <w:r w:rsidRPr="005D49FC">
        <w:rPr>
          <w:sz w:val="20"/>
          <w:szCs w:val="20"/>
        </w:rPr>
        <w:t xml:space="preserve">Nařízení vlády č. </w:t>
      </w:r>
      <w:r w:rsidRPr="005D49FC">
        <w:rPr>
          <w:b/>
          <w:sz w:val="20"/>
          <w:szCs w:val="20"/>
        </w:rPr>
        <w:t>591/2006 Sb</w:t>
      </w:r>
      <w:r w:rsidRPr="005D49FC">
        <w:rPr>
          <w:sz w:val="20"/>
          <w:szCs w:val="20"/>
        </w:rPr>
        <w:t>. o bližších minimálních požadavcích na bezpečnost a ochranu zdraví při práci na staveništích</w:t>
      </w:r>
    </w:p>
    <w:p w:rsidR="00646E27" w:rsidRPr="005D49FC" w:rsidRDefault="00646E27" w:rsidP="00646E27">
      <w:pPr>
        <w:jc w:val="both"/>
        <w:rPr>
          <w:sz w:val="20"/>
          <w:szCs w:val="20"/>
        </w:rPr>
      </w:pPr>
      <w:r w:rsidRPr="005D49FC">
        <w:rPr>
          <w:sz w:val="20"/>
          <w:szCs w:val="20"/>
        </w:rPr>
        <w:t>Nařízení vlády č.</w:t>
      </w:r>
      <w:r w:rsidRPr="005D49FC">
        <w:rPr>
          <w:b/>
          <w:sz w:val="20"/>
          <w:szCs w:val="20"/>
        </w:rPr>
        <w:t>11/2002 Sb</w:t>
      </w:r>
      <w:r w:rsidRPr="005D49FC">
        <w:rPr>
          <w:sz w:val="20"/>
          <w:szCs w:val="20"/>
        </w:rPr>
        <w:t>. kterým se stanový vzhled a umístnění bezpečnostních značek a zavedení signálů, ve znění pozdějších předpisů</w:t>
      </w:r>
    </w:p>
    <w:p w:rsidR="00646E27" w:rsidRPr="005D49FC" w:rsidRDefault="00646E27" w:rsidP="00646E27">
      <w:pPr>
        <w:jc w:val="both"/>
        <w:rPr>
          <w:sz w:val="20"/>
          <w:szCs w:val="20"/>
        </w:rPr>
      </w:pPr>
      <w:r w:rsidRPr="005D49FC">
        <w:rPr>
          <w:sz w:val="20"/>
          <w:szCs w:val="20"/>
        </w:rPr>
        <w:t xml:space="preserve">Vyhláška č. </w:t>
      </w:r>
      <w:r w:rsidRPr="005D49FC">
        <w:rPr>
          <w:b/>
          <w:sz w:val="20"/>
          <w:szCs w:val="20"/>
        </w:rPr>
        <w:t>398/2009 Sb</w:t>
      </w:r>
      <w:r w:rsidRPr="005D49FC">
        <w:rPr>
          <w:sz w:val="20"/>
          <w:szCs w:val="20"/>
        </w:rPr>
        <w:t>. o obecných technických požadavcích zabezpečujících bezbariérové užívání staveb</w:t>
      </w:r>
    </w:p>
    <w:p w:rsidR="00646E27" w:rsidRPr="005D49FC" w:rsidRDefault="00646E27" w:rsidP="00646E27">
      <w:pPr>
        <w:jc w:val="both"/>
        <w:rPr>
          <w:sz w:val="20"/>
          <w:szCs w:val="20"/>
        </w:rPr>
      </w:pPr>
      <w:r w:rsidRPr="005D49FC">
        <w:rPr>
          <w:sz w:val="20"/>
          <w:szCs w:val="20"/>
        </w:rPr>
        <w:t>Zákon č.</w:t>
      </w:r>
      <w:r>
        <w:rPr>
          <w:sz w:val="20"/>
          <w:szCs w:val="20"/>
        </w:rPr>
        <w:t xml:space="preserve"> </w:t>
      </w:r>
      <w:r>
        <w:rPr>
          <w:b/>
          <w:sz w:val="20"/>
          <w:szCs w:val="20"/>
        </w:rPr>
        <w:t>22/1997 Sb</w:t>
      </w:r>
      <w:r w:rsidRPr="005D49FC">
        <w:rPr>
          <w:sz w:val="20"/>
          <w:szCs w:val="20"/>
        </w:rPr>
        <w:t>., o technických požadavcích na výrobky, ve znění pozdějších předpisů</w:t>
      </w:r>
    </w:p>
    <w:p w:rsidR="00646E27" w:rsidRDefault="00646E27" w:rsidP="00646E27">
      <w:pPr>
        <w:jc w:val="both"/>
        <w:rPr>
          <w:color w:val="000000"/>
          <w:sz w:val="20"/>
          <w:szCs w:val="20"/>
        </w:rPr>
      </w:pPr>
      <w:r w:rsidRPr="005D49FC">
        <w:rPr>
          <w:color w:val="000000"/>
          <w:sz w:val="20"/>
          <w:szCs w:val="20"/>
        </w:rPr>
        <w:t>Nařízení vlády č.</w:t>
      </w:r>
      <w:r w:rsidRPr="005D49FC">
        <w:rPr>
          <w:b/>
          <w:color w:val="000000"/>
          <w:sz w:val="20"/>
          <w:szCs w:val="20"/>
        </w:rPr>
        <w:t>361/2007 Sb.</w:t>
      </w:r>
      <w:r w:rsidRPr="005D49FC">
        <w:rPr>
          <w:color w:val="000000"/>
          <w:sz w:val="20"/>
          <w:szCs w:val="20"/>
        </w:rPr>
        <w:t>, kterým se stanoví podmínky ochrany zdraví při práci</w:t>
      </w:r>
    </w:p>
    <w:p w:rsidR="00646E27" w:rsidRPr="000112AC" w:rsidRDefault="00646E27" w:rsidP="00646E27">
      <w:pPr>
        <w:jc w:val="both"/>
        <w:rPr>
          <w:color w:val="000000"/>
          <w:sz w:val="20"/>
          <w:szCs w:val="20"/>
        </w:rPr>
      </w:pPr>
      <w:r>
        <w:rPr>
          <w:bCs/>
          <w:sz w:val="20"/>
          <w:szCs w:val="20"/>
        </w:rPr>
        <w:t xml:space="preserve">Nařízení vlády č. </w:t>
      </w:r>
      <w:r w:rsidRPr="000012F4">
        <w:rPr>
          <w:b/>
          <w:bCs/>
          <w:sz w:val="20"/>
          <w:szCs w:val="20"/>
        </w:rPr>
        <w:t>101/2005 Sb</w:t>
      </w:r>
      <w:r>
        <w:rPr>
          <w:bCs/>
          <w:sz w:val="20"/>
          <w:szCs w:val="20"/>
        </w:rPr>
        <w:t>., o podrobnějších požadavcích na pracoviště a pracovní prostředí (§3 čl.4)</w:t>
      </w:r>
    </w:p>
    <w:p w:rsidR="00646E27" w:rsidRPr="005D49FC" w:rsidRDefault="00646E27" w:rsidP="00646E27">
      <w:pPr>
        <w:jc w:val="both"/>
        <w:rPr>
          <w:sz w:val="20"/>
          <w:szCs w:val="20"/>
        </w:rPr>
      </w:pPr>
    </w:p>
    <w:p w:rsidR="009C3C9F" w:rsidRPr="005D49FC" w:rsidRDefault="009C3C9F" w:rsidP="009C3C9F">
      <w:pPr>
        <w:jc w:val="both"/>
        <w:rPr>
          <w:sz w:val="20"/>
          <w:szCs w:val="20"/>
        </w:rPr>
      </w:pPr>
      <w:r w:rsidRPr="005D49FC">
        <w:rPr>
          <w:sz w:val="20"/>
          <w:szCs w:val="20"/>
        </w:rPr>
        <w:t>Státní technické normy:</w:t>
      </w:r>
    </w:p>
    <w:p w:rsidR="009C3C9F" w:rsidRPr="005D49FC" w:rsidRDefault="009C3C9F" w:rsidP="009C3C9F">
      <w:pPr>
        <w:jc w:val="both"/>
        <w:rPr>
          <w:sz w:val="20"/>
          <w:szCs w:val="20"/>
        </w:rPr>
      </w:pPr>
      <w:r w:rsidRPr="005D49FC">
        <w:rPr>
          <w:b/>
          <w:sz w:val="20"/>
          <w:szCs w:val="20"/>
        </w:rPr>
        <w:t>ČSN EN 13460</w:t>
      </w:r>
      <w:r w:rsidRPr="005D49FC">
        <w:rPr>
          <w:sz w:val="20"/>
          <w:szCs w:val="20"/>
        </w:rPr>
        <w:t xml:space="preserve"> Údržba - Dokumentace pro údržbu</w:t>
      </w:r>
    </w:p>
    <w:p w:rsidR="009C3C9F" w:rsidRPr="005D49FC" w:rsidRDefault="009C3C9F" w:rsidP="009C3C9F">
      <w:pPr>
        <w:jc w:val="both"/>
        <w:rPr>
          <w:sz w:val="20"/>
          <w:szCs w:val="20"/>
        </w:rPr>
      </w:pPr>
      <w:r w:rsidRPr="005D49FC">
        <w:rPr>
          <w:b/>
          <w:sz w:val="20"/>
          <w:szCs w:val="20"/>
        </w:rPr>
        <w:t>ČSN 33 0165</w:t>
      </w:r>
      <w:r>
        <w:rPr>
          <w:b/>
          <w:sz w:val="20"/>
          <w:szCs w:val="20"/>
        </w:rPr>
        <w:t xml:space="preserve"> ed.2</w:t>
      </w:r>
      <w:r w:rsidRPr="005D49FC">
        <w:rPr>
          <w:sz w:val="20"/>
          <w:szCs w:val="20"/>
        </w:rPr>
        <w:t xml:space="preserve"> </w:t>
      </w:r>
      <w:r w:rsidRPr="007C6482">
        <w:rPr>
          <w:sz w:val="20"/>
          <w:szCs w:val="20"/>
        </w:rPr>
        <w:t>Značení vodičů barvami a nebo číslicemi - Prováděcí ustanovení</w:t>
      </w:r>
    </w:p>
    <w:p w:rsidR="009C3C9F" w:rsidRPr="005D49FC" w:rsidRDefault="009C3C9F" w:rsidP="009C3C9F">
      <w:pPr>
        <w:jc w:val="both"/>
        <w:rPr>
          <w:sz w:val="20"/>
          <w:szCs w:val="20"/>
        </w:rPr>
      </w:pPr>
      <w:r w:rsidRPr="005D49FC">
        <w:rPr>
          <w:b/>
          <w:sz w:val="20"/>
          <w:szCs w:val="20"/>
        </w:rPr>
        <w:t>ČSN EN 60073 ed.2</w:t>
      </w:r>
      <w:r w:rsidRPr="005D49FC">
        <w:rPr>
          <w:sz w:val="20"/>
          <w:szCs w:val="20"/>
        </w:rPr>
        <w:t xml:space="preserve"> Základní a bezpečnostní zásady pro rozhraní člověk-stroj, značení a identifikaci – Zásady kódování sdělovačů a ovládačů</w:t>
      </w:r>
    </w:p>
    <w:p w:rsidR="009C3C9F" w:rsidRPr="005D49FC" w:rsidRDefault="009C3C9F" w:rsidP="009C3C9F">
      <w:pPr>
        <w:jc w:val="both"/>
        <w:rPr>
          <w:sz w:val="20"/>
          <w:szCs w:val="20"/>
        </w:rPr>
      </w:pPr>
      <w:r w:rsidRPr="005D49FC">
        <w:rPr>
          <w:b/>
          <w:sz w:val="20"/>
          <w:szCs w:val="20"/>
        </w:rPr>
        <w:t>ČSN EN 60529</w:t>
      </w:r>
      <w:r w:rsidRPr="005D49FC">
        <w:rPr>
          <w:sz w:val="20"/>
          <w:szCs w:val="20"/>
        </w:rPr>
        <w:t xml:space="preserve"> Stupně ochrany krytem (krytí – IP kód)</w:t>
      </w:r>
    </w:p>
    <w:p w:rsidR="009C3C9F" w:rsidRPr="005D49FC" w:rsidRDefault="009C3C9F" w:rsidP="009C3C9F">
      <w:pPr>
        <w:jc w:val="both"/>
        <w:rPr>
          <w:sz w:val="20"/>
          <w:szCs w:val="20"/>
        </w:rPr>
      </w:pPr>
      <w:r w:rsidRPr="005D49FC">
        <w:rPr>
          <w:b/>
          <w:sz w:val="20"/>
          <w:szCs w:val="20"/>
        </w:rPr>
        <w:t>ČSN EN 61140 ed.2</w:t>
      </w:r>
      <w:r w:rsidRPr="005D49FC">
        <w:rPr>
          <w:sz w:val="20"/>
          <w:szCs w:val="20"/>
        </w:rPr>
        <w:t xml:space="preserve"> Ochrana před úrazem elektrickým proudem – Společná hlediska pro instalaci a zařízení</w:t>
      </w:r>
    </w:p>
    <w:p w:rsidR="009C3C9F" w:rsidRPr="005D49FC" w:rsidRDefault="009C3C9F" w:rsidP="009C3C9F">
      <w:pPr>
        <w:jc w:val="both"/>
        <w:rPr>
          <w:sz w:val="20"/>
          <w:szCs w:val="20"/>
        </w:rPr>
      </w:pPr>
      <w:r w:rsidRPr="005D49FC">
        <w:rPr>
          <w:b/>
          <w:sz w:val="20"/>
          <w:szCs w:val="20"/>
        </w:rPr>
        <w:t>ČSN 33 1310 ed.2</w:t>
      </w:r>
      <w:r w:rsidRPr="005D49FC">
        <w:rPr>
          <w:sz w:val="20"/>
          <w:szCs w:val="20"/>
        </w:rPr>
        <w:t xml:space="preserve"> Bezpečnostní požadavky na elektrické instalace a spotřebiče určené k užívání osobami bez elektrotechnické kvalifikace</w:t>
      </w:r>
    </w:p>
    <w:p w:rsidR="009C3C9F" w:rsidRPr="005D49FC" w:rsidRDefault="009C3C9F" w:rsidP="009C3C9F">
      <w:pPr>
        <w:jc w:val="both"/>
        <w:rPr>
          <w:sz w:val="20"/>
          <w:szCs w:val="20"/>
        </w:rPr>
      </w:pPr>
      <w:r w:rsidRPr="005D49FC">
        <w:rPr>
          <w:b/>
          <w:sz w:val="20"/>
          <w:szCs w:val="20"/>
        </w:rPr>
        <w:t>ČSN 33 1500</w:t>
      </w:r>
      <w:r w:rsidRPr="005D49FC">
        <w:rPr>
          <w:sz w:val="20"/>
          <w:szCs w:val="20"/>
        </w:rPr>
        <w:t xml:space="preserve"> Elektrotechnické předpisy. Revize elektrických zařízení</w:t>
      </w:r>
    </w:p>
    <w:p w:rsidR="009C3C9F" w:rsidRPr="005D49FC" w:rsidRDefault="009C3C9F" w:rsidP="009C3C9F">
      <w:pPr>
        <w:jc w:val="both"/>
        <w:rPr>
          <w:sz w:val="20"/>
          <w:szCs w:val="20"/>
        </w:rPr>
      </w:pPr>
      <w:r w:rsidRPr="005D49FC">
        <w:rPr>
          <w:b/>
          <w:sz w:val="20"/>
          <w:szCs w:val="20"/>
        </w:rPr>
        <w:t>ČSN 33 2000-1 ed.2</w:t>
      </w:r>
      <w:r w:rsidRPr="005D49FC">
        <w:rPr>
          <w:sz w:val="20"/>
          <w:szCs w:val="20"/>
        </w:rPr>
        <w:t xml:space="preserve"> Elektrické instalace nízkého napětí – Část 1: Základní hlediska, stanovení základních charakteristik, definice</w:t>
      </w:r>
    </w:p>
    <w:p w:rsidR="009C3C9F" w:rsidRPr="005D49FC" w:rsidRDefault="009C3C9F" w:rsidP="009C3C9F">
      <w:pPr>
        <w:jc w:val="both"/>
        <w:rPr>
          <w:sz w:val="20"/>
          <w:szCs w:val="20"/>
        </w:rPr>
      </w:pPr>
      <w:r w:rsidRPr="005D49FC">
        <w:rPr>
          <w:b/>
          <w:sz w:val="20"/>
          <w:szCs w:val="20"/>
        </w:rPr>
        <w:t>ČSN 33 2000-4–41 ed.2</w:t>
      </w:r>
      <w:r w:rsidRPr="005D49FC">
        <w:rPr>
          <w:sz w:val="20"/>
          <w:szCs w:val="20"/>
        </w:rPr>
        <w:t xml:space="preserve"> Elektrické instalace nízkého napětí – Část 4–41: Ochranná opatření pro zajištění bezpečnosti – Ochrana před úrazem elektrickým proudem</w:t>
      </w:r>
    </w:p>
    <w:p w:rsidR="009C3C9F" w:rsidRPr="005D49FC" w:rsidRDefault="009C3C9F" w:rsidP="009C3C9F">
      <w:pPr>
        <w:jc w:val="both"/>
        <w:rPr>
          <w:sz w:val="20"/>
          <w:szCs w:val="20"/>
        </w:rPr>
      </w:pPr>
      <w:r w:rsidRPr="005D49FC">
        <w:rPr>
          <w:b/>
          <w:sz w:val="20"/>
          <w:szCs w:val="20"/>
        </w:rPr>
        <w:t>ČSN 33 2000-4–42 ed.2</w:t>
      </w:r>
      <w:r w:rsidRPr="005D49FC">
        <w:rPr>
          <w:sz w:val="20"/>
          <w:szCs w:val="20"/>
        </w:rPr>
        <w:t xml:space="preserve"> Elektrické instalace nízkého napětí - Část 4-42: Bezpečnost - Ochrana před účinky tepla</w:t>
      </w:r>
    </w:p>
    <w:p w:rsidR="009C3C9F" w:rsidRPr="005D49FC" w:rsidRDefault="009C3C9F" w:rsidP="009C3C9F">
      <w:pPr>
        <w:jc w:val="both"/>
        <w:rPr>
          <w:sz w:val="20"/>
          <w:szCs w:val="20"/>
        </w:rPr>
      </w:pPr>
      <w:r w:rsidRPr="005D49FC">
        <w:rPr>
          <w:b/>
          <w:sz w:val="20"/>
          <w:szCs w:val="20"/>
        </w:rPr>
        <w:t>ČSN 33 2000-4–43 ed.2</w:t>
      </w:r>
      <w:r w:rsidRPr="005D49FC">
        <w:rPr>
          <w:sz w:val="20"/>
          <w:szCs w:val="20"/>
        </w:rPr>
        <w:t xml:space="preserve"> Elektrické instalace nízkého napětí - Část 4-43: Bezpečnost - Ochrana před nadproudy</w:t>
      </w:r>
    </w:p>
    <w:p w:rsidR="009C3C9F" w:rsidRPr="005D49FC" w:rsidRDefault="009C3C9F" w:rsidP="009C3C9F">
      <w:pPr>
        <w:jc w:val="both"/>
        <w:rPr>
          <w:sz w:val="20"/>
          <w:szCs w:val="20"/>
        </w:rPr>
      </w:pPr>
      <w:r w:rsidRPr="005D49FC">
        <w:rPr>
          <w:b/>
          <w:sz w:val="20"/>
          <w:szCs w:val="20"/>
        </w:rPr>
        <w:t>ČSN 33 2000-4–45</w:t>
      </w:r>
      <w:r w:rsidRPr="005D49FC">
        <w:rPr>
          <w:sz w:val="20"/>
          <w:szCs w:val="20"/>
        </w:rPr>
        <w:t xml:space="preserve"> Elektrotechnické předpisy. Elektrická zařízení. Část 4: Bezpečnost. Kapitola 45: Ochrana před podpětím</w:t>
      </w:r>
    </w:p>
    <w:p w:rsidR="009C3C9F" w:rsidRPr="005D49FC" w:rsidRDefault="009C3C9F" w:rsidP="009C3C9F">
      <w:pPr>
        <w:jc w:val="both"/>
        <w:rPr>
          <w:sz w:val="20"/>
          <w:szCs w:val="20"/>
        </w:rPr>
      </w:pPr>
      <w:r w:rsidRPr="005D49FC">
        <w:rPr>
          <w:b/>
          <w:sz w:val="20"/>
          <w:szCs w:val="20"/>
        </w:rPr>
        <w:t>ČSN 33 2000-4–443 ed.2</w:t>
      </w:r>
      <w:r w:rsidRPr="005D49FC">
        <w:rPr>
          <w:sz w:val="20"/>
          <w:szCs w:val="20"/>
        </w:rPr>
        <w:t xml:space="preserve"> Elektrické instalace budov – Část 4–44: Bezpečnost – Ochrana před rušivým napětím a elektromagnetickým rušením – Kapitola 443: Ochrana proti atmosférickým nebo spínacím přepětím</w:t>
      </w:r>
    </w:p>
    <w:p w:rsidR="009C3C9F" w:rsidRPr="005D49FC" w:rsidRDefault="009C3C9F" w:rsidP="009C3C9F">
      <w:pPr>
        <w:jc w:val="both"/>
        <w:rPr>
          <w:sz w:val="20"/>
          <w:szCs w:val="20"/>
        </w:rPr>
      </w:pPr>
      <w:r w:rsidRPr="005D49FC">
        <w:rPr>
          <w:b/>
          <w:sz w:val="20"/>
          <w:szCs w:val="20"/>
        </w:rPr>
        <w:t>ČSN 33 2000-4-444</w:t>
      </w:r>
      <w:r w:rsidRPr="005D49FC">
        <w:rPr>
          <w:sz w:val="20"/>
          <w:szCs w:val="20"/>
        </w:rPr>
        <w:t xml:space="preserve"> Elektrické instalace nízkého napětí - Část 4-444: Bezpečnost - Ochrana před napěťovým a elektromagnetickým rušením</w:t>
      </w:r>
    </w:p>
    <w:p w:rsidR="009C3C9F" w:rsidRPr="005D49FC" w:rsidRDefault="009C3C9F" w:rsidP="009C3C9F">
      <w:pPr>
        <w:jc w:val="both"/>
        <w:rPr>
          <w:sz w:val="20"/>
          <w:szCs w:val="20"/>
        </w:rPr>
      </w:pPr>
      <w:r w:rsidRPr="005D49FC">
        <w:rPr>
          <w:b/>
          <w:sz w:val="20"/>
          <w:szCs w:val="20"/>
        </w:rPr>
        <w:t>ČSN 33 2000-5–51 ed.3</w:t>
      </w:r>
      <w:r w:rsidRPr="005D49FC">
        <w:rPr>
          <w:sz w:val="20"/>
          <w:szCs w:val="20"/>
        </w:rPr>
        <w:t xml:space="preserve"> Elektrické instalace nízkého napětí - Část 5-51: Výběr a stavba elektrických zařízení - Všeobecné předpisy</w:t>
      </w:r>
    </w:p>
    <w:p w:rsidR="009C3C9F" w:rsidRPr="005D49FC" w:rsidRDefault="009C3C9F" w:rsidP="009C3C9F">
      <w:pPr>
        <w:jc w:val="both"/>
        <w:rPr>
          <w:sz w:val="20"/>
          <w:szCs w:val="20"/>
        </w:rPr>
      </w:pPr>
      <w:r w:rsidRPr="005D49FC">
        <w:rPr>
          <w:b/>
          <w:sz w:val="20"/>
          <w:szCs w:val="20"/>
        </w:rPr>
        <w:t>ČSN 33 2000-5–52</w:t>
      </w:r>
      <w:r>
        <w:rPr>
          <w:b/>
          <w:sz w:val="20"/>
          <w:szCs w:val="20"/>
        </w:rPr>
        <w:t xml:space="preserve"> ed.2</w:t>
      </w:r>
      <w:r w:rsidRPr="005D49FC">
        <w:rPr>
          <w:sz w:val="20"/>
          <w:szCs w:val="20"/>
        </w:rPr>
        <w:t xml:space="preserve"> </w:t>
      </w:r>
      <w:r w:rsidRPr="005D44A8">
        <w:rPr>
          <w:sz w:val="20"/>
          <w:szCs w:val="20"/>
        </w:rPr>
        <w:t>Elektrické instalace nízkého napětí - Část 5-52: Výběr a stavba elektrických zařízení - Elektrická vedení</w:t>
      </w:r>
    </w:p>
    <w:p w:rsidR="009C3C9F" w:rsidRPr="005D49FC" w:rsidRDefault="009C3C9F" w:rsidP="009C3C9F">
      <w:pPr>
        <w:jc w:val="both"/>
        <w:rPr>
          <w:sz w:val="20"/>
          <w:szCs w:val="20"/>
        </w:rPr>
      </w:pPr>
      <w:r w:rsidRPr="005D49FC">
        <w:rPr>
          <w:b/>
          <w:sz w:val="20"/>
          <w:szCs w:val="20"/>
        </w:rPr>
        <w:t>ČSN 33 2000-5–54 ed.</w:t>
      </w:r>
      <w:r>
        <w:rPr>
          <w:b/>
          <w:sz w:val="20"/>
          <w:szCs w:val="20"/>
        </w:rPr>
        <w:t>3</w:t>
      </w:r>
      <w:r w:rsidRPr="005D49FC">
        <w:rPr>
          <w:sz w:val="20"/>
          <w:szCs w:val="20"/>
        </w:rPr>
        <w:t xml:space="preserve"> </w:t>
      </w:r>
      <w:r w:rsidRPr="005D44A8">
        <w:rPr>
          <w:sz w:val="20"/>
          <w:szCs w:val="20"/>
        </w:rPr>
        <w:t>Elektrické instalace nízkého napětí - Část 5-54: Výběr a stavba elektrických zařízení - Uzemnění a ochranné vodiče</w:t>
      </w:r>
    </w:p>
    <w:p w:rsidR="009C3C9F" w:rsidRPr="005D49FC" w:rsidRDefault="009C3C9F" w:rsidP="009C3C9F">
      <w:pPr>
        <w:jc w:val="both"/>
        <w:rPr>
          <w:sz w:val="20"/>
          <w:szCs w:val="20"/>
        </w:rPr>
      </w:pPr>
      <w:r w:rsidRPr="005D49FC">
        <w:rPr>
          <w:b/>
          <w:sz w:val="20"/>
          <w:szCs w:val="20"/>
        </w:rPr>
        <w:t>ČSN 33 2000-5-534</w:t>
      </w:r>
      <w:r w:rsidRPr="005D49FC">
        <w:rPr>
          <w:sz w:val="20"/>
          <w:szCs w:val="20"/>
        </w:rPr>
        <w:t xml:space="preserve"> Elektrické instalace nízkého napětí - Část 5-53: Výběr a stavba elektrických zařízení - Odpojování, spínání a řízení - Oddíl 534: Přepěťová ochranná zařízení</w:t>
      </w:r>
    </w:p>
    <w:p w:rsidR="009C3C9F" w:rsidRPr="005D49FC" w:rsidRDefault="009C3C9F" w:rsidP="009C3C9F">
      <w:pPr>
        <w:jc w:val="both"/>
        <w:rPr>
          <w:sz w:val="20"/>
          <w:szCs w:val="20"/>
        </w:rPr>
      </w:pPr>
      <w:r w:rsidRPr="005D49FC">
        <w:rPr>
          <w:b/>
          <w:sz w:val="20"/>
          <w:szCs w:val="20"/>
        </w:rPr>
        <w:t>ČSN 33 2000-6</w:t>
      </w:r>
      <w:r w:rsidRPr="005D49FC">
        <w:rPr>
          <w:sz w:val="20"/>
          <w:szCs w:val="20"/>
        </w:rPr>
        <w:t xml:space="preserve"> Elektrické instalace nízkého napětí – Část 6: Revize</w:t>
      </w:r>
    </w:p>
    <w:p w:rsidR="009C3C9F" w:rsidRPr="005D49FC" w:rsidRDefault="009C3C9F" w:rsidP="009C3C9F">
      <w:pPr>
        <w:jc w:val="both"/>
        <w:rPr>
          <w:sz w:val="20"/>
          <w:szCs w:val="20"/>
        </w:rPr>
      </w:pPr>
      <w:r w:rsidRPr="005D49FC">
        <w:rPr>
          <w:b/>
          <w:sz w:val="20"/>
          <w:szCs w:val="20"/>
        </w:rPr>
        <w:t>ČSN 33 2000-7–701 ed.</w:t>
      </w:r>
      <w:r w:rsidRPr="005D49FC">
        <w:rPr>
          <w:sz w:val="20"/>
          <w:szCs w:val="20"/>
        </w:rPr>
        <w:t>2 Elektrické instalace nízkého napětí – Část 7–701: Zařízení jednoúčelová a ve zvláštních objektech – Prostory s vanou nebo sprchou</w:t>
      </w:r>
    </w:p>
    <w:p w:rsidR="009C3C9F" w:rsidRPr="005D49FC" w:rsidRDefault="009C3C9F" w:rsidP="009C3C9F">
      <w:pPr>
        <w:jc w:val="both"/>
        <w:rPr>
          <w:sz w:val="20"/>
          <w:szCs w:val="20"/>
        </w:rPr>
      </w:pPr>
      <w:r w:rsidRPr="00A04B92">
        <w:rPr>
          <w:b/>
          <w:sz w:val="20"/>
          <w:szCs w:val="20"/>
        </w:rPr>
        <w:lastRenderedPageBreak/>
        <w:t>ČSN 33 2000-7-718</w:t>
      </w:r>
      <w:r>
        <w:rPr>
          <w:sz w:val="20"/>
          <w:szCs w:val="20"/>
        </w:rPr>
        <w:t xml:space="preserve"> </w:t>
      </w:r>
      <w:r w:rsidRPr="00A04B92">
        <w:rPr>
          <w:sz w:val="20"/>
          <w:szCs w:val="20"/>
        </w:rPr>
        <w:t>Elektrické instalace nízkého napětí - Část 7-718: Zařízení jednoúčelová a ve zvláštních objektech - Prostory občanské výstavby a pracoviště</w:t>
      </w:r>
    </w:p>
    <w:p w:rsidR="009C3C9F" w:rsidRPr="005D49FC" w:rsidRDefault="009C3C9F" w:rsidP="009C3C9F">
      <w:pPr>
        <w:jc w:val="both"/>
        <w:rPr>
          <w:sz w:val="20"/>
          <w:szCs w:val="20"/>
        </w:rPr>
      </w:pPr>
      <w:r w:rsidRPr="005D49FC">
        <w:rPr>
          <w:b/>
          <w:sz w:val="20"/>
          <w:szCs w:val="20"/>
        </w:rPr>
        <w:t>ČSN 33 2000-7-729</w:t>
      </w:r>
      <w:r w:rsidRPr="005D49FC">
        <w:rPr>
          <w:sz w:val="20"/>
          <w:szCs w:val="20"/>
        </w:rPr>
        <w:t xml:space="preserve"> Elektrické instalace nízkého napětí - Část 7-729: Zařízení jednoúčelová a ve zvláštních objektech - Uličky pro obsluhu nebo údržbu</w:t>
      </w:r>
    </w:p>
    <w:p w:rsidR="009C3C9F" w:rsidRPr="005D49FC" w:rsidRDefault="009C3C9F" w:rsidP="009C3C9F">
      <w:pPr>
        <w:jc w:val="both"/>
        <w:rPr>
          <w:sz w:val="20"/>
          <w:szCs w:val="20"/>
        </w:rPr>
      </w:pPr>
      <w:r w:rsidRPr="005D49FC">
        <w:rPr>
          <w:b/>
          <w:sz w:val="20"/>
          <w:szCs w:val="20"/>
        </w:rPr>
        <w:t>ČSN 33 2130 ed.</w:t>
      </w:r>
      <w:r>
        <w:rPr>
          <w:b/>
          <w:sz w:val="20"/>
          <w:szCs w:val="20"/>
        </w:rPr>
        <w:t>3</w:t>
      </w:r>
      <w:r w:rsidRPr="005D49FC">
        <w:rPr>
          <w:sz w:val="20"/>
          <w:szCs w:val="20"/>
        </w:rPr>
        <w:t xml:space="preserve"> Elektrické instalace nízkého napětí – Vnitřní elektrické rozvody</w:t>
      </w:r>
    </w:p>
    <w:p w:rsidR="009C3C9F" w:rsidRPr="005D49FC" w:rsidRDefault="009C3C9F" w:rsidP="009C3C9F">
      <w:pPr>
        <w:jc w:val="both"/>
        <w:rPr>
          <w:sz w:val="20"/>
          <w:szCs w:val="20"/>
        </w:rPr>
      </w:pPr>
      <w:r w:rsidRPr="005D49FC">
        <w:rPr>
          <w:b/>
          <w:sz w:val="20"/>
          <w:szCs w:val="20"/>
        </w:rPr>
        <w:t>ČSN 33 3051</w:t>
      </w:r>
      <w:r w:rsidRPr="005D49FC">
        <w:rPr>
          <w:sz w:val="20"/>
          <w:szCs w:val="20"/>
        </w:rPr>
        <w:t xml:space="preserve"> Ochrany elektrických strojů a rozvodných zařízení</w:t>
      </w:r>
    </w:p>
    <w:p w:rsidR="009C3C9F" w:rsidRPr="005D49FC" w:rsidRDefault="009C3C9F" w:rsidP="009C3C9F">
      <w:pPr>
        <w:jc w:val="both"/>
        <w:rPr>
          <w:sz w:val="20"/>
          <w:szCs w:val="20"/>
        </w:rPr>
      </w:pPr>
      <w:r w:rsidRPr="005D49FC">
        <w:rPr>
          <w:b/>
          <w:sz w:val="20"/>
          <w:szCs w:val="20"/>
        </w:rPr>
        <w:t>ČSN 34 2300</w:t>
      </w:r>
      <w:r>
        <w:rPr>
          <w:b/>
          <w:sz w:val="20"/>
          <w:szCs w:val="20"/>
        </w:rPr>
        <w:t xml:space="preserve"> ed.2</w:t>
      </w:r>
      <w:r w:rsidRPr="005D49FC">
        <w:rPr>
          <w:sz w:val="20"/>
          <w:szCs w:val="20"/>
        </w:rPr>
        <w:t xml:space="preserve"> </w:t>
      </w:r>
      <w:r w:rsidRPr="007C6482">
        <w:rPr>
          <w:sz w:val="20"/>
          <w:szCs w:val="20"/>
        </w:rPr>
        <w:t>Předpisy pro vnitřní rozvody vedení elektronických komunikací</w:t>
      </w:r>
    </w:p>
    <w:p w:rsidR="009C3C9F" w:rsidRPr="005D49FC" w:rsidRDefault="009C3C9F" w:rsidP="009C3C9F">
      <w:pPr>
        <w:jc w:val="both"/>
        <w:rPr>
          <w:sz w:val="20"/>
          <w:szCs w:val="20"/>
        </w:rPr>
      </w:pPr>
      <w:r w:rsidRPr="005D49FC">
        <w:rPr>
          <w:b/>
          <w:sz w:val="20"/>
          <w:szCs w:val="20"/>
        </w:rPr>
        <w:t xml:space="preserve">ČSN IEC 1000–1-1 </w:t>
      </w:r>
      <w:r w:rsidRPr="005D49FC">
        <w:rPr>
          <w:sz w:val="20"/>
          <w:szCs w:val="20"/>
        </w:rPr>
        <w:t>Elektromagnetická kompatibilita (EMC). Část 1: Všeobecně. Díl 1: Použití a interpretace základních definic a termínů</w:t>
      </w:r>
    </w:p>
    <w:p w:rsidR="009C3C9F" w:rsidRPr="005D49FC" w:rsidRDefault="009C3C9F" w:rsidP="009C3C9F">
      <w:pPr>
        <w:jc w:val="both"/>
        <w:rPr>
          <w:sz w:val="20"/>
          <w:szCs w:val="20"/>
        </w:rPr>
      </w:pPr>
      <w:r w:rsidRPr="005D49FC">
        <w:rPr>
          <w:b/>
          <w:sz w:val="20"/>
          <w:szCs w:val="20"/>
        </w:rPr>
        <w:t>ČSN EN 50110–1 ed.</w:t>
      </w:r>
      <w:r>
        <w:rPr>
          <w:b/>
          <w:sz w:val="20"/>
          <w:szCs w:val="20"/>
        </w:rPr>
        <w:t>3</w:t>
      </w:r>
      <w:r w:rsidRPr="005D49FC">
        <w:rPr>
          <w:sz w:val="20"/>
          <w:szCs w:val="20"/>
        </w:rPr>
        <w:t xml:space="preserve"> </w:t>
      </w:r>
      <w:r w:rsidRPr="00463AA1">
        <w:rPr>
          <w:sz w:val="20"/>
          <w:szCs w:val="20"/>
        </w:rPr>
        <w:t>Obsluha a práce na elektrických zařízeních - Část 1: Obecné požadavky</w:t>
      </w:r>
    </w:p>
    <w:p w:rsidR="009C3C9F" w:rsidRPr="005D49FC" w:rsidRDefault="009C3C9F" w:rsidP="009C3C9F">
      <w:pPr>
        <w:jc w:val="both"/>
        <w:rPr>
          <w:sz w:val="20"/>
          <w:szCs w:val="20"/>
        </w:rPr>
      </w:pPr>
      <w:r w:rsidRPr="005D49FC">
        <w:rPr>
          <w:b/>
          <w:sz w:val="20"/>
          <w:szCs w:val="20"/>
        </w:rPr>
        <w:t>ČSN EN 50110-2 ed.2</w:t>
      </w:r>
      <w:r w:rsidRPr="005D49FC">
        <w:rPr>
          <w:sz w:val="20"/>
          <w:szCs w:val="20"/>
        </w:rPr>
        <w:t xml:space="preserve"> Obsluha a práce na elektrických zařízeních - Část 2: Národní dodatky</w:t>
      </w:r>
    </w:p>
    <w:p w:rsidR="009C3C9F" w:rsidRDefault="009C3C9F" w:rsidP="009C3C9F">
      <w:pPr>
        <w:jc w:val="both"/>
        <w:rPr>
          <w:sz w:val="20"/>
          <w:szCs w:val="20"/>
        </w:rPr>
      </w:pPr>
      <w:r w:rsidRPr="005D49FC">
        <w:rPr>
          <w:b/>
          <w:sz w:val="20"/>
          <w:szCs w:val="20"/>
        </w:rPr>
        <w:t xml:space="preserve">ČSN EN 61439–1 ed.2 </w:t>
      </w:r>
      <w:r w:rsidRPr="005D49FC">
        <w:rPr>
          <w:sz w:val="20"/>
          <w:szCs w:val="20"/>
        </w:rPr>
        <w:t>Rozváděče nízkého napětí - Část 1: Všeobecná ustanovení</w:t>
      </w:r>
    </w:p>
    <w:p w:rsidR="009C3C9F" w:rsidRDefault="009C3C9F" w:rsidP="009C3C9F">
      <w:pPr>
        <w:jc w:val="both"/>
        <w:rPr>
          <w:sz w:val="20"/>
          <w:szCs w:val="20"/>
        </w:rPr>
      </w:pPr>
      <w:r w:rsidRPr="005D49FC">
        <w:rPr>
          <w:b/>
          <w:sz w:val="20"/>
          <w:szCs w:val="20"/>
        </w:rPr>
        <w:t>ČSN EN 6</w:t>
      </w:r>
      <w:r>
        <w:rPr>
          <w:b/>
          <w:sz w:val="20"/>
          <w:szCs w:val="20"/>
        </w:rPr>
        <w:t>1</w:t>
      </w:r>
      <w:r w:rsidRPr="005D49FC">
        <w:rPr>
          <w:b/>
          <w:sz w:val="20"/>
          <w:szCs w:val="20"/>
        </w:rPr>
        <w:t xml:space="preserve">439–3 </w:t>
      </w:r>
      <w:r w:rsidRPr="006C34F0">
        <w:rPr>
          <w:sz w:val="20"/>
          <w:szCs w:val="20"/>
        </w:rPr>
        <w:t>Rozváděče nízkého napětí - Část 3: Rozvodnice určené k provozování laiky (DBO)</w:t>
      </w:r>
    </w:p>
    <w:p w:rsidR="009C3C9F" w:rsidRPr="005D49FC" w:rsidRDefault="009C3C9F" w:rsidP="009C3C9F">
      <w:pPr>
        <w:jc w:val="both"/>
        <w:rPr>
          <w:sz w:val="20"/>
          <w:szCs w:val="20"/>
        </w:rPr>
      </w:pPr>
      <w:r w:rsidRPr="005D49FC">
        <w:rPr>
          <w:b/>
          <w:sz w:val="20"/>
          <w:szCs w:val="20"/>
        </w:rPr>
        <w:t>ČSN EN ISO/IEC 17050-1</w:t>
      </w:r>
      <w:r w:rsidRPr="005D49FC">
        <w:rPr>
          <w:sz w:val="20"/>
          <w:szCs w:val="20"/>
        </w:rPr>
        <w:t xml:space="preserve"> Posuzování shody - Prohlášení dodavatele o shodě - Část 1: Všeobecné požadavky</w:t>
      </w:r>
    </w:p>
    <w:p w:rsidR="009C3C9F" w:rsidRPr="005D49FC" w:rsidRDefault="009C3C9F" w:rsidP="009C3C9F">
      <w:pPr>
        <w:jc w:val="both"/>
        <w:rPr>
          <w:sz w:val="20"/>
          <w:szCs w:val="20"/>
        </w:rPr>
      </w:pPr>
      <w:r w:rsidRPr="005D49FC">
        <w:rPr>
          <w:b/>
          <w:sz w:val="20"/>
          <w:szCs w:val="20"/>
        </w:rPr>
        <w:t>ČSN EN 60898-1</w:t>
      </w:r>
      <w:r w:rsidRPr="005D49FC">
        <w:rPr>
          <w:sz w:val="20"/>
          <w:szCs w:val="20"/>
        </w:rPr>
        <w:t xml:space="preserve"> Elektrická příslušenství - Jističe pro nadproudové jištění domovních a podobných instalací - Část 1: Jističe pro střídavý provoz (AC)</w:t>
      </w:r>
    </w:p>
    <w:p w:rsidR="009C3C9F" w:rsidRPr="005D49FC" w:rsidRDefault="009C3C9F" w:rsidP="009C3C9F">
      <w:pPr>
        <w:jc w:val="both"/>
        <w:rPr>
          <w:sz w:val="20"/>
          <w:szCs w:val="20"/>
        </w:rPr>
      </w:pPr>
      <w:r w:rsidRPr="005D49FC">
        <w:rPr>
          <w:b/>
          <w:sz w:val="20"/>
          <w:szCs w:val="20"/>
        </w:rPr>
        <w:t>ČSN EN 50274</w:t>
      </w:r>
      <w:r w:rsidRPr="005D49FC">
        <w:rPr>
          <w:sz w:val="20"/>
          <w:szCs w:val="20"/>
        </w:rPr>
        <w:t xml:space="preserve"> Rozváděče nn – Ochrana před úrazem elektrickým proudem – Ochrana před neúmyslným přímým dotykem nebezpečných živých částí</w:t>
      </w:r>
    </w:p>
    <w:p w:rsidR="009C3C9F" w:rsidRPr="005D49FC" w:rsidRDefault="009C3C9F" w:rsidP="009C3C9F">
      <w:pPr>
        <w:jc w:val="both"/>
        <w:rPr>
          <w:sz w:val="20"/>
          <w:szCs w:val="20"/>
        </w:rPr>
      </w:pPr>
      <w:r w:rsidRPr="005D49FC">
        <w:rPr>
          <w:b/>
          <w:sz w:val="20"/>
          <w:szCs w:val="20"/>
        </w:rPr>
        <w:t>ČSN 33 0340</w:t>
      </w:r>
      <w:r w:rsidRPr="005D49FC">
        <w:rPr>
          <w:sz w:val="20"/>
          <w:szCs w:val="20"/>
        </w:rPr>
        <w:t xml:space="preserve"> Elektrotechnické předpisy. Ochranné kryty elektrických zařízení a předmětů</w:t>
      </w:r>
    </w:p>
    <w:p w:rsidR="009C3C9F" w:rsidRPr="005D49FC" w:rsidRDefault="009C3C9F" w:rsidP="009C3C9F">
      <w:pPr>
        <w:jc w:val="both"/>
        <w:rPr>
          <w:sz w:val="20"/>
          <w:szCs w:val="20"/>
        </w:rPr>
      </w:pPr>
      <w:r w:rsidRPr="005D49FC">
        <w:rPr>
          <w:b/>
          <w:sz w:val="20"/>
          <w:szCs w:val="20"/>
        </w:rPr>
        <w:t>ČSN 33 0360</w:t>
      </w:r>
      <w:r>
        <w:rPr>
          <w:b/>
          <w:sz w:val="20"/>
          <w:szCs w:val="20"/>
        </w:rPr>
        <w:t xml:space="preserve"> ed.2</w:t>
      </w:r>
      <w:r w:rsidRPr="005D49FC">
        <w:rPr>
          <w:sz w:val="20"/>
          <w:szCs w:val="20"/>
        </w:rPr>
        <w:t xml:space="preserve"> Místa připojení ochranných vodičů na elektrických předmětech</w:t>
      </w:r>
    </w:p>
    <w:p w:rsidR="009C3C9F" w:rsidRPr="005D49FC" w:rsidRDefault="009C3C9F" w:rsidP="009C3C9F">
      <w:pPr>
        <w:jc w:val="both"/>
        <w:rPr>
          <w:sz w:val="20"/>
          <w:szCs w:val="20"/>
        </w:rPr>
      </w:pPr>
      <w:r w:rsidRPr="005D49FC">
        <w:rPr>
          <w:b/>
          <w:sz w:val="20"/>
          <w:szCs w:val="20"/>
        </w:rPr>
        <w:t>ČSN ISO 3864</w:t>
      </w:r>
      <w:r w:rsidRPr="005D49FC">
        <w:rPr>
          <w:sz w:val="20"/>
          <w:szCs w:val="20"/>
        </w:rPr>
        <w:t xml:space="preserve"> Bezpečnostní barvy a bezpečnostní značky</w:t>
      </w:r>
    </w:p>
    <w:p w:rsidR="009C3C9F" w:rsidRPr="005D49FC" w:rsidRDefault="009C3C9F" w:rsidP="009C3C9F">
      <w:pPr>
        <w:jc w:val="both"/>
        <w:rPr>
          <w:sz w:val="20"/>
          <w:szCs w:val="20"/>
        </w:rPr>
      </w:pPr>
      <w:r w:rsidRPr="005D49FC">
        <w:rPr>
          <w:b/>
          <w:sz w:val="20"/>
          <w:szCs w:val="20"/>
        </w:rPr>
        <w:t xml:space="preserve">ČSN ISO 3864–1 </w:t>
      </w:r>
      <w:r w:rsidRPr="005D49FC">
        <w:rPr>
          <w:sz w:val="20"/>
          <w:szCs w:val="20"/>
        </w:rPr>
        <w:t>Grafické značky – Bezpečnostní barvy a bezpečnostní značky – Část 1: Zásady navrhování bezpečnostních značek na pracovištích</w:t>
      </w:r>
    </w:p>
    <w:p w:rsidR="009C3C9F" w:rsidRPr="005D49FC" w:rsidRDefault="009C3C9F" w:rsidP="009C3C9F">
      <w:pPr>
        <w:jc w:val="both"/>
        <w:rPr>
          <w:sz w:val="20"/>
          <w:szCs w:val="20"/>
        </w:rPr>
      </w:pPr>
      <w:r w:rsidRPr="005D49FC">
        <w:rPr>
          <w:b/>
          <w:sz w:val="20"/>
          <w:szCs w:val="20"/>
        </w:rPr>
        <w:t>ČSN EN 61293</w:t>
      </w:r>
      <w:r w:rsidRPr="005D49FC">
        <w:rPr>
          <w:sz w:val="20"/>
          <w:szCs w:val="20"/>
        </w:rPr>
        <w:t xml:space="preserve"> Elektrotechnické předpisy. Označování elektrických zařízení jmenovitými údaji vztahujícími se k elektrickému napájení. Bezpečnostní požadavky</w:t>
      </w:r>
    </w:p>
    <w:p w:rsidR="009C3C9F" w:rsidRPr="005D49FC" w:rsidRDefault="009C3C9F" w:rsidP="009C3C9F">
      <w:pPr>
        <w:jc w:val="both"/>
        <w:rPr>
          <w:sz w:val="20"/>
          <w:szCs w:val="20"/>
        </w:rPr>
      </w:pPr>
      <w:r w:rsidRPr="005D49FC">
        <w:rPr>
          <w:b/>
          <w:sz w:val="20"/>
          <w:szCs w:val="20"/>
        </w:rPr>
        <w:t>ČSN ISO 14617-15</w:t>
      </w:r>
      <w:r w:rsidRPr="005D49FC">
        <w:rPr>
          <w:sz w:val="20"/>
          <w:szCs w:val="20"/>
        </w:rPr>
        <w:t xml:space="preserve"> Grafické značky pro schémata - Část 15: Instalační schémata a mapy sítí</w:t>
      </w:r>
    </w:p>
    <w:p w:rsidR="009C3C9F" w:rsidRPr="005D49FC" w:rsidRDefault="009C3C9F" w:rsidP="009C3C9F">
      <w:pPr>
        <w:jc w:val="both"/>
        <w:rPr>
          <w:sz w:val="20"/>
          <w:szCs w:val="20"/>
        </w:rPr>
      </w:pPr>
      <w:r w:rsidRPr="005D49FC">
        <w:rPr>
          <w:b/>
          <w:sz w:val="20"/>
          <w:szCs w:val="20"/>
        </w:rPr>
        <w:t>ČSN EN 60445 ed.4</w:t>
      </w:r>
      <w:r w:rsidRPr="005D49FC">
        <w:rPr>
          <w:sz w:val="20"/>
          <w:szCs w:val="20"/>
        </w:rPr>
        <w:t xml:space="preserve"> Základní a bezpečnostní zásady pro rozhraní člověk-stroj, značení a identifikaci - Identifikace svorek předmětů, konců vodičů a vodičů</w:t>
      </w:r>
    </w:p>
    <w:p w:rsidR="009C3C9F" w:rsidRDefault="009C3C9F" w:rsidP="009C3C9F">
      <w:pPr>
        <w:jc w:val="both"/>
        <w:rPr>
          <w:sz w:val="20"/>
          <w:szCs w:val="20"/>
        </w:rPr>
      </w:pPr>
      <w:r w:rsidRPr="005F4BC7">
        <w:rPr>
          <w:b/>
          <w:sz w:val="20"/>
          <w:szCs w:val="20"/>
        </w:rPr>
        <w:t>ČSN EN 61000-3-12</w:t>
      </w:r>
      <w:r w:rsidRPr="005F4BC7">
        <w:rPr>
          <w:sz w:val="20"/>
          <w:szCs w:val="20"/>
        </w:rPr>
        <w:t xml:space="preserve"> Elektromagnetická kompatibilita (EMC) - Část 3-12: Meze - Meze harmonických proudu způsobených zařízením se vstupním fázovým proudem &gt;16 A a &lt;=75 A připojeným k veřejným sítím nízkého napětí</w:t>
      </w:r>
    </w:p>
    <w:p w:rsidR="009C3C9F" w:rsidRPr="005D49FC" w:rsidRDefault="009C3C9F" w:rsidP="009C3C9F">
      <w:pPr>
        <w:jc w:val="both"/>
        <w:rPr>
          <w:sz w:val="20"/>
          <w:szCs w:val="20"/>
        </w:rPr>
      </w:pPr>
      <w:r w:rsidRPr="005D49FC">
        <w:rPr>
          <w:b/>
          <w:sz w:val="20"/>
          <w:szCs w:val="20"/>
        </w:rPr>
        <w:t>ČSN EN 54-1</w:t>
      </w:r>
      <w:r w:rsidRPr="005D49FC">
        <w:rPr>
          <w:sz w:val="20"/>
          <w:szCs w:val="20"/>
        </w:rPr>
        <w:t xml:space="preserve"> Elektrická požární signalizace - Část 1: Úvod</w:t>
      </w:r>
    </w:p>
    <w:p w:rsidR="009C3C9F" w:rsidRPr="005D49FC" w:rsidRDefault="009C3C9F" w:rsidP="009C3C9F">
      <w:pPr>
        <w:jc w:val="both"/>
        <w:rPr>
          <w:sz w:val="20"/>
          <w:szCs w:val="20"/>
        </w:rPr>
      </w:pPr>
      <w:r w:rsidRPr="005D49FC">
        <w:rPr>
          <w:b/>
          <w:sz w:val="20"/>
          <w:szCs w:val="20"/>
        </w:rPr>
        <w:t>ČSN 73 0875</w:t>
      </w:r>
      <w:r w:rsidRPr="005D49FC">
        <w:rPr>
          <w:sz w:val="20"/>
          <w:szCs w:val="20"/>
        </w:rPr>
        <w:t xml:space="preserve"> Požární bezpečnost staveb - Stanovení podmínek pro navrhování elektrické požární signalizace v rámci požárně bezpečnostního řešení</w:t>
      </w:r>
    </w:p>
    <w:p w:rsidR="009C3C9F" w:rsidRPr="005D49FC" w:rsidRDefault="009C3C9F" w:rsidP="009C3C9F">
      <w:pPr>
        <w:jc w:val="both"/>
        <w:rPr>
          <w:sz w:val="20"/>
          <w:szCs w:val="20"/>
        </w:rPr>
      </w:pPr>
      <w:r w:rsidRPr="005D49FC">
        <w:rPr>
          <w:b/>
          <w:sz w:val="20"/>
          <w:szCs w:val="20"/>
        </w:rPr>
        <w:t>ČSN 34 2710</w:t>
      </w:r>
      <w:r w:rsidRPr="005D49FC">
        <w:rPr>
          <w:sz w:val="20"/>
          <w:szCs w:val="20"/>
        </w:rPr>
        <w:t xml:space="preserve"> Elektrická požární signalizace - Projektování, montáž, užívání, provoz, kontrola, servis a údržba</w:t>
      </w:r>
    </w:p>
    <w:p w:rsidR="009C3C9F" w:rsidRPr="005D49FC" w:rsidRDefault="009C3C9F" w:rsidP="009C3C9F">
      <w:pPr>
        <w:jc w:val="both"/>
        <w:rPr>
          <w:sz w:val="20"/>
          <w:szCs w:val="20"/>
        </w:rPr>
      </w:pPr>
      <w:r w:rsidRPr="005D49FC">
        <w:rPr>
          <w:b/>
          <w:sz w:val="20"/>
          <w:szCs w:val="20"/>
        </w:rPr>
        <w:t>ČSN 73 0802</w:t>
      </w:r>
      <w:r w:rsidRPr="005D49FC">
        <w:rPr>
          <w:sz w:val="20"/>
          <w:szCs w:val="20"/>
        </w:rPr>
        <w:t xml:space="preserve"> Požární bezpečnost staveb – Nevýrobní objekty</w:t>
      </w:r>
    </w:p>
    <w:p w:rsidR="009C3C9F" w:rsidRPr="005D49FC" w:rsidRDefault="009C3C9F" w:rsidP="009C3C9F">
      <w:pPr>
        <w:jc w:val="both"/>
        <w:rPr>
          <w:sz w:val="20"/>
          <w:szCs w:val="20"/>
        </w:rPr>
      </w:pPr>
      <w:r w:rsidRPr="005D49FC">
        <w:rPr>
          <w:b/>
          <w:sz w:val="20"/>
          <w:szCs w:val="20"/>
        </w:rPr>
        <w:t>ČSN 73 0848</w:t>
      </w:r>
      <w:r w:rsidRPr="005D49FC">
        <w:rPr>
          <w:sz w:val="20"/>
          <w:szCs w:val="20"/>
        </w:rPr>
        <w:t xml:space="preserve"> Požární bezpečnost staveb – Kabelové rozvody</w:t>
      </w:r>
    </w:p>
    <w:p w:rsidR="009C3C9F" w:rsidRPr="005D49FC" w:rsidRDefault="009C3C9F" w:rsidP="009C3C9F">
      <w:pPr>
        <w:jc w:val="both"/>
        <w:rPr>
          <w:sz w:val="20"/>
          <w:szCs w:val="20"/>
        </w:rPr>
      </w:pPr>
      <w:r w:rsidRPr="005D49FC">
        <w:rPr>
          <w:b/>
          <w:sz w:val="20"/>
          <w:szCs w:val="20"/>
        </w:rPr>
        <w:t>ČSN 73 0831</w:t>
      </w:r>
      <w:r w:rsidRPr="005D49FC">
        <w:rPr>
          <w:sz w:val="20"/>
          <w:szCs w:val="20"/>
        </w:rPr>
        <w:t xml:space="preserve"> Požární bezpečnost staveb - Shromažďovací prostory</w:t>
      </w:r>
    </w:p>
    <w:p w:rsidR="00B10A38" w:rsidRPr="005D49FC" w:rsidRDefault="00B10A38" w:rsidP="00B10A38">
      <w:pPr>
        <w:jc w:val="both"/>
        <w:rPr>
          <w:sz w:val="20"/>
          <w:szCs w:val="20"/>
        </w:rPr>
      </w:pPr>
    </w:p>
    <w:p w:rsidR="000835C8" w:rsidRDefault="000835C8" w:rsidP="00C002F3">
      <w:pPr>
        <w:jc w:val="both"/>
        <w:rPr>
          <w:sz w:val="20"/>
          <w:szCs w:val="20"/>
        </w:rPr>
      </w:pPr>
    </w:p>
    <w:p w:rsidR="005A6DD8" w:rsidRPr="006B3766" w:rsidRDefault="005A6DD8" w:rsidP="005A6DD8">
      <w:pPr>
        <w:pStyle w:val="Nadpis2"/>
        <w:spacing w:before="0" w:after="0"/>
        <w:jc w:val="center"/>
        <w:rPr>
          <w:rFonts w:ascii="Times New Roman" w:hAnsi="Times New Roman"/>
          <w:i w:val="0"/>
          <w:sz w:val="32"/>
          <w:szCs w:val="32"/>
          <w:u w:val="single"/>
        </w:rPr>
      </w:pPr>
      <w:r w:rsidRPr="006B3766">
        <w:rPr>
          <w:rFonts w:ascii="Times New Roman" w:hAnsi="Times New Roman"/>
          <w:i w:val="0"/>
          <w:sz w:val="32"/>
          <w:szCs w:val="32"/>
          <w:u w:val="single"/>
        </w:rPr>
        <w:t xml:space="preserve">DOKUMENTACE </w:t>
      </w:r>
      <w:r>
        <w:rPr>
          <w:rFonts w:ascii="Times New Roman" w:hAnsi="Times New Roman"/>
          <w:i w:val="0"/>
          <w:sz w:val="32"/>
          <w:szCs w:val="32"/>
          <w:u w:val="single"/>
        </w:rPr>
        <w:t>ELEKTRICKÉ POŽÁRNÍ SIGNALIZACE</w:t>
      </w:r>
    </w:p>
    <w:p w:rsidR="005A6DD8" w:rsidRDefault="005A6DD8" w:rsidP="005A6DD8">
      <w:pPr>
        <w:jc w:val="both"/>
        <w:rPr>
          <w:sz w:val="20"/>
          <w:szCs w:val="20"/>
        </w:rPr>
      </w:pPr>
    </w:p>
    <w:p w:rsidR="005A6DD8" w:rsidRDefault="005A6DD8" w:rsidP="005A6DD8">
      <w:pPr>
        <w:jc w:val="both"/>
        <w:rPr>
          <w:sz w:val="20"/>
          <w:szCs w:val="20"/>
        </w:rPr>
      </w:pPr>
      <w:r>
        <w:rPr>
          <w:sz w:val="20"/>
          <w:szCs w:val="20"/>
        </w:rPr>
        <w:t>Elektrická požární signalizace</w:t>
      </w:r>
      <w:r w:rsidRPr="00BC4C13">
        <w:rPr>
          <w:sz w:val="20"/>
          <w:szCs w:val="20"/>
        </w:rPr>
        <w:t xml:space="preserve"> bude provedena dle ČSN 34 2300</w:t>
      </w:r>
      <w:r>
        <w:rPr>
          <w:sz w:val="20"/>
          <w:szCs w:val="20"/>
        </w:rPr>
        <w:t xml:space="preserve"> ed.2 </w:t>
      </w:r>
      <w:r w:rsidRPr="00974D44">
        <w:rPr>
          <w:sz w:val="20"/>
          <w:szCs w:val="20"/>
        </w:rPr>
        <w:t>Předpisy pro vnitřní rozvody vedení elektronických komunikací</w:t>
      </w:r>
      <w:r>
        <w:rPr>
          <w:sz w:val="20"/>
          <w:szCs w:val="20"/>
        </w:rPr>
        <w:t xml:space="preserve">, </w:t>
      </w:r>
      <w:r w:rsidRPr="00752AB2">
        <w:rPr>
          <w:sz w:val="20"/>
          <w:szCs w:val="20"/>
        </w:rPr>
        <w:t>ČSN 34 2710</w:t>
      </w:r>
      <w:r w:rsidRPr="005D49FC">
        <w:rPr>
          <w:sz w:val="20"/>
          <w:szCs w:val="20"/>
        </w:rPr>
        <w:t xml:space="preserve"> Elektrická požární signalizace - Projektování, montáž, užívání, provoz, kontrola, servis a údržba</w:t>
      </w:r>
      <w:r>
        <w:rPr>
          <w:sz w:val="20"/>
          <w:szCs w:val="20"/>
        </w:rPr>
        <w:t xml:space="preserve">, dle </w:t>
      </w:r>
      <w:r w:rsidRPr="00B024A6">
        <w:rPr>
          <w:sz w:val="20"/>
          <w:szCs w:val="20"/>
        </w:rPr>
        <w:t>ČSN 33 2130 ed.</w:t>
      </w:r>
      <w:r>
        <w:rPr>
          <w:sz w:val="20"/>
          <w:szCs w:val="20"/>
        </w:rPr>
        <w:t>3</w:t>
      </w:r>
      <w:r w:rsidRPr="00B024A6">
        <w:rPr>
          <w:sz w:val="20"/>
          <w:szCs w:val="20"/>
        </w:rPr>
        <w:t xml:space="preserve"> Elektrické instalace nízkého napětí – Vnitřní elektrické rozvody. </w:t>
      </w:r>
    </w:p>
    <w:p w:rsidR="00646825" w:rsidRPr="00E86A72" w:rsidRDefault="00646825" w:rsidP="00E86A72">
      <w:pPr>
        <w:rPr>
          <w:sz w:val="20"/>
          <w:szCs w:val="20"/>
        </w:rPr>
      </w:pPr>
    </w:p>
    <w:p w:rsidR="00646825" w:rsidRPr="00E86A72" w:rsidRDefault="00646825" w:rsidP="00E86A72">
      <w:pPr>
        <w:jc w:val="center"/>
        <w:rPr>
          <w:b/>
          <w:bCs/>
          <w:sz w:val="32"/>
          <w:szCs w:val="32"/>
          <w:u w:val="single"/>
        </w:rPr>
      </w:pPr>
      <w:r w:rsidRPr="00E86A72">
        <w:rPr>
          <w:b/>
          <w:bCs/>
          <w:sz w:val="32"/>
          <w:szCs w:val="32"/>
          <w:u w:val="single"/>
        </w:rPr>
        <w:t>URČENÍ VNĚJŠÍCH VLIVŮ</w:t>
      </w:r>
    </w:p>
    <w:p w:rsidR="00646825" w:rsidRPr="00E86A72" w:rsidRDefault="00646825" w:rsidP="00E86A72">
      <w:pPr>
        <w:rPr>
          <w:sz w:val="20"/>
          <w:szCs w:val="20"/>
        </w:rPr>
      </w:pPr>
    </w:p>
    <w:p w:rsidR="005A6DD8" w:rsidRDefault="005A6DD8" w:rsidP="005A6DD8">
      <w:pPr>
        <w:jc w:val="both"/>
        <w:rPr>
          <w:sz w:val="20"/>
          <w:szCs w:val="20"/>
        </w:rPr>
      </w:pPr>
      <w:bookmarkStart w:id="4" w:name="_Toc82916215"/>
      <w:bookmarkStart w:id="5" w:name="_Toc521715979"/>
      <w:bookmarkStart w:id="6" w:name="_Toc12946679"/>
      <w:bookmarkStart w:id="7" w:name="_Toc16051745"/>
      <w:bookmarkStart w:id="8" w:name="_Toc81817827"/>
      <w:bookmarkStart w:id="9" w:name="_Toc89061618"/>
      <w:r w:rsidRPr="00E86A72">
        <w:rPr>
          <w:sz w:val="20"/>
          <w:szCs w:val="20"/>
        </w:rPr>
        <w:t>Vnější vlivy jsou určeny protokolem o určení vnějších vlivů dle ČSN 33 2000-5–51 ed.3 čl. NA 512.2.5, ČSN 33 2000-1 ed.2, ČSN 33 2000-4-41 ed.2 změna 1 a norem souvisejících. Protokol o určení vnějších vlivů je nedílnou součástí technické zprávy</w:t>
      </w:r>
      <w:r>
        <w:rPr>
          <w:sz w:val="20"/>
          <w:szCs w:val="20"/>
        </w:rPr>
        <w:t xml:space="preserve"> elektroinstalace</w:t>
      </w:r>
      <w:r w:rsidRPr="00E86A72">
        <w:rPr>
          <w:sz w:val="20"/>
          <w:szCs w:val="20"/>
        </w:rPr>
        <w:t>.</w:t>
      </w:r>
    </w:p>
    <w:p w:rsidR="0082759F" w:rsidRDefault="0082759F" w:rsidP="00E86A72">
      <w:pPr>
        <w:jc w:val="both"/>
        <w:rPr>
          <w:sz w:val="20"/>
          <w:szCs w:val="20"/>
        </w:rPr>
      </w:pPr>
    </w:p>
    <w:p w:rsidR="005A6DD8" w:rsidRDefault="005A6DD8" w:rsidP="00E86A72">
      <w:pPr>
        <w:jc w:val="both"/>
        <w:rPr>
          <w:sz w:val="20"/>
          <w:szCs w:val="20"/>
        </w:rPr>
      </w:pPr>
    </w:p>
    <w:p w:rsidR="005A6DD8" w:rsidRDefault="005A6DD8" w:rsidP="00E86A72">
      <w:pPr>
        <w:jc w:val="both"/>
        <w:rPr>
          <w:sz w:val="20"/>
          <w:szCs w:val="20"/>
        </w:rPr>
      </w:pPr>
    </w:p>
    <w:p w:rsidR="005A6DD8" w:rsidRPr="00E86A72" w:rsidRDefault="005A6DD8" w:rsidP="00E86A72">
      <w:pPr>
        <w:jc w:val="both"/>
        <w:rPr>
          <w:sz w:val="20"/>
          <w:szCs w:val="20"/>
        </w:rPr>
      </w:pPr>
    </w:p>
    <w:p w:rsidR="00646825" w:rsidRPr="00E86A72" w:rsidRDefault="00646825" w:rsidP="00E86A72">
      <w:pPr>
        <w:jc w:val="center"/>
        <w:rPr>
          <w:b/>
          <w:bCs/>
          <w:sz w:val="32"/>
          <w:szCs w:val="32"/>
          <w:u w:val="single"/>
        </w:rPr>
      </w:pPr>
      <w:r w:rsidRPr="00E86A72">
        <w:rPr>
          <w:b/>
          <w:bCs/>
          <w:sz w:val="32"/>
          <w:szCs w:val="32"/>
          <w:u w:val="single"/>
        </w:rPr>
        <w:lastRenderedPageBreak/>
        <w:t>POŽÁRNĚ BEZPEČNOSTNÍ ŘEŠENÍ</w:t>
      </w:r>
    </w:p>
    <w:p w:rsidR="00646825" w:rsidRPr="00E86A72" w:rsidRDefault="00646825" w:rsidP="00E86A72">
      <w:pPr>
        <w:rPr>
          <w:sz w:val="20"/>
          <w:szCs w:val="20"/>
        </w:rPr>
      </w:pPr>
    </w:p>
    <w:p w:rsidR="005A6DD8" w:rsidRPr="008143DE" w:rsidRDefault="005A6DD8" w:rsidP="005A6DD8">
      <w:pPr>
        <w:autoSpaceDE w:val="0"/>
        <w:autoSpaceDN w:val="0"/>
        <w:adjustRightInd w:val="0"/>
        <w:jc w:val="both"/>
        <w:rPr>
          <w:sz w:val="20"/>
          <w:szCs w:val="20"/>
        </w:rPr>
      </w:pPr>
      <w:r>
        <w:rPr>
          <w:sz w:val="20"/>
          <w:szCs w:val="20"/>
        </w:rPr>
        <w:t>Elektrickou požární signalizací</w:t>
      </w:r>
      <w:r w:rsidRPr="008143DE">
        <w:rPr>
          <w:sz w:val="20"/>
          <w:szCs w:val="20"/>
        </w:rPr>
        <w:t xml:space="preserve"> nebudou dotčena žádná zařízení požární ochrany – vnější a vnitřní odběrná místa požární vody, narušení požárních konstrukcí a rovněž tak nebude omezen průjezd a průchod požárních jednotek po přístupových komunikacích.</w:t>
      </w:r>
    </w:p>
    <w:p w:rsidR="005A6DD8" w:rsidRPr="008143DE" w:rsidRDefault="005A6DD8" w:rsidP="005A6DD8">
      <w:pPr>
        <w:jc w:val="both"/>
        <w:rPr>
          <w:sz w:val="20"/>
          <w:szCs w:val="20"/>
        </w:rPr>
      </w:pPr>
      <w:r w:rsidRPr="008143DE">
        <w:rPr>
          <w:sz w:val="20"/>
          <w:szCs w:val="20"/>
        </w:rPr>
        <w:t>Protipožární zařízení je stanoveno požárním specialistou ve zprávě požárně bezpečnostního řešení stavby na základě projednání s oprávněným orgánem. V prostupech jednotlivých kabelových vedení horizontálními i vertikálními požárně dělícími konstrukcemi v prostorách posuzovaných dle ČSN 73 0802, ČSN 73 0804, ČSN 73 0831, ČSN 73 0833 a ČSN 73 0848, jsou použity protipožární ucpávky. Požární uzávěry ústící do chráněných únikových cest musí být typu EI, v ostatních případech mohou být typu EI nebo EW. Požární uzávěry typu EW lze užít i do chráněných únikových cest, pokud oddělují chráněnou únikovou cestu od požárního úseku nebo prostoru bez požárního rizika nebo v případě vnější komunikace. Požární odolnost požárních uzávěrů nemusí být nikde vyšší než požární odolnost konstrukcí, v nichž jsou osazeny.</w:t>
      </w:r>
    </w:p>
    <w:p w:rsidR="005A6DD8" w:rsidRPr="008143DE" w:rsidRDefault="005A6DD8" w:rsidP="005A6DD8">
      <w:pPr>
        <w:jc w:val="both"/>
        <w:rPr>
          <w:sz w:val="20"/>
          <w:szCs w:val="20"/>
        </w:rPr>
      </w:pPr>
      <w:r w:rsidRPr="008143DE">
        <w:rPr>
          <w:sz w:val="20"/>
          <w:szCs w:val="20"/>
        </w:rPr>
        <w:t>Elektrické rozvody zajišťující funkci nebo ovládání zařízení sloužící k protipožárnímu zabezpečení stavebních objektů musí mít zajištěnou dodávku elektrické energie alespoň ze dvou na sobě nezávislých napájecích zdrojů, z nichž každý musí mít takový výkon, aby při přerušení dodávky z jednoho zdroje byly dodávky plně zajištěny po dobu předpokládané funkce zařízení ze zdroje druhého. Přepnutí na druhý napájecí zdroj musí být samočinné, nebo musí být zabezpečeno zásahem obsluhy stálé služby, v tomto případě musí být porucha na kterékoliv napájecí soustavě signalizována do požární ústředny nebo jiného místa se stálou službou.</w:t>
      </w:r>
    </w:p>
    <w:p w:rsidR="005A6DD8" w:rsidRPr="008143DE" w:rsidRDefault="005A6DD8" w:rsidP="005A6DD8">
      <w:pPr>
        <w:pStyle w:val="Bezmezer"/>
        <w:jc w:val="both"/>
        <w:rPr>
          <w:rFonts w:ascii="Times New Roman" w:hAnsi="Times New Roman"/>
          <w:sz w:val="20"/>
          <w:szCs w:val="20"/>
        </w:rPr>
      </w:pPr>
      <w:r w:rsidRPr="008143DE">
        <w:rPr>
          <w:rFonts w:ascii="Times New Roman" w:hAnsi="Times New Roman"/>
          <w:sz w:val="20"/>
          <w:szCs w:val="20"/>
        </w:rPr>
        <w:t>Elektrická zařízení sloužící k požárnímu zabezpečení objektu se připojují samostatným vedením z přípojkové skříně nebo z hlavního rozvaděče, a to tak, aby zůstala funkční po celou požadovanou dobu i při odpojení ostatních elektrických zařízen v objektu.</w:t>
      </w:r>
    </w:p>
    <w:p w:rsidR="005A6DD8" w:rsidRPr="008143DE" w:rsidRDefault="005A6DD8" w:rsidP="005A6DD8">
      <w:pPr>
        <w:pStyle w:val="Bezmezer"/>
        <w:jc w:val="both"/>
        <w:rPr>
          <w:rFonts w:ascii="Times New Roman" w:hAnsi="Times New Roman"/>
          <w:sz w:val="20"/>
          <w:szCs w:val="20"/>
        </w:rPr>
      </w:pPr>
      <w:r w:rsidRPr="008143DE">
        <w:rPr>
          <w:rFonts w:ascii="Times New Roman" w:hAnsi="Times New Roman"/>
          <w:sz w:val="20"/>
          <w:szCs w:val="20"/>
        </w:rPr>
        <w:t>Vodiče a kabely zajišťující funkci a ovládání zařízení sloužící k požárnímu zabezpečení stavebních objektů:</w:t>
      </w:r>
    </w:p>
    <w:p w:rsidR="005A6DD8" w:rsidRPr="008143DE" w:rsidRDefault="005A6DD8" w:rsidP="005A6DD8">
      <w:pPr>
        <w:pStyle w:val="Odstavecseseznamem"/>
        <w:numPr>
          <w:ilvl w:val="0"/>
          <w:numId w:val="13"/>
        </w:numPr>
        <w:spacing w:after="0" w:line="240" w:lineRule="auto"/>
        <w:ind w:left="709" w:hanging="709"/>
        <w:jc w:val="both"/>
        <w:rPr>
          <w:rFonts w:ascii="Times New Roman" w:hAnsi="Times New Roman"/>
          <w:sz w:val="20"/>
          <w:szCs w:val="20"/>
        </w:rPr>
      </w:pPr>
      <w:r w:rsidRPr="008143DE">
        <w:rPr>
          <w:rFonts w:ascii="Times New Roman" w:hAnsi="Times New Roman"/>
          <w:sz w:val="20"/>
          <w:szCs w:val="20"/>
        </w:rPr>
        <w:t>Mohou být volně vedeny prostory a požárními úseky bez požárního rizika, včetně chráněných únikových cest, pokud vodiče a kabely splňují třídu funkčnosti P15-R a jsou třídy reakce na oheň B2ca s1, d0</w:t>
      </w:r>
    </w:p>
    <w:p w:rsidR="005A6DD8" w:rsidRPr="008143DE" w:rsidRDefault="005A6DD8" w:rsidP="005A6DD8">
      <w:pPr>
        <w:pStyle w:val="Odstavecseseznamem"/>
        <w:numPr>
          <w:ilvl w:val="0"/>
          <w:numId w:val="13"/>
        </w:numPr>
        <w:spacing w:after="0" w:line="240" w:lineRule="auto"/>
        <w:ind w:left="709" w:hanging="709"/>
        <w:jc w:val="both"/>
        <w:rPr>
          <w:rFonts w:ascii="Times New Roman" w:hAnsi="Times New Roman"/>
          <w:sz w:val="20"/>
          <w:szCs w:val="20"/>
        </w:rPr>
      </w:pPr>
      <w:r w:rsidRPr="008143DE">
        <w:rPr>
          <w:rFonts w:ascii="Times New Roman" w:hAnsi="Times New Roman"/>
          <w:sz w:val="20"/>
          <w:szCs w:val="20"/>
        </w:rPr>
        <w:t>Mohou být volně vedeny prostory a požárními úseky s požárním rizikem, pokud kabelové trasy splňují třídu funkčnosti požadovanou požárně bezpečnostním řešením stavby s ohledem na dobu funkčnosti požárně bezpečnostních zařízení a jsou třídy reakce na oheň alespoň B2ca s1, d0</w:t>
      </w:r>
    </w:p>
    <w:p w:rsidR="005A6DD8" w:rsidRPr="008143DE" w:rsidRDefault="005A6DD8" w:rsidP="005A6DD8">
      <w:pPr>
        <w:pStyle w:val="Odstavecseseznamem"/>
        <w:numPr>
          <w:ilvl w:val="0"/>
          <w:numId w:val="13"/>
        </w:numPr>
        <w:spacing w:after="0" w:line="240" w:lineRule="auto"/>
        <w:ind w:left="709" w:hanging="709"/>
        <w:jc w:val="both"/>
        <w:rPr>
          <w:rFonts w:ascii="Times New Roman" w:hAnsi="Times New Roman"/>
          <w:sz w:val="20"/>
          <w:szCs w:val="20"/>
        </w:rPr>
      </w:pPr>
      <w:r w:rsidRPr="008143DE">
        <w:rPr>
          <w:rFonts w:ascii="Times New Roman" w:hAnsi="Times New Roman"/>
          <w:sz w:val="20"/>
          <w:szCs w:val="20"/>
        </w:rPr>
        <w:t>Musí být uloženy či chráněny tak, aby nedošlo k porušení jejich funkčnosti a pokud odpovídají ČSN mohou být např. vedeny pod omítkou s krytím nejméně 10mm</w:t>
      </w:r>
    </w:p>
    <w:p w:rsidR="005A6DD8" w:rsidRPr="008143DE" w:rsidRDefault="005A6DD8" w:rsidP="005A6DD8">
      <w:pPr>
        <w:pStyle w:val="Odstavecseseznamem"/>
        <w:spacing w:after="0" w:line="240" w:lineRule="auto"/>
        <w:ind w:left="0"/>
        <w:jc w:val="both"/>
        <w:rPr>
          <w:rFonts w:ascii="Times New Roman" w:hAnsi="Times New Roman"/>
          <w:sz w:val="20"/>
          <w:szCs w:val="20"/>
        </w:rPr>
      </w:pPr>
      <w:r w:rsidRPr="008143DE">
        <w:rPr>
          <w:rFonts w:ascii="Times New Roman" w:hAnsi="Times New Roman"/>
          <w:sz w:val="20"/>
          <w:szCs w:val="20"/>
        </w:rPr>
        <w:t>Kabelové ucpávky jsou provedeny v místech prostupu požárními stěnami. K provedení je vhodný systém PROMAT, INTUMEX a další.</w:t>
      </w:r>
    </w:p>
    <w:p w:rsidR="005A6DD8" w:rsidRPr="0048598E" w:rsidRDefault="005A6DD8" w:rsidP="005A6DD8">
      <w:pPr>
        <w:jc w:val="both"/>
        <w:rPr>
          <w:sz w:val="20"/>
          <w:szCs w:val="20"/>
        </w:rPr>
      </w:pPr>
      <w:r w:rsidRPr="005D49FC">
        <w:rPr>
          <w:sz w:val="20"/>
          <w:szCs w:val="20"/>
        </w:rPr>
        <w:t xml:space="preserve">Kabely a jejich uložení bude odpovídat požadavkům vyhlášky </w:t>
      </w:r>
      <w:r w:rsidRPr="00FF1AEE">
        <w:rPr>
          <w:sz w:val="20"/>
          <w:szCs w:val="20"/>
        </w:rPr>
        <w:t>č.</w:t>
      </w:r>
      <w:r w:rsidRPr="0048598E">
        <w:rPr>
          <w:sz w:val="20"/>
          <w:szCs w:val="20"/>
        </w:rPr>
        <w:t xml:space="preserve"> </w:t>
      </w:r>
      <w:r w:rsidRPr="00FF1AEE">
        <w:rPr>
          <w:sz w:val="20"/>
          <w:szCs w:val="20"/>
        </w:rPr>
        <w:t>23/2008 Sb. o technických</w:t>
      </w:r>
      <w:r w:rsidRPr="0048598E">
        <w:rPr>
          <w:sz w:val="20"/>
          <w:szCs w:val="20"/>
        </w:rPr>
        <w:t xml:space="preserve"> podmínkách požární ochrany staveb, ve znění pozdějších předpisů</w:t>
      </w:r>
    </w:p>
    <w:p w:rsidR="00C91992" w:rsidRPr="00E86A72" w:rsidRDefault="00C91992" w:rsidP="00E86A72">
      <w:pPr>
        <w:pStyle w:val="Odstavecseseznamem"/>
        <w:spacing w:after="0" w:line="240" w:lineRule="auto"/>
        <w:ind w:left="0"/>
        <w:mirrorIndents/>
        <w:jc w:val="both"/>
        <w:rPr>
          <w:rFonts w:ascii="Times New Roman" w:hAnsi="Times New Roman"/>
          <w:sz w:val="20"/>
          <w:szCs w:val="20"/>
        </w:rPr>
      </w:pPr>
    </w:p>
    <w:bookmarkEnd w:id="4"/>
    <w:bookmarkEnd w:id="5"/>
    <w:bookmarkEnd w:id="6"/>
    <w:bookmarkEnd w:id="7"/>
    <w:bookmarkEnd w:id="8"/>
    <w:bookmarkEnd w:id="9"/>
    <w:p w:rsidR="00646825" w:rsidRPr="00D839EE" w:rsidRDefault="00646825" w:rsidP="00E86A72">
      <w:pPr>
        <w:pStyle w:val="Nadpis2"/>
        <w:spacing w:before="0" w:after="0"/>
        <w:mirrorIndents/>
        <w:jc w:val="center"/>
        <w:rPr>
          <w:rFonts w:ascii="Times New Roman" w:hAnsi="Times New Roman"/>
          <w:i w:val="0"/>
          <w:sz w:val="32"/>
          <w:szCs w:val="32"/>
          <w:u w:val="single"/>
        </w:rPr>
      </w:pPr>
      <w:r w:rsidRPr="00D839EE">
        <w:rPr>
          <w:rFonts w:ascii="Times New Roman" w:hAnsi="Times New Roman"/>
          <w:i w:val="0"/>
          <w:sz w:val="32"/>
          <w:szCs w:val="32"/>
          <w:u w:val="single"/>
        </w:rPr>
        <w:t>TECHNICKÁ ŘEŠENÍ</w:t>
      </w:r>
    </w:p>
    <w:p w:rsidR="00646825" w:rsidRPr="00E86A72" w:rsidRDefault="00646825" w:rsidP="00E86A72">
      <w:pPr>
        <w:mirrorIndents/>
        <w:rPr>
          <w:sz w:val="20"/>
          <w:szCs w:val="20"/>
        </w:rPr>
      </w:pPr>
    </w:p>
    <w:p w:rsidR="00E86A72" w:rsidRPr="00D839EE" w:rsidRDefault="00E86A72" w:rsidP="00E86A72">
      <w:pPr>
        <w:jc w:val="center"/>
        <w:rPr>
          <w:b/>
          <w:bCs/>
          <w:sz w:val="32"/>
          <w:szCs w:val="32"/>
          <w:u w:val="single"/>
        </w:rPr>
      </w:pPr>
      <w:r w:rsidRPr="00D839EE">
        <w:rPr>
          <w:b/>
          <w:bCs/>
          <w:sz w:val="32"/>
          <w:szCs w:val="32"/>
          <w:u w:val="single"/>
        </w:rPr>
        <w:t xml:space="preserve">OCHRANA PŘED ÚČINKY TEPLA </w:t>
      </w:r>
    </w:p>
    <w:p w:rsidR="00E86A72" w:rsidRPr="00E86A72" w:rsidRDefault="00E86A72" w:rsidP="00E86A72">
      <w:pPr>
        <w:rPr>
          <w:sz w:val="20"/>
          <w:szCs w:val="20"/>
        </w:rPr>
      </w:pPr>
    </w:p>
    <w:p w:rsidR="00E86A72" w:rsidRPr="00E86A72" w:rsidRDefault="00E86A72" w:rsidP="00E86A72">
      <w:pPr>
        <w:jc w:val="both"/>
        <w:rPr>
          <w:sz w:val="20"/>
          <w:szCs w:val="20"/>
        </w:rPr>
      </w:pPr>
      <w:r w:rsidRPr="00E86A72">
        <w:rPr>
          <w:sz w:val="20"/>
          <w:szCs w:val="20"/>
        </w:rPr>
        <w:t>Ochrana před účinky tepla je řešena dle ČSN 33 2000-4–42 ed.2 Elektrické instalace nízkého napětí - Část 4-42: Bezpečnost - Ochrana před účinky tepla. Elektrická zařízení nesmí být příčinou vzniku požáru okolních hmot. Přístupné části elektrického zařízení nesmí dosáhnout teploty, která by mohla způsobit popáleniny osobám a užitkovým zvířatům. Elektrická zařízení musí být chráněna před přehřátím.</w:t>
      </w:r>
    </w:p>
    <w:p w:rsidR="00646825" w:rsidRPr="00E86A72" w:rsidRDefault="00646825" w:rsidP="00E86A72">
      <w:pPr>
        <w:jc w:val="both"/>
        <w:rPr>
          <w:sz w:val="20"/>
          <w:szCs w:val="20"/>
        </w:rPr>
      </w:pPr>
    </w:p>
    <w:p w:rsidR="00646825" w:rsidRPr="00D839EE" w:rsidRDefault="00646825" w:rsidP="00E86A72">
      <w:pPr>
        <w:jc w:val="center"/>
        <w:rPr>
          <w:b/>
          <w:bCs/>
          <w:sz w:val="32"/>
          <w:szCs w:val="32"/>
          <w:u w:val="single"/>
        </w:rPr>
      </w:pPr>
      <w:r w:rsidRPr="00D839EE">
        <w:rPr>
          <w:b/>
          <w:bCs/>
          <w:sz w:val="32"/>
          <w:szCs w:val="32"/>
          <w:u w:val="single"/>
        </w:rPr>
        <w:t>OCHRANA PROTI NADPROUDŮM A ZKRATU</w:t>
      </w:r>
    </w:p>
    <w:p w:rsidR="00646825" w:rsidRPr="00E86A72" w:rsidRDefault="00646825" w:rsidP="00E86A72">
      <w:pPr>
        <w:rPr>
          <w:sz w:val="20"/>
          <w:szCs w:val="20"/>
        </w:rPr>
      </w:pPr>
    </w:p>
    <w:p w:rsidR="00646825" w:rsidRDefault="00646825" w:rsidP="00E86A72">
      <w:pPr>
        <w:jc w:val="both"/>
        <w:rPr>
          <w:sz w:val="20"/>
          <w:szCs w:val="20"/>
        </w:rPr>
      </w:pPr>
      <w:r w:rsidRPr="00E86A72">
        <w:rPr>
          <w:sz w:val="20"/>
          <w:szCs w:val="20"/>
        </w:rPr>
        <w:t>Ochrana před nadproudy a zkratu je řešena dle ČSN 33 2000-4–43 ed.2 Elektrické instalace nízkého napětí - Část 4-43: Bezpečnost - Ochrana před nadproudy. Pracovní vodiče musí být chráněny proti přetížení a proti zkratovým proudům jedním nebo více prvky pro samočinné přerušení napájení. Ochrana vedení proti přetížení a zkratu bude provedena pojistkami a jističi. Tyto automaticky odpojí obvod předtím, než nadproud a doba jeho trvání dosáhnou nebezpečné hodnoty.</w:t>
      </w:r>
    </w:p>
    <w:p w:rsidR="00C002F3" w:rsidRDefault="00C002F3" w:rsidP="00E86A72">
      <w:pPr>
        <w:jc w:val="both"/>
        <w:rPr>
          <w:sz w:val="20"/>
          <w:szCs w:val="20"/>
        </w:rPr>
      </w:pPr>
    </w:p>
    <w:p w:rsidR="003366F7" w:rsidRDefault="003366F7" w:rsidP="003366F7">
      <w:pPr>
        <w:jc w:val="both"/>
        <w:rPr>
          <w:sz w:val="20"/>
          <w:szCs w:val="20"/>
        </w:rPr>
      </w:pPr>
    </w:p>
    <w:p w:rsidR="005A6DD8" w:rsidRDefault="005A6DD8" w:rsidP="003366F7">
      <w:pPr>
        <w:jc w:val="both"/>
        <w:rPr>
          <w:sz w:val="20"/>
          <w:szCs w:val="20"/>
        </w:rPr>
      </w:pPr>
    </w:p>
    <w:p w:rsidR="005A6DD8" w:rsidRPr="006B3766" w:rsidRDefault="005A6DD8" w:rsidP="005A6DD8">
      <w:pPr>
        <w:jc w:val="center"/>
        <w:rPr>
          <w:b/>
          <w:bCs/>
          <w:sz w:val="32"/>
          <w:szCs w:val="32"/>
          <w:u w:val="single"/>
        </w:rPr>
      </w:pPr>
      <w:r>
        <w:rPr>
          <w:b/>
          <w:bCs/>
          <w:sz w:val="32"/>
          <w:szCs w:val="32"/>
          <w:u w:val="single"/>
        </w:rPr>
        <w:lastRenderedPageBreak/>
        <w:t>ELEKTRICKÁ POŽÁRNÍ SIGNALIZACE - EPS</w:t>
      </w:r>
    </w:p>
    <w:p w:rsidR="005A6DD8" w:rsidRPr="00E37F2A" w:rsidRDefault="005A6DD8" w:rsidP="005A6DD8">
      <w:pPr>
        <w:autoSpaceDE w:val="0"/>
        <w:autoSpaceDN w:val="0"/>
        <w:adjustRightInd w:val="0"/>
        <w:jc w:val="both"/>
        <w:rPr>
          <w:bCs/>
          <w:sz w:val="20"/>
          <w:szCs w:val="20"/>
        </w:rPr>
      </w:pPr>
    </w:p>
    <w:p w:rsidR="00073A2F" w:rsidRDefault="005A6DD8" w:rsidP="005A6DD8">
      <w:pPr>
        <w:autoSpaceDE w:val="0"/>
        <w:autoSpaceDN w:val="0"/>
        <w:adjustRightInd w:val="0"/>
        <w:jc w:val="both"/>
        <w:rPr>
          <w:sz w:val="20"/>
          <w:szCs w:val="20"/>
        </w:rPr>
      </w:pPr>
      <w:r w:rsidRPr="00C10136">
        <w:rPr>
          <w:sz w:val="20"/>
          <w:szCs w:val="20"/>
        </w:rPr>
        <w:t xml:space="preserve">Zařízení EPS slouží k včasné akustické a optické signalizaci ohniska požáru nebo vzniklého požáru. EPS je navržena účelně, hospodárně a úměrně k vynaloženým nákladům na požární ochranu objektu ve vztahu ke chráněným hodnotám a předpokládané pravděpodobnosti vzniku požáru. </w:t>
      </w:r>
      <w:r w:rsidRPr="00E37F2A">
        <w:rPr>
          <w:sz w:val="20"/>
          <w:szCs w:val="20"/>
        </w:rPr>
        <w:t xml:space="preserve">Systém EPS se skládá z několika funkčně propojených částí. Na požární kruhové adresné linky ústředny ESSER jsou připojeny automatické a tlačítkové hlásiče požáru instalované v určených místech a v prostorech, které svými vlastnostmi a charakteristikou odpovídají danému prostředí (rychle hořící látky, látky uvolňující při hoření agresivní nebo jedovaté chemikálie, látky uvolňující velké množství kouře apod.). Tato zařízení identifikují poplachové podněty, jako jsou: dosažení maximální dovolené výše teploty, prudce zvýšená teplota, vznik kouře v hlídaných prostorách a podobně. Informace, která vzniká na </w:t>
      </w:r>
      <w:r>
        <w:rPr>
          <w:sz w:val="20"/>
          <w:szCs w:val="20"/>
        </w:rPr>
        <w:t>výstupu jednotlivých detektorů, bude</w:t>
      </w:r>
      <w:r w:rsidRPr="00E37F2A">
        <w:rPr>
          <w:sz w:val="20"/>
          <w:szCs w:val="20"/>
        </w:rPr>
        <w:t xml:space="preserve"> vyhodnocována ústřednou EPS. Ta zajistí zpracování informace s následnou aktivací výstupních obvodů. Pro chránění objektu je navržen systém EPS, který lze použitím karet rozšíření a mikromodulů konfigurovat individuálně ve vztahu ke konkrétnímu objektu. Na základě toho je možné s konvenčními hlásiči požáru nebo s hlásiči požáru schopnými provozu po sběrnici s technologií okruhové sběrnice vybudovat výkonnou jednotlivou ústřednu. Ke konstrukci jednotlivé ústředny v souladu s normami je potřeba periferní modul</w:t>
      </w:r>
      <w:r>
        <w:rPr>
          <w:sz w:val="20"/>
          <w:szCs w:val="20"/>
        </w:rPr>
        <w:t>y</w:t>
      </w:r>
      <w:r w:rsidR="00073A2F">
        <w:rPr>
          <w:sz w:val="20"/>
          <w:szCs w:val="20"/>
        </w:rPr>
        <w:t>.</w:t>
      </w:r>
    </w:p>
    <w:p w:rsidR="005A6DD8" w:rsidRPr="00E37F2A" w:rsidRDefault="005A6DD8" w:rsidP="005A6DD8">
      <w:pPr>
        <w:autoSpaceDE w:val="0"/>
        <w:autoSpaceDN w:val="0"/>
        <w:adjustRightInd w:val="0"/>
        <w:jc w:val="both"/>
        <w:rPr>
          <w:sz w:val="20"/>
          <w:szCs w:val="20"/>
        </w:rPr>
      </w:pPr>
      <w:r w:rsidRPr="00E37F2A">
        <w:rPr>
          <w:sz w:val="20"/>
          <w:szCs w:val="20"/>
        </w:rPr>
        <w:t>Konstrukce ústředny se dá libovolně rozšířit použitím doplňkových konstrukčních skupin vstup/výstup, propojovacích vazebních členů esserbus. V závislosti na konstrukci budované ústředny lze propojovací vazební členy do skříně ústředny namontovat na speciálních montážních místech. Pro decentralizovanou montáž propojovacích vazebních členů esserbus jsou jako doplňková volitelná výbava k dispozici plastové skříňky se stupněm krytí IP 40.</w:t>
      </w:r>
    </w:p>
    <w:p w:rsidR="005A6DD8" w:rsidRPr="00E37F2A" w:rsidRDefault="005A6DD8" w:rsidP="005A6DD8">
      <w:pPr>
        <w:autoSpaceDE w:val="0"/>
        <w:autoSpaceDN w:val="0"/>
        <w:adjustRightInd w:val="0"/>
        <w:jc w:val="both"/>
        <w:rPr>
          <w:sz w:val="20"/>
          <w:szCs w:val="20"/>
        </w:rPr>
      </w:pPr>
      <w:r w:rsidRPr="00E37F2A">
        <w:rPr>
          <w:sz w:val="20"/>
          <w:szCs w:val="20"/>
        </w:rPr>
        <w:t>Navržený mikroprocesorový adresovatelný systém se skládá z následujících částí:</w:t>
      </w:r>
    </w:p>
    <w:p w:rsidR="005A6DD8" w:rsidRPr="00E37F2A" w:rsidRDefault="005A6DD8" w:rsidP="005A6DD8">
      <w:pPr>
        <w:autoSpaceDE w:val="0"/>
        <w:autoSpaceDN w:val="0"/>
        <w:adjustRightInd w:val="0"/>
        <w:ind w:left="284" w:hanging="142"/>
        <w:jc w:val="both"/>
        <w:rPr>
          <w:sz w:val="20"/>
          <w:szCs w:val="20"/>
        </w:rPr>
      </w:pPr>
      <w:r w:rsidRPr="00E37F2A">
        <w:rPr>
          <w:sz w:val="20"/>
          <w:szCs w:val="20"/>
        </w:rPr>
        <w:t>- mi</w:t>
      </w:r>
      <w:r w:rsidR="00073A2F">
        <w:rPr>
          <w:sz w:val="20"/>
          <w:szCs w:val="20"/>
        </w:rPr>
        <w:t>kroprocesorová ústředna ESSER s 2x</w:t>
      </w:r>
      <w:r w:rsidRPr="00E37F2A">
        <w:rPr>
          <w:sz w:val="20"/>
          <w:szCs w:val="20"/>
        </w:rPr>
        <w:t xml:space="preserve"> </w:t>
      </w:r>
      <w:r>
        <w:rPr>
          <w:sz w:val="20"/>
          <w:szCs w:val="20"/>
        </w:rPr>
        <w:t>hlásící kruhovou linkou</w:t>
      </w:r>
      <w:r w:rsidRPr="00E37F2A">
        <w:rPr>
          <w:sz w:val="20"/>
          <w:szCs w:val="20"/>
        </w:rPr>
        <w:t xml:space="preserve"> pro celkov</w:t>
      </w:r>
      <w:r>
        <w:rPr>
          <w:sz w:val="20"/>
          <w:szCs w:val="20"/>
        </w:rPr>
        <w:t xml:space="preserve">ý maximální počet </w:t>
      </w:r>
      <w:r w:rsidR="00073A2F">
        <w:rPr>
          <w:sz w:val="20"/>
          <w:szCs w:val="20"/>
        </w:rPr>
        <w:t>252</w:t>
      </w:r>
      <w:r>
        <w:rPr>
          <w:sz w:val="20"/>
          <w:szCs w:val="20"/>
        </w:rPr>
        <w:t xml:space="preserve"> hlásičů</w:t>
      </w:r>
      <w:r w:rsidRPr="00E37F2A">
        <w:rPr>
          <w:sz w:val="20"/>
          <w:szCs w:val="20"/>
        </w:rPr>
        <w:t xml:space="preserve"> </w:t>
      </w:r>
      <w:r>
        <w:rPr>
          <w:sz w:val="20"/>
          <w:szCs w:val="20"/>
        </w:rPr>
        <w:t>a 1 kopplerovou kruhovou linkou</w:t>
      </w:r>
    </w:p>
    <w:p w:rsidR="005A6DD8" w:rsidRDefault="005A6DD8" w:rsidP="005A6DD8">
      <w:pPr>
        <w:autoSpaceDE w:val="0"/>
        <w:autoSpaceDN w:val="0"/>
        <w:adjustRightInd w:val="0"/>
        <w:ind w:left="284" w:hanging="142"/>
        <w:jc w:val="both"/>
        <w:rPr>
          <w:sz w:val="20"/>
          <w:szCs w:val="20"/>
        </w:rPr>
      </w:pPr>
      <w:r w:rsidRPr="00E37F2A">
        <w:rPr>
          <w:sz w:val="20"/>
          <w:szCs w:val="20"/>
        </w:rPr>
        <w:t>- Opticko-kouřové hlásiče. Tyto hlásič</w:t>
      </w:r>
      <w:r w:rsidR="00073A2F">
        <w:rPr>
          <w:sz w:val="20"/>
          <w:szCs w:val="20"/>
        </w:rPr>
        <w:t xml:space="preserve">e jsou použity ve všech </w:t>
      </w:r>
      <w:r>
        <w:rPr>
          <w:sz w:val="20"/>
          <w:szCs w:val="20"/>
        </w:rPr>
        <w:t>prostorech</w:t>
      </w:r>
      <w:r w:rsidR="00073A2F">
        <w:rPr>
          <w:sz w:val="20"/>
          <w:szCs w:val="20"/>
        </w:rPr>
        <w:t xml:space="preserve"> objektu mimo</w:t>
      </w:r>
    </w:p>
    <w:p w:rsidR="005A6DD8" w:rsidRPr="00E37F2A" w:rsidRDefault="005A6DD8" w:rsidP="005A6DD8">
      <w:pPr>
        <w:autoSpaceDE w:val="0"/>
        <w:autoSpaceDN w:val="0"/>
        <w:adjustRightInd w:val="0"/>
        <w:ind w:left="284" w:hanging="142"/>
        <w:jc w:val="both"/>
        <w:rPr>
          <w:sz w:val="20"/>
          <w:szCs w:val="20"/>
        </w:rPr>
      </w:pPr>
      <w:r w:rsidRPr="00E37F2A">
        <w:rPr>
          <w:sz w:val="20"/>
          <w:szCs w:val="20"/>
        </w:rPr>
        <w:t xml:space="preserve">- Termodiferenciální (teplotní) hlásiče pro detekci nárůstu teploty. Plocha hlídání 20 m2, výška hlídání max. 7,5 m. Tyto hlásiče jsou použity </w:t>
      </w:r>
      <w:r>
        <w:rPr>
          <w:sz w:val="20"/>
          <w:szCs w:val="20"/>
        </w:rPr>
        <w:t>na hygienickém zařízení a kuchyni</w:t>
      </w:r>
      <w:r w:rsidRPr="00E37F2A">
        <w:rPr>
          <w:sz w:val="20"/>
          <w:szCs w:val="20"/>
        </w:rPr>
        <w:t>.</w:t>
      </w:r>
    </w:p>
    <w:p w:rsidR="005A6DD8" w:rsidRPr="00E37F2A" w:rsidRDefault="005A6DD8" w:rsidP="005A6DD8">
      <w:pPr>
        <w:autoSpaceDE w:val="0"/>
        <w:autoSpaceDN w:val="0"/>
        <w:adjustRightInd w:val="0"/>
        <w:ind w:left="284" w:hanging="142"/>
        <w:jc w:val="both"/>
        <w:rPr>
          <w:sz w:val="20"/>
          <w:szCs w:val="20"/>
        </w:rPr>
      </w:pPr>
      <w:r w:rsidRPr="00E37F2A">
        <w:rPr>
          <w:sz w:val="20"/>
          <w:szCs w:val="20"/>
        </w:rPr>
        <w:t xml:space="preserve">- Tlačítkové adresovatelné hlásiče </w:t>
      </w:r>
    </w:p>
    <w:p w:rsidR="005A6DD8" w:rsidRDefault="005A6DD8" w:rsidP="005A6DD8">
      <w:pPr>
        <w:autoSpaceDE w:val="0"/>
        <w:autoSpaceDN w:val="0"/>
        <w:adjustRightInd w:val="0"/>
        <w:ind w:left="284" w:hanging="142"/>
        <w:jc w:val="both"/>
        <w:rPr>
          <w:sz w:val="20"/>
          <w:szCs w:val="20"/>
        </w:rPr>
      </w:pPr>
      <w:r w:rsidRPr="00E37F2A">
        <w:rPr>
          <w:sz w:val="20"/>
          <w:szCs w:val="20"/>
        </w:rPr>
        <w:t>- Kopplery 4 vstupy / 2 výstupy, které</w:t>
      </w:r>
      <w:r>
        <w:rPr>
          <w:sz w:val="20"/>
          <w:szCs w:val="20"/>
        </w:rPr>
        <w:t xml:space="preserve"> budou ovládat a monitorovat návazné zařízení</w:t>
      </w:r>
    </w:p>
    <w:p w:rsidR="005A6DD8" w:rsidRDefault="005A6DD8" w:rsidP="005A6DD8">
      <w:pPr>
        <w:autoSpaceDE w:val="0"/>
        <w:autoSpaceDN w:val="0"/>
        <w:adjustRightInd w:val="0"/>
        <w:ind w:left="284" w:hanging="142"/>
        <w:jc w:val="both"/>
        <w:rPr>
          <w:sz w:val="20"/>
          <w:szCs w:val="20"/>
        </w:rPr>
      </w:pPr>
      <w:r w:rsidRPr="00E37F2A">
        <w:rPr>
          <w:sz w:val="20"/>
          <w:szCs w:val="20"/>
        </w:rPr>
        <w:t>- Pomocné napájecí zdroje, které napájejí návazné zařízení.</w:t>
      </w:r>
    </w:p>
    <w:p w:rsidR="00073A2F" w:rsidRDefault="00073A2F" w:rsidP="005A6DD8">
      <w:pPr>
        <w:autoSpaceDE w:val="0"/>
        <w:autoSpaceDN w:val="0"/>
        <w:adjustRightInd w:val="0"/>
        <w:jc w:val="both"/>
        <w:rPr>
          <w:sz w:val="20"/>
          <w:szCs w:val="20"/>
        </w:rPr>
      </w:pPr>
    </w:p>
    <w:p w:rsidR="005A6DD8" w:rsidRPr="00E37F2A" w:rsidRDefault="005A6DD8" w:rsidP="005A6DD8">
      <w:pPr>
        <w:autoSpaceDE w:val="0"/>
        <w:autoSpaceDN w:val="0"/>
        <w:adjustRightInd w:val="0"/>
        <w:jc w:val="both"/>
        <w:rPr>
          <w:sz w:val="20"/>
          <w:szCs w:val="20"/>
        </w:rPr>
      </w:pPr>
      <w:r w:rsidRPr="00E37F2A">
        <w:rPr>
          <w:sz w:val="20"/>
          <w:szCs w:val="20"/>
        </w:rPr>
        <w:t>Energetické zajištění provozu zařízení EPS:</w:t>
      </w:r>
    </w:p>
    <w:p w:rsidR="005A6DD8" w:rsidRPr="00E37F2A" w:rsidRDefault="005A6DD8" w:rsidP="005A6DD8">
      <w:pPr>
        <w:autoSpaceDE w:val="0"/>
        <w:autoSpaceDN w:val="0"/>
        <w:adjustRightInd w:val="0"/>
        <w:jc w:val="both"/>
        <w:rPr>
          <w:sz w:val="20"/>
          <w:szCs w:val="20"/>
        </w:rPr>
      </w:pPr>
      <w:r w:rsidRPr="00E37F2A">
        <w:rPr>
          <w:sz w:val="20"/>
          <w:szCs w:val="20"/>
        </w:rPr>
        <w:t xml:space="preserve">Ústředna EPS bude napojena na samostatně jištěný vývody 230V, AC, 10A </w:t>
      </w:r>
      <w:r>
        <w:rPr>
          <w:sz w:val="20"/>
          <w:szCs w:val="20"/>
        </w:rPr>
        <w:t xml:space="preserve">z rozváděče </w:t>
      </w:r>
      <w:r w:rsidR="00073A2F">
        <w:rPr>
          <w:sz w:val="20"/>
          <w:szCs w:val="20"/>
        </w:rPr>
        <w:t>RMS</w:t>
      </w:r>
      <w:r>
        <w:rPr>
          <w:sz w:val="20"/>
          <w:szCs w:val="20"/>
        </w:rPr>
        <w:t>,</w:t>
      </w:r>
      <w:r w:rsidRPr="00E37F2A">
        <w:rPr>
          <w:sz w:val="20"/>
          <w:szCs w:val="20"/>
        </w:rPr>
        <w:t xml:space="preserve"> který je umístěn </w:t>
      </w:r>
      <w:r w:rsidR="00073A2F">
        <w:rPr>
          <w:sz w:val="20"/>
          <w:szCs w:val="20"/>
        </w:rPr>
        <w:t>v chodbě 1.NP</w:t>
      </w:r>
      <w:r>
        <w:rPr>
          <w:sz w:val="20"/>
          <w:szCs w:val="20"/>
        </w:rPr>
        <w:t xml:space="preserve">. Ústředna EPS bude umístěna </w:t>
      </w:r>
      <w:r w:rsidR="00073A2F">
        <w:rPr>
          <w:sz w:val="20"/>
          <w:szCs w:val="20"/>
        </w:rPr>
        <w:t>ve vrátnici 1.NP</w:t>
      </w:r>
      <w:r>
        <w:rPr>
          <w:sz w:val="20"/>
          <w:szCs w:val="20"/>
        </w:rPr>
        <w:t xml:space="preserve"> v samostatném požárním úseku (skříni)</w:t>
      </w:r>
      <w:r w:rsidRPr="00E37F2A">
        <w:rPr>
          <w:sz w:val="20"/>
          <w:szCs w:val="20"/>
        </w:rPr>
        <w:t xml:space="preserve">. Přívod bude proveden kabelem </w:t>
      </w:r>
      <w:r w:rsidRPr="00B028DF">
        <w:rPr>
          <w:sz w:val="20"/>
          <w:szCs w:val="20"/>
        </w:rPr>
        <w:t xml:space="preserve">PRAFlaSafe-J </w:t>
      </w:r>
      <w:r>
        <w:rPr>
          <w:sz w:val="20"/>
          <w:szCs w:val="20"/>
        </w:rPr>
        <w:t>3</w:t>
      </w:r>
      <w:r w:rsidRPr="00B028DF">
        <w:rPr>
          <w:sz w:val="20"/>
          <w:szCs w:val="20"/>
        </w:rPr>
        <w:t>x1,5</w:t>
      </w:r>
      <w:r w:rsidR="00073A2F">
        <w:rPr>
          <w:sz w:val="20"/>
          <w:szCs w:val="20"/>
        </w:rPr>
        <w:t xml:space="preserve"> uložen v liště 40x20HF pod stropem</w:t>
      </w:r>
      <w:r w:rsidRPr="00E37F2A">
        <w:rPr>
          <w:sz w:val="20"/>
          <w:szCs w:val="20"/>
        </w:rPr>
        <w:t>. V případě výpadku el. energie se ústředna automaticky přepne na vlastní vestavěný náhradní zdroj 12 V DC, který zajišťuje provoz ústředny po dobu 24 hod. dle ČSN 34 2710. Náhradní zdroj je automaticky dobíjen z ústředny EPS. Ústředna testuje trvale provoz náhradního zdroje včetně přívodního vedení a signalizuje poruchy napájení.</w:t>
      </w:r>
    </w:p>
    <w:p w:rsidR="005A6DD8" w:rsidRPr="00E37F2A" w:rsidRDefault="005A6DD8" w:rsidP="005A6DD8">
      <w:pPr>
        <w:jc w:val="both"/>
        <w:rPr>
          <w:sz w:val="20"/>
          <w:szCs w:val="20"/>
        </w:rPr>
      </w:pPr>
    </w:p>
    <w:p w:rsidR="005A6DD8" w:rsidRPr="0056172F" w:rsidRDefault="005A6DD8" w:rsidP="005A6DD8">
      <w:pPr>
        <w:rPr>
          <w:b/>
          <w:bCs/>
          <w:sz w:val="20"/>
          <w:szCs w:val="20"/>
        </w:rPr>
      </w:pPr>
      <w:bookmarkStart w:id="10" w:name="_Toc229988695"/>
      <w:r w:rsidRPr="0056172F">
        <w:rPr>
          <w:b/>
          <w:bCs/>
          <w:sz w:val="20"/>
          <w:szCs w:val="20"/>
        </w:rPr>
        <w:t>Popis řešení</w:t>
      </w:r>
    </w:p>
    <w:p w:rsidR="005A6DD8" w:rsidRPr="00E37F2A" w:rsidRDefault="005A6DD8" w:rsidP="005A6DD8">
      <w:pPr>
        <w:jc w:val="both"/>
        <w:rPr>
          <w:sz w:val="20"/>
          <w:szCs w:val="20"/>
        </w:rPr>
      </w:pPr>
      <w:r w:rsidRPr="00E37F2A">
        <w:rPr>
          <w:sz w:val="20"/>
          <w:szCs w:val="20"/>
        </w:rPr>
        <w:t xml:space="preserve">Ústředna EPS bude umístěna </w:t>
      </w:r>
      <w:r w:rsidR="00073A2F">
        <w:rPr>
          <w:sz w:val="20"/>
          <w:szCs w:val="20"/>
        </w:rPr>
        <w:t>ve vrátnici 1.NP</w:t>
      </w:r>
      <w:r>
        <w:rPr>
          <w:sz w:val="20"/>
          <w:szCs w:val="20"/>
        </w:rPr>
        <w:t xml:space="preserve"> v samostatném požárním úseku.</w:t>
      </w:r>
      <w:r w:rsidRPr="00E37F2A">
        <w:rPr>
          <w:sz w:val="20"/>
          <w:szCs w:val="20"/>
        </w:rPr>
        <w:t xml:space="preserve"> </w:t>
      </w:r>
      <w:r w:rsidR="00073A2F">
        <w:rPr>
          <w:sz w:val="20"/>
          <w:szCs w:val="20"/>
        </w:rPr>
        <w:t>Ve vrátnici b</w:t>
      </w:r>
      <w:r w:rsidRPr="00E37F2A">
        <w:rPr>
          <w:sz w:val="20"/>
          <w:szCs w:val="20"/>
        </w:rPr>
        <w:t>ude určena osoba odpovídající za provoz EPS a denně budou určeny osoby zajišťující vlastní provoz ústředny EPS dle požárního řádu.</w:t>
      </w:r>
    </w:p>
    <w:p w:rsidR="005A6DD8" w:rsidRPr="00E37F2A" w:rsidRDefault="005A6DD8" w:rsidP="005A6DD8">
      <w:pPr>
        <w:jc w:val="both"/>
        <w:rPr>
          <w:sz w:val="20"/>
          <w:szCs w:val="20"/>
        </w:rPr>
      </w:pPr>
      <w:r w:rsidRPr="00E37F2A">
        <w:rPr>
          <w:sz w:val="20"/>
          <w:szCs w:val="20"/>
        </w:rPr>
        <w:t>V ústředně budou instalovány mikromoduly kruhového vedení ESSERBUS, na který budou připojené veškeré hlásiče. Pro chránění jednotlivých prostor jsou navrženy automatické opticko-kouřové</w:t>
      </w:r>
      <w:r>
        <w:rPr>
          <w:sz w:val="20"/>
          <w:szCs w:val="20"/>
        </w:rPr>
        <w:t>, opticko-lineární</w:t>
      </w:r>
      <w:r w:rsidR="004A7FB4">
        <w:rPr>
          <w:sz w:val="20"/>
          <w:szCs w:val="20"/>
        </w:rPr>
        <w:t xml:space="preserve"> a</w:t>
      </w:r>
      <w:r>
        <w:rPr>
          <w:sz w:val="20"/>
          <w:szCs w:val="20"/>
        </w:rPr>
        <w:t xml:space="preserve"> tlačítkové </w:t>
      </w:r>
      <w:r w:rsidR="004A7FB4">
        <w:rPr>
          <w:sz w:val="20"/>
          <w:szCs w:val="20"/>
        </w:rPr>
        <w:t>hlásiče</w:t>
      </w:r>
      <w:r>
        <w:rPr>
          <w:sz w:val="20"/>
          <w:szCs w:val="20"/>
        </w:rPr>
        <w:t xml:space="preserve">. </w:t>
      </w:r>
      <w:r w:rsidRPr="00E37F2A">
        <w:rPr>
          <w:sz w:val="20"/>
          <w:szCs w:val="20"/>
        </w:rPr>
        <w:t>Opticko-kouřové hlásiče jsou v jednotlivých místnostech instalovány přímo na stropě nebo na sádrokartonovém podhledu dle předpisů výrobce. Na únikových trasách jsou instalovány tlačítkové hlásiče ve výšce 1,</w:t>
      </w:r>
      <w:r w:rsidR="004A7FB4">
        <w:rPr>
          <w:sz w:val="20"/>
          <w:szCs w:val="20"/>
        </w:rPr>
        <w:t>2</w:t>
      </w:r>
      <w:r w:rsidRPr="00E37F2A">
        <w:rPr>
          <w:sz w:val="20"/>
          <w:szCs w:val="20"/>
        </w:rPr>
        <w:t xml:space="preserve">m nad podlahou. Všechny požární hlásiče a kopplery </w:t>
      </w:r>
      <w:r>
        <w:rPr>
          <w:sz w:val="20"/>
          <w:szCs w:val="20"/>
        </w:rPr>
        <w:t>jsou připojeny</w:t>
      </w:r>
      <w:r w:rsidRPr="00E37F2A">
        <w:rPr>
          <w:sz w:val="20"/>
          <w:szCs w:val="20"/>
        </w:rPr>
        <w:t xml:space="preserve"> na kruhovém vedení. Kruhové vedení je tolerantní proti zkratu a přerušení. Protože je napájeno z obou směrů, je zaručena funkčnost všech účastníků i při mechanickém poškození vedení v jednom místě. Při současném poškození vedení na dvou místech jsou vyřazeny z funkce jen ty prvky, které se nacházejí mezi těmito místy.</w:t>
      </w:r>
    </w:p>
    <w:bookmarkEnd w:id="10"/>
    <w:p w:rsidR="005A6DD8" w:rsidRPr="00E37F2A" w:rsidRDefault="005A6DD8" w:rsidP="005A6DD8">
      <w:pPr>
        <w:ind w:firstLine="709"/>
        <w:jc w:val="both"/>
        <w:rPr>
          <w:sz w:val="20"/>
          <w:szCs w:val="20"/>
        </w:rPr>
      </w:pPr>
    </w:p>
    <w:p w:rsidR="005A6DD8" w:rsidRPr="002C724E" w:rsidRDefault="005A6DD8" w:rsidP="005A6DD8">
      <w:pPr>
        <w:rPr>
          <w:b/>
          <w:bCs/>
          <w:sz w:val="20"/>
          <w:szCs w:val="20"/>
        </w:rPr>
      </w:pPr>
      <w:r w:rsidRPr="002C724E">
        <w:rPr>
          <w:b/>
          <w:bCs/>
          <w:sz w:val="20"/>
          <w:szCs w:val="20"/>
        </w:rPr>
        <w:t xml:space="preserve">Umístnění ústředny </w:t>
      </w:r>
      <w:r>
        <w:rPr>
          <w:b/>
          <w:bCs/>
          <w:sz w:val="20"/>
          <w:szCs w:val="20"/>
        </w:rPr>
        <w:t>EPS</w:t>
      </w:r>
    </w:p>
    <w:p w:rsidR="005A6DD8" w:rsidRPr="00E37F2A" w:rsidRDefault="005A6DD8" w:rsidP="005A6DD8">
      <w:pPr>
        <w:jc w:val="both"/>
        <w:rPr>
          <w:sz w:val="20"/>
          <w:szCs w:val="20"/>
        </w:rPr>
      </w:pPr>
      <w:r w:rsidRPr="00E37F2A">
        <w:rPr>
          <w:sz w:val="20"/>
          <w:szCs w:val="20"/>
        </w:rPr>
        <w:t>Požární ústředna ESSER je navržena pro hlásící kruhov</w:t>
      </w:r>
      <w:r>
        <w:rPr>
          <w:sz w:val="20"/>
          <w:szCs w:val="20"/>
        </w:rPr>
        <w:t>ou linku</w:t>
      </w:r>
      <w:r w:rsidRPr="00E37F2A">
        <w:rPr>
          <w:sz w:val="20"/>
          <w:szCs w:val="20"/>
        </w:rPr>
        <w:t xml:space="preserve"> </w:t>
      </w:r>
      <w:r>
        <w:rPr>
          <w:sz w:val="20"/>
          <w:szCs w:val="20"/>
        </w:rPr>
        <w:t>o maximálním počtu 1000</w:t>
      </w:r>
      <w:r w:rsidRPr="00E37F2A">
        <w:rPr>
          <w:sz w:val="20"/>
          <w:szCs w:val="20"/>
        </w:rPr>
        <w:t xml:space="preserve"> hlásičů. Rozvody jsou provedeny vedením, které neustále sleduje případné zkraty či přerušení vedení a signalizuje je jako poruchy. Ústředna se obsluhuje pomocí tlačítek membránové klávesnice ve čtyřech stupních přístupu podle EN 54-2, zabezpečující nemožnost zásahu nepovolané osoby do systému ústředny. </w:t>
      </w:r>
      <w:r>
        <w:rPr>
          <w:sz w:val="20"/>
          <w:szCs w:val="20"/>
        </w:rPr>
        <w:t xml:space="preserve">Signalizace poplachu je vyhlášena </w:t>
      </w:r>
      <w:r>
        <w:rPr>
          <w:sz w:val="20"/>
          <w:szCs w:val="20"/>
        </w:rPr>
        <w:lastRenderedPageBreak/>
        <w:t>sirénami rozmístěnými po objektu.</w:t>
      </w:r>
      <w:r w:rsidRPr="00E37F2A">
        <w:rPr>
          <w:sz w:val="20"/>
          <w:szCs w:val="20"/>
        </w:rPr>
        <w:t xml:space="preserve"> Do systému lze připojit výstupní moduly Esserbus koppler 4/2 jejichž aktivace je vázána na vyhlášení poplachu ve skupině, do které jsou připojeny. Každý poplach je postupně zaznamenáván. Dle signalizace na ústředně</w:t>
      </w:r>
      <w:r>
        <w:rPr>
          <w:sz w:val="20"/>
          <w:szCs w:val="20"/>
        </w:rPr>
        <w:t xml:space="preserve"> </w:t>
      </w:r>
      <w:r w:rsidRPr="00E37F2A">
        <w:rPr>
          <w:sz w:val="20"/>
          <w:szCs w:val="20"/>
        </w:rPr>
        <w:t xml:space="preserve">je možno okamžitě lokalizovat místo požáru. Ověření poplachu společně s automatickým spuštěním hlavního poplachového systému umožňuje obsluze optimální organizaci požárního poplachu v celém objektu. Automatická kontrola všech funkcí ústředny v krátkých časových intervalech objeví případnou poruchu a okamžitě ji signalizuje, přičemž základní funkce ústředny zůstávají zachovány. Ústředna EPS je napájena samostatně jištěným obvodem přes jistič 10A s napětím 230V/50Hz </w:t>
      </w:r>
      <w:r>
        <w:rPr>
          <w:sz w:val="20"/>
          <w:szCs w:val="20"/>
        </w:rPr>
        <w:t>v rozv</w:t>
      </w:r>
      <w:r w:rsidR="004A7FB4">
        <w:rPr>
          <w:sz w:val="20"/>
          <w:szCs w:val="20"/>
        </w:rPr>
        <w:t>á</w:t>
      </w:r>
      <w:r>
        <w:rPr>
          <w:sz w:val="20"/>
          <w:szCs w:val="20"/>
        </w:rPr>
        <w:t xml:space="preserve">děči </w:t>
      </w:r>
      <w:r w:rsidR="004A7FB4">
        <w:rPr>
          <w:sz w:val="20"/>
          <w:szCs w:val="20"/>
        </w:rPr>
        <w:t>RMS</w:t>
      </w:r>
      <w:r w:rsidRPr="00E37F2A">
        <w:rPr>
          <w:sz w:val="20"/>
          <w:szCs w:val="20"/>
        </w:rPr>
        <w:t xml:space="preserve">. Vedení bude v celé trase nepřerušené. Jistič označit „ EPS-NEVYPÍNAT“. V případě poruchy a výpadku el. energie je ústředna (celý systém) napájen zálohovanými akumulátory dle ČSN. Dobíjení je řízeno v závislosti na okolní teplotě. </w:t>
      </w:r>
    </w:p>
    <w:p w:rsidR="005A6DD8" w:rsidRDefault="005A6DD8" w:rsidP="005A6DD8">
      <w:pPr>
        <w:jc w:val="both"/>
        <w:rPr>
          <w:sz w:val="20"/>
          <w:szCs w:val="20"/>
        </w:rPr>
      </w:pPr>
      <w:r>
        <w:rPr>
          <w:sz w:val="20"/>
          <w:szCs w:val="20"/>
        </w:rPr>
        <w:t>Ú</w:t>
      </w:r>
      <w:r w:rsidRPr="00C10136">
        <w:rPr>
          <w:sz w:val="20"/>
          <w:szCs w:val="20"/>
        </w:rPr>
        <w:t>středna systému EPS bude instalována v</w:t>
      </w:r>
      <w:r>
        <w:rPr>
          <w:sz w:val="20"/>
          <w:szCs w:val="20"/>
        </w:rPr>
        <w:t> </w:t>
      </w:r>
      <w:r w:rsidRPr="00C10136">
        <w:rPr>
          <w:sz w:val="20"/>
          <w:szCs w:val="20"/>
        </w:rPr>
        <w:t>místnosti</w:t>
      </w:r>
      <w:r>
        <w:rPr>
          <w:sz w:val="20"/>
          <w:szCs w:val="20"/>
        </w:rPr>
        <w:t xml:space="preserve"> </w:t>
      </w:r>
      <w:r w:rsidR="004A7FB4">
        <w:rPr>
          <w:sz w:val="20"/>
          <w:szCs w:val="20"/>
        </w:rPr>
        <w:t>vrátnice 1.NP</w:t>
      </w:r>
      <w:r w:rsidRPr="00C10136">
        <w:rPr>
          <w:sz w:val="20"/>
          <w:szCs w:val="20"/>
        </w:rPr>
        <w:t xml:space="preserve">. Zde bude zajištěna stálá služba vyškoleného personálu v pracovní době. Z tohoto místa bude zajištěno ovládání systému EPS. Vyhlašování požáru se předpokládá </w:t>
      </w:r>
      <w:r w:rsidR="004A7FB4">
        <w:rPr>
          <w:sz w:val="20"/>
          <w:szCs w:val="20"/>
        </w:rPr>
        <w:t>dvou</w:t>
      </w:r>
      <w:r w:rsidRPr="00C10136">
        <w:rPr>
          <w:sz w:val="20"/>
          <w:szCs w:val="20"/>
        </w:rPr>
        <w:t xml:space="preserve">stupňové. V pracovní době bude systém EPS obsluhován z ústředny, která bude vybavena spojovými prostředky k okamžitému kontaktování HZS (telefonním </w:t>
      </w:r>
      <w:r>
        <w:rPr>
          <w:sz w:val="20"/>
          <w:szCs w:val="20"/>
        </w:rPr>
        <w:t xml:space="preserve">mobilním </w:t>
      </w:r>
      <w:r w:rsidRPr="00C10136">
        <w:rPr>
          <w:sz w:val="20"/>
          <w:szCs w:val="20"/>
        </w:rPr>
        <w:t xml:space="preserve">spojením). </w:t>
      </w:r>
      <w:r w:rsidRPr="00E37F2A">
        <w:rPr>
          <w:sz w:val="20"/>
          <w:szCs w:val="20"/>
        </w:rPr>
        <w:t xml:space="preserve">Charakter místnosti musí odpovídat ČSN 73 0875, čl. 52 až 54. Ústředna je umístěna v požárním úseku, jehož součinitel </w:t>
      </w:r>
      <w:r w:rsidRPr="00E37F2A">
        <w:rPr>
          <w:i/>
          <w:sz w:val="20"/>
          <w:szCs w:val="20"/>
        </w:rPr>
        <w:t>an</w:t>
      </w:r>
      <w:r w:rsidRPr="00E37F2A">
        <w:rPr>
          <w:sz w:val="20"/>
          <w:szCs w:val="20"/>
        </w:rPr>
        <w:t xml:space="preserve"> podle ČSN 73 080</w:t>
      </w:r>
      <w:r>
        <w:rPr>
          <w:sz w:val="20"/>
          <w:szCs w:val="20"/>
        </w:rPr>
        <w:t>2</w:t>
      </w:r>
      <w:r w:rsidRPr="00E37F2A">
        <w:rPr>
          <w:sz w:val="20"/>
          <w:szCs w:val="20"/>
        </w:rPr>
        <w:t xml:space="preserve"> je menší než 1,1.</w:t>
      </w:r>
    </w:p>
    <w:p w:rsidR="005A6DD8" w:rsidRPr="00E37F2A" w:rsidRDefault="005A6DD8" w:rsidP="005A6DD8">
      <w:pPr>
        <w:ind w:firstLine="709"/>
        <w:jc w:val="both"/>
        <w:rPr>
          <w:sz w:val="20"/>
          <w:szCs w:val="20"/>
        </w:rPr>
      </w:pPr>
    </w:p>
    <w:p w:rsidR="005A6DD8" w:rsidRPr="002C724E" w:rsidRDefault="005A6DD8" w:rsidP="005A6DD8">
      <w:pPr>
        <w:rPr>
          <w:b/>
          <w:bCs/>
          <w:sz w:val="20"/>
          <w:szCs w:val="20"/>
        </w:rPr>
      </w:pPr>
      <w:bookmarkStart w:id="11" w:name="_Toc121119343"/>
      <w:r w:rsidRPr="002C724E">
        <w:rPr>
          <w:b/>
          <w:bCs/>
          <w:sz w:val="20"/>
          <w:szCs w:val="20"/>
        </w:rPr>
        <w:t>Signalizace poplachu, výstupu a vazby na ostatní systémy</w:t>
      </w:r>
    </w:p>
    <w:bookmarkEnd w:id="11"/>
    <w:p w:rsidR="005A6DD8" w:rsidRPr="00E37F2A" w:rsidRDefault="005A6DD8" w:rsidP="005A6DD8">
      <w:pPr>
        <w:autoSpaceDE w:val="0"/>
        <w:autoSpaceDN w:val="0"/>
        <w:adjustRightInd w:val="0"/>
        <w:jc w:val="both"/>
        <w:rPr>
          <w:sz w:val="20"/>
          <w:szCs w:val="20"/>
        </w:rPr>
      </w:pPr>
      <w:r w:rsidRPr="00E37F2A">
        <w:rPr>
          <w:sz w:val="20"/>
          <w:szCs w:val="20"/>
        </w:rPr>
        <w:t>Pro objekt je navržena dvoustupň</w:t>
      </w:r>
      <w:r w:rsidR="004A7FB4">
        <w:rPr>
          <w:sz w:val="20"/>
          <w:szCs w:val="20"/>
        </w:rPr>
        <w:t>ová signalizace požáru (DSP). Ve vrátnici</w:t>
      </w:r>
      <w:r>
        <w:rPr>
          <w:sz w:val="20"/>
          <w:szCs w:val="20"/>
        </w:rPr>
        <w:t xml:space="preserve"> </w:t>
      </w:r>
      <w:r w:rsidRPr="00E37F2A">
        <w:rPr>
          <w:sz w:val="20"/>
          <w:szCs w:val="20"/>
        </w:rPr>
        <w:t>bude proškolená obsluha, která bude ovládat dvoustupňový systém EPS. Vyhlášení všeobecného poplachu je zpožděno o časy T1 a T2. Ústředna vyhlásí nejprve úsekový poplach. Od vyhlášení úsekového poplachu začne odpočítávání nastaveného času T1 (</w:t>
      </w:r>
      <w:r w:rsidR="004A7FB4">
        <w:rPr>
          <w:b/>
          <w:sz w:val="20"/>
          <w:szCs w:val="20"/>
        </w:rPr>
        <w:t>30 sekund</w:t>
      </w:r>
      <w:r w:rsidRPr="00E37F2A">
        <w:rPr>
          <w:sz w:val="20"/>
          <w:szCs w:val="20"/>
        </w:rPr>
        <w:t>), ve kterém je obsluze umožněno reagovat na toto hlášení. Obsluha převezme hlášení poplachu vypnutím akustické signalizace na ústředně. Jestliže obsluha převezme hlášení, začne se odměřovat čas T2 (</w:t>
      </w:r>
      <w:r w:rsidR="004A7FB4">
        <w:rPr>
          <w:b/>
          <w:sz w:val="20"/>
          <w:szCs w:val="20"/>
        </w:rPr>
        <w:t>300 sekund</w:t>
      </w:r>
      <w:r w:rsidRPr="00E37F2A">
        <w:rPr>
          <w:sz w:val="20"/>
          <w:szCs w:val="20"/>
        </w:rPr>
        <w:t>), který umožňuje obsluze postupovat podle požárních směrnic, tj. prověří místo, odkud je poplach hlášen, v případě malého rozsahu požáru provede represivní zásah, nebo podle rozsahu požáru provede další opatření pro zajištění represivních akcí. V případě, že obsluha nepřevezme hlášení úsekového poplachu, dojde k vyhlášení všeobecného poplachu. Při aktivaci tlačítkového hlásiče je ihned vyhlášen všeobecný poplach. Při vyhlášení všeobecného poplachu dojde k aktivaci výstupů pro ovládání na ně připojených zařízení. Vyhlášení všeobecného poplachu není zpožděno. Při vyhlášení všeobecného poplachu tedy dojde okamžitě k aktivaci výstupů pro ovládání na ně připojených zařízení.</w:t>
      </w:r>
    </w:p>
    <w:p w:rsidR="004A7FB4" w:rsidRDefault="005A6DD8" w:rsidP="005A6DD8">
      <w:pPr>
        <w:jc w:val="both"/>
        <w:rPr>
          <w:sz w:val="20"/>
          <w:szCs w:val="20"/>
        </w:rPr>
      </w:pPr>
      <w:r w:rsidRPr="00E37F2A">
        <w:rPr>
          <w:sz w:val="20"/>
          <w:szCs w:val="20"/>
        </w:rPr>
        <w:t xml:space="preserve">V případě falešného poplachu obsluha poplach resetuje a tím zruší vyhlášení všeobecného poplachu. Po spuštění všeobecného poplachu obsluha zajistí provedení nutných technických opatření na provozních zařízení podle poplachových směrnic objektu a přivolá HZS (tel. č. 150). Současně bude vyhlášen akustický poplach pomocí </w:t>
      </w:r>
      <w:r>
        <w:rPr>
          <w:sz w:val="20"/>
          <w:szCs w:val="20"/>
        </w:rPr>
        <w:t>vnitřních akustických sirén</w:t>
      </w:r>
      <w:r w:rsidRPr="00E37F2A">
        <w:rPr>
          <w:sz w:val="20"/>
          <w:szCs w:val="20"/>
        </w:rPr>
        <w:t>. Na ústředně</w:t>
      </w:r>
      <w:r>
        <w:rPr>
          <w:sz w:val="20"/>
          <w:szCs w:val="20"/>
        </w:rPr>
        <w:t xml:space="preserve"> </w:t>
      </w:r>
      <w:r w:rsidR="004A7FB4">
        <w:rPr>
          <w:sz w:val="20"/>
          <w:szCs w:val="20"/>
        </w:rPr>
        <w:t>EPS</w:t>
      </w:r>
      <w:r w:rsidRPr="00E37F2A">
        <w:rPr>
          <w:sz w:val="20"/>
          <w:szCs w:val="20"/>
        </w:rPr>
        <w:t xml:space="preserve"> jsou signalizovány pohotovostní, poruchové a poplachové signály opticky (textové zprávy) a akusticky (bzučák). Vazby na další protipožární zařízení jsou zajištěny pomocí vstupně/výstupních modulů EPS.</w:t>
      </w:r>
    </w:p>
    <w:p w:rsidR="005A6DD8" w:rsidRPr="00932448" w:rsidRDefault="005A6DD8" w:rsidP="005A6DD8">
      <w:pPr>
        <w:jc w:val="both"/>
        <w:rPr>
          <w:sz w:val="20"/>
          <w:szCs w:val="20"/>
        </w:rPr>
      </w:pPr>
      <w:r w:rsidRPr="00932448">
        <w:rPr>
          <w:sz w:val="20"/>
          <w:szCs w:val="20"/>
        </w:rPr>
        <w:t>Systém EPS bude ovládat při vyhlášení požáru tato návazná zařízení:</w:t>
      </w:r>
    </w:p>
    <w:p w:rsidR="005A6DD8" w:rsidRPr="00932448" w:rsidRDefault="004A7FB4" w:rsidP="005A6DD8">
      <w:pPr>
        <w:pStyle w:val="Odstavecseseznamem"/>
        <w:numPr>
          <w:ilvl w:val="0"/>
          <w:numId w:val="1"/>
        </w:numPr>
        <w:tabs>
          <w:tab w:val="clear" w:pos="1200"/>
          <w:tab w:val="num" w:pos="426"/>
        </w:tabs>
        <w:spacing w:after="0" w:line="240" w:lineRule="auto"/>
        <w:ind w:left="0" w:firstLine="0"/>
        <w:jc w:val="both"/>
        <w:rPr>
          <w:rFonts w:ascii="Times New Roman" w:hAnsi="Times New Roman"/>
          <w:sz w:val="20"/>
          <w:szCs w:val="20"/>
        </w:rPr>
      </w:pPr>
      <w:r>
        <w:rPr>
          <w:rFonts w:ascii="Times New Roman" w:hAnsi="Times New Roman"/>
          <w:sz w:val="20"/>
          <w:szCs w:val="20"/>
        </w:rPr>
        <w:t>Při čase t1 dojde k sjetí výtahu do 1.NP</w:t>
      </w:r>
    </w:p>
    <w:p w:rsidR="005A6DD8" w:rsidRPr="00401BC9" w:rsidRDefault="005A6DD8" w:rsidP="005A6DD8">
      <w:pPr>
        <w:pStyle w:val="Odstavecseseznamem"/>
        <w:numPr>
          <w:ilvl w:val="0"/>
          <w:numId w:val="1"/>
        </w:numPr>
        <w:tabs>
          <w:tab w:val="clear" w:pos="1200"/>
          <w:tab w:val="num" w:pos="426"/>
        </w:tabs>
        <w:spacing w:after="0" w:line="240" w:lineRule="auto"/>
        <w:ind w:left="709" w:hanging="709"/>
        <w:jc w:val="both"/>
        <w:rPr>
          <w:sz w:val="20"/>
          <w:szCs w:val="20"/>
        </w:rPr>
      </w:pPr>
      <w:r>
        <w:rPr>
          <w:rFonts w:ascii="Times New Roman" w:hAnsi="Times New Roman"/>
          <w:sz w:val="20"/>
          <w:szCs w:val="20"/>
        </w:rPr>
        <w:t>Při čase t2 dojde k vypnutí elektrické energie</w:t>
      </w:r>
      <w:r w:rsidR="004A7FB4">
        <w:rPr>
          <w:rFonts w:ascii="Times New Roman" w:hAnsi="Times New Roman"/>
          <w:sz w:val="20"/>
          <w:szCs w:val="20"/>
        </w:rPr>
        <w:t xml:space="preserve"> v rozváděči RH</w:t>
      </w:r>
      <w:r>
        <w:rPr>
          <w:rFonts w:ascii="Times New Roman" w:hAnsi="Times New Roman"/>
          <w:sz w:val="20"/>
          <w:szCs w:val="20"/>
        </w:rPr>
        <w:t xml:space="preserve"> a sepnutí evakuačních sirén</w:t>
      </w:r>
    </w:p>
    <w:p w:rsidR="005A6DD8" w:rsidRPr="00E37F2A" w:rsidRDefault="005A6DD8" w:rsidP="005A6DD8">
      <w:pPr>
        <w:pStyle w:val="Odst"/>
        <w:ind w:firstLine="0"/>
        <w:jc w:val="both"/>
        <w:rPr>
          <w:rFonts w:ascii="Times New Roman" w:hAnsi="Times New Roman"/>
          <w:sz w:val="20"/>
        </w:rPr>
      </w:pPr>
    </w:p>
    <w:p w:rsidR="005A6DD8" w:rsidRPr="002C724E" w:rsidRDefault="005A6DD8" w:rsidP="005A6DD8">
      <w:pPr>
        <w:rPr>
          <w:b/>
          <w:bCs/>
          <w:sz w:val="20"/>
          <w:szCs w:val="20"/>
        </w:rPr>
      </w:pPr>
      <w:bookmarkStart w:id="12" w:name="_Toc121119344"/>
      <w:r w:rsidRPr="002C724E">
        <w:rPr>
          <w:b/>
          <w:bCs/>
          <w:sz w:val="20"/>
          <w:szCs w:val="20"/>
        </w:rPr>
        <w:t xml:space="preserve">Popis a umístnění hlásičů </w:t>
      </w:r>
      <w:r>
        <w:rPr>
          <w:b/>
          <w:bCs/>
          <w:sz w:val="20"/>
          <w:szCs w:val="20"/>
        </w:rPr>
        <w:t>EPS</w:t>
      </w:r>
    </w:p>
    <w:bookmarkEnd w:id="12"/>
    <w:p w:rsidR="005A6DD8" w:rsidRPr="00E37F2A" w:rsidRDefault="005A6DD8" w:rsidP="005A6DD8">
      <w:pPr>
        <w:autoSpaceDE w:val="0"/>
        <w:autoSpaceDN w:val="0"/>
        <w:adjustRightInd w:val="0"/>
        <w:jc w:val="both"/>
        <w:rPr>
          <w:sz w:val="20"/>
          <w:szCs w:val="20"/>
        </w:rPr>
      </w:pPr>
      <w:r w:rsidRPr="00E37F2A">
        <w:rPr>
          <w:sz w:val="20"/>
          <w:szCs w:val="20"/>
        </w:rPr>
        <w:t xml:space="preserve">Typy hlásičů byly v tomto projektu voleny na základě charakteru střežených prostorů tak, aby střežení bylo efektivní a bylo minimalizováno vyhlašování planých poplachů. </w:t>
      </w:r>
    </w:p>
    <w:p w:rsidR="005A6DD8" w:rsidRPr="00E37F2A" w:rsidRDefault="005A6DD8" w:rsidP="005A6DD8">
      <w:pPr>
        <w:autoSpaceDE w:val="0"/>
        <w:autoSpaceDN w:val="0"/>
        <w:adjustRightInd w:val="0"/>
        <w:jc w:val="both"/>
        <w:rPr>
          <w:sz w:val="20"/>
          <w:szCs w:val="20"/>
        </w:rPr>
      </w:pPr>
      <w:r w:rsidRPr="00E37F2A">
        <w:rPr>
          <w:sz w:val="20"/>
          <w:szCs w:val="20"/>
        </w:rPr>
        <w:t>Opticko-kouřový hlásič.</w:t>
      </w:r>
    </w:p>
    <w:p w:rsidR="005A6DD8" w:rsidRDefault="005A6DD8" w:rsidP="005A6DD8">
      <w:pPr>
        <w:autoSpaceDE w:val="0"/>
        <w:autoSpaceDN w:val="0"/>
        <w:adjustRightInd w:val="0"/>
        <w:jc w:val="both"/>
        <w:rPr>
          <w:sz w:val="20"/>
          <w:szCs w:val="20"/>
        </w:rPr>
      </w:pPr>
      <w:r w:rsidRPr="00E37F2A">
        <w:rPr>
          <w:sz w:val="20"/>
          <w:szCs w:val="20"/>
        </w:rPr>
        <w:t>Hlásič kouře pracující na principu rozptýleného světla, určený k bezpečné a spolehlivé detekci požárů. Procesně analogový hlásič s decentralizovanou inteligencí, vlastní kontrolou funkce, redundancí v nouzových situacích, pamětí poplachů a provozních dat, indikací poplachu, softwarovým adresováním a samostatnou provozní indikací. Oddělovač vedení je integrován do hlásiče.</w:t>
      </w:r>
    </w:p>
    <w:p w:rsidR="005A6DD8" w:rsidRPr="00E37F2A" w:rsidRDefault="005A6DD8" w:rsidP="005A6DD8">
      <w:pPr>
        <w:autoSpaceDE w:val="0"/>
        <w:autoSpaceDN w:val="0"/>
        <w:adjustRightInd w:val="0"/>
        <w:jc w:val="both"/>
        <w:rPr>
          <w:sz w:val="20"/>
          <w:szCs w:val="20"/>
        </w:rPr>
      </w:pPr>
      <w:r w:rsidRPr="00E37F2A">
        <w:rPr>
          <w:sz w:val="20"/>
          <w:szCs w:val="20"/>
        </w:rPr>
        <w:t>Termodiferenciální (teplotní) hlásič.</w:t>
      </w:r>
    </w:p>
    <w:p w:rsidR="005A6DD8" w:rsidRPr="00E37F2A" w:rsidRDefault="005A6DD8" w:rsidP="005A6DD8">
      <w:pPr>
        <w:autoSpaceDE w:val="0"/>
        <w:autoSpaceDN w:val="0"/>
        <w:adjustRightInd w:val="0"/>
        <w:jc w:val="both"/>
        <w:rPr>
          <w:sz w:val="20"/>
          <w:szCs w:val="20"/>
        </w:rPr>
      </w:pPr>
      <w:r w:rsidRPr="00E37F2A">
        <w:rPr>
          <w:sz w:val="20"/>
          <w:szCs w:val="20"/>
        </w:rPr>
        <w:t>Automaticky hlásič s rychlým polovodičovým snímačem, k bezpečné a spolehlivé detekci požárů s rychle stoupající teplotou, s integrovaným rozlišením maximální hodnoty k detekci požárů s pomalými nárůsty teploty. Procesně analogový hlásič s decentralizovanou inteligencí, vlastní kontrolou funkce, redundancí v nouzových situacích, uložením poplachů a provozních dat v paměti, indikaci poplachu, softwarovým adresováním a samostatnou provozní indikací. Oddělovač vedení je integrován do hlásiče.</w:t>
      </w:r>
    </w:p>
    <w:p w:rsidR="005A6DD8" w:rsidRPr="00E37F2A" w:rsidRDefault="005A6DD8" w:rsidP="005A6DD8">
      <w:pPr>
        <w:jc w:val="both"/>
        <w:rPr>
          <w:sz w:val="20"/>
          <w:szCs w:val="20"/>
        </w:rPr>
      </w:pPr>
      <w:r w:rsidRPr="00E37F2A">
        <w:rPr>
          <w:sz w:val="20"/>
          <w:szCs w:val="20"/>
        </w:rPr>
        <w:t>Tlačítkové hlásiče</w:t>
      </w:r>
    </w:p>
    <w:p w:rsidR="005A6DD8" w:rsidRDefault="005A6DD8" w:rsidP="005A6DD8">
      <w:pPr>
        <w:jc w:val="both"/>
        <w:rPr>
          <w:sz w:val="20"/>
          <w:szCs w:val="20"/>
        </w:rPr>
      </w:pPr>
      <w:r w:rsidRPr="00E37F2A">
        <w:rPr>
          <w:sz w:val="20"/>
          <w:szCs w:val="20"/>
        </w:rPr>
        <w:t>jsou instalo</w:t>
      </w:r>
      <w:r>
        <w:rPr>
          <w:sz w:val="20"/>
          <w:szCs w:val="20"/>
        </w:rPr>
        <w:t xml:space="preserve">vány v přístupových cestách </w:t>
      </w:r>
      <w:r w:rsidRPr="00E37F2A">
        <w:rPr>
          <w:sz w:val="20"/>
          <w:szCs w:val="20"/>
        </w:rPr>
        <w:t>a u východů z objektu ve výšce 1,</w:t>
      </w:r>
      <w:r w:rsidR="003B4E1C">
        <w:rPr>
          <w:sz w:val="20"/>
          <w:szCs w:val="20"/>
        </w:rPr>
        <w:t>2</w:t>
      </w:r>
      <w:r w:rsidRPr="00E37F2A">
        <w:rPr>
          <w:sz w:val="20"/>
          <w:szCs w:val="20"/>
        </w:rPr>
        <w:t>m dle ČSN 73 0875.</w:t>
      </w:r>
    </w:p>
    <w:p w:rsidR="005A6DD8" w:rsidRDefault="005A6DD8" w:rsidP="005A6DD8">
      <w:pPr>
        <w:rPr>
          <w:rFonts w:ascii="Tahoma" w:hAnsi="Tahoma" w:cs="Tahoma"/>
          <w:color w:val="555555"/>
          <w:sz w:val="17"/>
          <w:szCs w:val="17"/>
        </w:rPr>
      </w:pPr>
      <w:bookmarkStart w:id="13" w:name="_Toc121119345"/>
    </w:p>
    <w:p w:rsidR="005A6DD8" w:rsidRDefault="005A6DD8" w:rsidP="005A6DD8">
      <w:pPr>
        <w:rPr>
          <w:rFonts w:ascii="Tahoma" w:hAnsi="Tahoma" w:cs="Tahoma"/>
          <w:color w:val="555555"/>
          <w:sz w:val="17"/>
          <w:szCs w:val="17"/>
        </w:rPr>
      </w:pPr>
    </w:p>
    <w:p w:rsidR="005A6DD8" w:rsidRPr="002C724E" w:rsidRDefault="005A6DD8" w:rsidP="005A6DD8">
      <w:pPr>
        <w:rPr>
          <w:b/>
          <w:bCs/>
          <w:sz w:val="20"/>
          <w:szCs w:val="20"/>
        </w:rPr>
      </w:pPr>
      <w:r w:rsidRPr="002C724E">
        <w:rPr>
          <w:b/>
          <w:bCs/>
          <w:sz w:val="20"/>
          <w:szCs w:val="20"/>
        </w:rPr>
        <w:lastRenderedPageBreak/>
        <w:t>Montáž a údržba hlásičů</w:t>
      </w:r>
    </w:p>
    <w:bookmarkEnd w:id="13"/>
    <w:p w:rsidR="005A6DD8" w:rsidRPr="00E37F2A" w:rsidRDefault="005A6DD8" w:rsidP="005A6DD8">
      <w:pPr>
        <w:jc w:val="both"/>
        <w:rPr>
          <w:sz w:val="20"/>
          <w:szCs w:val="20"/>
        </w:rPr>
      </w:pPr>
      <w:r w:rsidRPr="00E37F2A">
        <w:rPr>
          <w:sz w:val="20"/>
          <w:szCs w:val="20"/>
        </w:rPr>
        <w:t>Montáž rozvodů i zařízení EPS může provádět pouze firma, oprávněná a proškolená výrobcem nebo jeho oficiálním zástupcem v ČR k montáži a servisu navrženého systému EPS. Při montáži je nutno dodržet předepsané a určené předpisy a normy, zejména předpisy a normy pro práci na žebřících, lešeních a ve výškách. Po ukončení instalace EPS, oživení a odzkoušení funkce dle směrnic výrobce, musí být provedena výchozí revize systému EPS oprávněnou osobou. Revizní zpráva bude součástí předávacího protokolu. Provedení výchozí revize zařízení EPS se zajišťuje po zkouškách dle ČSN 34 2710</w:t>
      </w:r>
      <w:r w:rsidR="003B4E1C">
        <w:rPr>
          <w:sz w:val="20"/>
          <w:szCs w:val="20"/>
        </w:rPr>
        <w:t xml:space="preserve"> </w:t>
      </w:r>
      <w:r w:rsidR="003B4E1C" w:rsidRPr="00E37F2A">
        <w:rPr>
          <w:sz w:val="20"/>
          <w:szCs w:val="20"/>
        </w:rPr>
        <w:t>čl. 441</w:t>
      </w:r>
      <w:r w:rsidRPr="00E37F2A">
        <w:rPr>
          <w:sz w:val="20"/>
          <w:szCs w:val="20"/>
        </w:rPr>
        <w:t>. Výchozí revizi zařízení EPS provede revizní technik dle ČSN 33 2000-</w:t>
      </w:r>
      <w:smartTag w:uri="urn:schemas-microsoft-com:office:smarttags" w:element="metricconverter">
        <w:smartTagPr>
          <w:attr w:name="ProductID" w:val="6 a"/>
        </w:smartTagPr>
        <w:r w:rsidRPr="00E37F2A">
          <w:rPr>
            <w:sz w:val="20"/>
            <w:szCs w:val="20"/>
          </w:rPr>
          <w:t>6 a</w:t>
        </w:r>
      </w:smartTag>
      <w:r w:rsidRPr="00E37F2A">
        <w:rPr>
          <w:sz w:val="20"/>
          <w:szCs w:val="20"/>
        </w:rPr>
        <w:t xml:space="preserve"> dále dle ustanovení ČSN 34 2710</w:t>
      </w:r>
      <w:r w:rsidR="003B4E1C">
        <w:rPr>
          <w:sz w:val="20"/>
          <w:szCs w:val="20"/>
        </w:rPr>
        <w:t xml:space="preserve"> </w:t>
      </w:r>
      <w:r w:rsidR="003B4E1C" w:rsidRPr="00E37F2A">
        <w:rPr>
          <w:sz w:val="20"/>
          <w:szCs w:val="20"/>
        </w:rPr>
        <w:t>čl. 413</w:t>
      </w:r>
      <w:r w:rsidRPr="00E37F2A">
        <w:rPr>
          <w:sz w:val="20"/>
          <w:szCs w:val="20"/>
        </w:rPr>
        <w:t>. Předání a převzetí zařízení EPS uživateli dle ČSN 34 2710</w:t>
      </w:r>
      <w:r w:rsidR="003B4E1C">
        <w:rPr>
          <w:sz w:val="20"/>
          <w:szCs w:val="20"/>
        </w:rPr>
        <w:t xml:space="preserve"> </w:t>
      </w:r>
      <w:r w:rsidR="003B4E1C" w:rsidRPr="00E37F2A">
        <w:rPr>
          <w:sz w:val="20"/>
          <w:szCs w:val="20"/>
        </w:rPr>
        <w:t>čl. 420-423</w:t>
      </w:r>
      <w:r w:rsidRPr="00E37F2A">
        <w:rPr>
          <w:sz w:val="20"/>
          <w:szCs w:val="20"/>
        </w:rPr>
        <w:t xml:space="preserve"> musí být provedeno neprodleně po dokončení montáží a vykonání výchozí revize zařízení EPS podle čl. 411-414. O předání a převzetí zařízení je nutno sepsat zápis.</w:t>
      </w:r>
    </w:p>
    <w:p w:rsidR="005A6DD8" w:rsidRPr="00E37F2A" w:rsidRDefault="005A6DD8" w:rsidP="005A6DD8">
      <w:pPr>
        <w:jc w:val="both"/>
        <w:rPr>
          <w:sz w:val="20"/>
          <w:szCs w:val="20"/>
        </w:rPr>
      </w:pPr>
      <w:r w:rsidRPr="00E37F2A">
        <w:rPr>
          <w:sz w:val="20"/>
          <w:szCs w:val="20"/>
        </w:rPr>
        <w:t>Při předání zařízení bude předána následující dokumentace:</w:t>
      </w:r>
    </w:p>
    <w:p w:rsidR="005A6DD8" w:rsidRPr="00E37F2A" w:rsidRDefault="005A6DD8" w:rsidP="005A6DD8">
      <w:pPr>
        <w:numPr>
          <w:ilvl w:val="0"/>
          <w:numId w:val="1"/>
        </w:numPr>
        <w:tabs>
          <w:tab w:val="clear" w:pos="1200"/>
          <w:tab w:val="num" w:pos="284"/>
        </w:tabs>
        <w:ind w:left="0" w:firstLine="0"/>
        <w:jc w:val="both"/>
        <w:rPr>
          <w:sz w:val="20"/>
          <w:szCs w:val="20"/>
        </w:rPr>
      </w:pPr>
      <w:r w:rsidRPr="00E37F2A">
        <w:rPr>
          <w:sz w:val="20"/>
          <w:szCs w:val="20"/>
        </w:rPr>
        <w:t>projektové dokumentace skutečného stavu v min. dvou vyhotoveních</w:t>
      </w:r>
    </w:p>
    <w:p w:rsidR="005A6DD8" w:rsidRPr="00E37F2A" w:rsidRDefault="005A6DD8" w:rsidP="005A6DD8">
      <w:pPr>
        <w:numPr>
          <w:ilvl w:val="0"/>
          <w:numId w:val="1"/>
        </w:numPr>
        <w:tabs>
          <w:tab w:val="clear" w:pos="1200"/>
          <w:tab w:val="num" w:pos="284"/>
        </w:tabs>
        <w:ind w:left="0" w:firstLine="0"/>
        <w:jc w:val="both"/>
        <w:rPr>
          <w:sz w:val="20"/>
          <w:szCs w:val="20"/>
        </w:rPr>
      </w:pPr>
      <w:r w:rsidRPr="00E37F2A">
        <w:rPr>
          <w:sz w:val="20"/>
          <w:szCs w:val="20"/>
        </w:rPr>
        <w:t>předávací protokol</w:t>
      </w:r>
    </w:p>
    <w:p w:rsidR="005A6DD8" w:rsidRPr="00E37F2A" w:rsidRDefault="005A6DD8" w:rsidP="005A6DD8">
      <w:pPr>
        <w:numPr>
          <w:ilvl w:val="0"/>
          <w:numId w:val="1"/>
        </w:numPr>
        <w:tabs>
          <w:tab w:val="clear" w:pos="1200"/>
          <w:tab w:val="num" w:pos="284"/>
        </w:tabs>
        <w:ind w:left="0" w:firstLine="0"/>
        <w:jc w:val="both"/>
        <w:rPr>
          <w:sz w:val="20"/>
          <w:szCs w:val="20"/>
        </w:rPr>
      </w:pPr>
      <w:r w:rsidRPr="00E37F2A">
        <w:rPr>
          <w:sz w:val="20"/>
          <w:szCs w:val="20"/>
        </w:rPr>
        <w:t>výchozí revizní zpráva</w:t>
      </w:r>
    </w:p>
    <w:p w:rsidR="005A6DD8" w:rsidRPr="00E37F2A" w:rsidRDefault="005A6DD8" w:rsidP="005A6DD8">
      <w:pPr>
        <w:numPr>
          <w:ilvl w:val="0"/>
          <w:numId w:val="1"/>
        </w:numPr>
        <w:tabs>
          <w:tab w:val="clear" w:pos="1200"/>
          <w:tab w:val="num" w:pos="284"/>
        </w:tabs>
        <w:ind w:left="0" w:firstLine="0"/>
        <w:jc w:val="both"/>
        <w:rPr>
          <w:sz w:val="20"/>
          <w:szCs w:val="20"/>
        </w:rPr>
      </w:pPr>
      <w:r w:rsidRPr="00E37F2A">
        <w:rPr>
          <w:sz w:val="20"/>
          <w:szCs w:val="20"/>
        </w:rPr>
        <w:t>předání provozní knihy EPS s podpisy uvedených osob</w:t>
      </w:r>
    </w:p>
    <w:p w:rsidR="005A6DD8" w:rsidRPr="00E37F2A" w:rsidRDefault="005A6DD8" w:rsidP="005A6DD8">
      <w:pPr>
        <w:numPr>
          <w:ilvl w:val="0"/>
          <w:numId w:val="1"/>
        </w:numPr>
        <w:tabs>
          <w:tab w:val="clear" w:pos="1200"/>
          <w:tab w:val="num" w:pos="284"/>
        </w:tabs>
        <w:ind w:left="0" w:firstLine="0"/>
        <w:jc w:val="both"/>
        <w:rPr>
          <w:sz w:val="20"/>
          <w:szCs w:val="20"/>
        </w:rPr>
      </w:pPr>
      <w:r w:rsidRPr="00E37F2A">
        <w:rPr>
          <w:sz w:val="20"/>
          <w:szCs w:val="20"/>
        </w:rPr>
        <w:t>převzetí EPS zodpovědným zástupcem uživatele</w:t>
      </w:r>
    </w:p>
    <w:p w:rsidR="005A6DD8" w:rsidRPr="00E37F2A" w:rsidRDefault="005A6DD8" w:rsidP="005A6DD8">
      <w:pPr>
        <w:numPr>
          <w:ilvl w:val="0"/>
          <w:numId w:val="1"/>
        </w:numPr>
        <w:tabs>
          <w:tab w:val="clear" w:pos="1200"/>
          <w:tab w:val="num" w:pos="284"/>
          <w:tab w:val="num" w:pos="567"/>
        </w:tabs>
        <w:ind w:left="0" w:firstLine="0"/>
        <w:jc w:val="both"/>
        <w:rPr>
          <w:sz w:val="20"/>
          <w:szCs w:val="20"/>
        </w:rPr>
      </w:pPr>
      <w:r w:rsidRPr="00E37F2A">
        <w:rPr>
          <w:sz w:val="20"/>
          <w:szCs w:val="20"/>
        </w:rPr>
        <w:t xml:space="preserve">návod k obsluze </w:t>
      </w:r>
    </w:p>
    <w:p w:rsidR="005A6DD8" w:rsidRPr="00E37F2A" w:rsidRDefault="005A6DD8" w:rsidP="005A6DD8">
      <w:pPr>
        <w:jc w:val="both"/>
        <w:rPr>
          <w:sz w:val="20"/>
          <w:szCs w:val="20"/>
        </w:rPr>
      </w:pPr>
      <w:r w:rsidRPr="00E37F2A">
        <w:rPr>
          <w:sz w:val="20"/>
          <w:szCs w:val="20"/>
        </w:rPr>
        <w:t>Uživatel zařízení EPS bude zajišťovat údržbu a obsluhu vlastními pracovníky.</w:t>
      </w:r>
    </w:p>
    <w:p w:rsidR="005A6DD8" w:rsidRDefault="005A6DD8" w:rsidP="005A6DD8">
      <w:pPr>
        <w:jc w:val="both"/>
        <w:rPr>
          <w:sz w:val="20"/>
          <w:szCs w:val="20"/>
        </w:rPr>
      </w:pPr>
      <w:r w:rsidRPr="00E37F2A">
        <w:rPr>
          <w:sz w:val="20"/>
          <w:szCs w:val="20"/>
        </w:rPr>
        <w:t>Uvedení zařízení EPS do provozu musí uživatel oznámit územně příslušné Správě sboru požární ochrany. O uvedení zařízení EPS do provozu je nutno sepsat zápis. Do trvalého provozu lze uvést jen ta zařízení EPS, pro která je smluvně zajištěno provádění mimo záručního servisu a která vyhovují všem ustanovením norem. Úkolem obsluhy je pouze sledovat případná hlášení ústředny a reagovat na ně dle předepsaných provozních činností.</w:t>
      </w:r>
      <w:r>
        <w:rPr>
          <w:sz w:val="20"/>
          <w:szCs w:val="20"/>
        </w:rPr>
        <w:t xml:space="preserve"> </w:t>
      </w:r>
      <w:r w:rsidRPr="00C10136">
        <w:rPr>
          <w:sz w:val="20"/>
          <w:szCs w:val="20"/>
        </w:rPr>
        <w:t>Systémem EPS budou vybaveny veškeré místnosti s požárním rizikem s výjimk</w:t>
      </w:r>
      <w:r>
        <w:rPr>
          <w:sz w:val="20"/>
          <w:szCs w:val="20"/>
        </w:rPr>
        <w:t>ou prostor bez požárního rizika</w:t>
      </w:r>
    </w:p>
    <w:p w:rsidR="005A6DD8" w:rsidRPr="00E37F2A" w:rsidRDefault="005A6DD8" w:rsidP="005A6DD8">
      <w:pPr>
        <w:jc w:val="both"/>
        <w:rPr>
          <w:sz w:val="20"/>
          <w:szCs w:val="20"/>
        </w:rPr>
      </w:pPr>
    </w:p>
    <w:p w:rsidR="005A6DD8" w:rsidRPr="002C724E" w:rsidRDefault="005A6DD8" w:rsidP="005A6DD8">
      <w:pPr>
        <w:pStyle w:val="Zkladntext"/>
        <w:spacing w:after="0"/>
        <w:rPr>
          <w:b/>
          <w:bCs/>
          <w:sz w:val="20"/>
          <w:szCs w:val="20"/>
        </w:rPr>
      </w:pPr>
      <w:bookmarkStart w:id="14" w:name="_Toc121119347"/>
      <w:r w:rsidRPr="002C724E">
        <w:rPr>
          <w:b/>
          <w:bCs/>
          <w:sz w:val="20"/>
          <w:szCs w:val="20"/>
        </w:rPr>
        <w:t>Kabelové rozvody</w:t>
      </w:r>
    </w:p>
    <w:bookmarkEnd w:id="14"/>
    <w:p w:rsidR="005A6DD8" w:rsidRPr="00E37F2A" w:rsidRDefault="005A6DD8" w:rsidP="005A6DD8">
      <w:pPr>
        <w:jc w:val="both"/>
        <w:rPr>
          <w:sz w:val="20"/>
          <w:szCs w:val="20"/>
        </w:rPr>
      </w:pPr>
      <w:r w:rsidRPr="00E37F2A">
        <w:rPr>
          <w:sz w:val="20"/>
          <w:szCs w:val="20"/>
        </w:rPr>
        <w:t xml:space="preserve">Kabelové trasy jsou zvoleny s ohledem na charakter prostorů. Kabelové trasy budou vedeny </w:t>
      </w:r>
      <w:r>
        <w:rPr>
          <w:sz w:val="20"/>
          <w:szCs w:val="20"/>
        </w:rPr>
        <w:t>v požárně odolných trasách pro kopplerovou linku a</w:t>
      </w:r>
      <w:r w:rsidRPr="00E37F2A">
        <w:rPr>
          <w:sz w:val="20"/>
          <w:szCs w:val="20"/>
        </w:rPr>
        <w:t xml:space="preserve"> </w:t>
      </w:r>
      <w:r>
        <w:rPr>
          <w:sz w:val="20"/>
          <w:szCs w:val="20"/>
        </w:rPr>
        <w:t xml:space="preserve">pro ovládaná a monitorovaná zařízení. Kruhová linka esserbusu bude uložena v kabelovém uložení, které odpovídá danému prostoru. </w:t>
      </w:r>
    </w:p>
    <w:p w:rsidR="005A6DD8" w:rsidRPr="00E37F2A" w:rsidRDefault="005A6DD8" w:rsidP="005A6DD8">
      <w:pPr>
        <w:jc w:val="both"/>
        <w:rPr>
          <w:sz w:val="20"/>
          <w:szCs w:val="20"/>
        </w:rPr>
      </w:pPr>
      <w:r w:rsidRPr="00E37F2A">
        <w:rPr>
          <w:sz w:val="20"/>
          <w:szCs w:val="20"/>
        </w:rPr>
        <w:t>Pro kabelové rozvody budou použity následující typy kabelů:</w:t>
      </w:r>
    </w:p>
    <w:p w:rsidR="005A6DD8" w:rsidRPr="00E37F2A" w:rsidRDefault="005A6DD8" w:rsidP="005A6DD8">
      <w:pPr>
        <w:jc w:val="both"/>
        <w:rPr>
          <w:sz w:val="20"/>
          <w:szCs w:val="20"/>
        </w:rPr>
      </w:pPr>
      <w:r w:rsidRPr="00E37F2A">
        <w:rPr>
          <w:sz w:val="20"/>
          <w:szCs w:val="20"/>
        </w:rPr>
        <w:t>linky hlásičů</w:t>
      </w:r>
      <w:r w:rsidRPr="00E37F2A">
        <w:rPr>
          <w:sz w:val="20"/>
          <w:szCs w:val="20"/>
        </w:rPr>
        <w:tab/>
      </w:r>
      <w:r w:rsidRPr="00E37F2A">
        <w:rPr>
          <w:sz w:val="20"/>
          <w:szCs w:val="20"/>
        </w:rPr>
        <w:tab/>
      </w:r>
      <w:r w:rsidRPr="00E37F2A">
        <w:rPr>
          <w:sz w:val="20"/>
          <w:szCs w:val="20"/>
        </w:rPr>
        <w:tab/>
      </w:r>
      <w:r>
        <w:rPr>
          <w:sz w:val="20"/>
          <w:szCs w:val="20"/>
        </w:rPr>
        <w:tab/>
      </w:r>
      <w:r>
        <w:rPr>
          <w:sz w:val="20"/>
          <w:szCs w:val="20"/>
        </w:rPr>
        <w:tab/>
      </w:r>
      <w:r>
        <w:rPr>
          <w:sz w:val="20"/>
          <w:szCs w:val="20"/>
        </w:rPr>
        <w:tab/>
      </w:r>
      <w:r w:rsidRPr="003E0F17">
        <w:rPr>
          <w:sz w:val="20"/>
          <w:szCs w:val="20"/>
        </w:rPr>
        <w:t>KABEL PRAFlaCom-F 2x2x0,8</w:t>
      </w:r>
    </w:p>
    <w:p w:rsidR="003B4E1C" w:rsidRDefault="005A6DD8" w:rsidP="005A6DD8">
      <w:pPr>
        <w:jc w:val="both"/>
        <w:rPr>
          <w:sz w:val="20"/>
          <w:szCs w:val="20"/>
        </w:rPr>
      </w:pPr>
      <w:r>
        <w:rPr>
          <w:sz w:val="20"/>
          <w:szCs w:val="20"/>
        </w:rPr>
        <w:t>kopplerová linka, ovládaná a monitorovaná zařízení</w:t>
      </w:r>
      <w:r w:rsidR="003B4E1C">
        <w:rPr>
          <w:sz w:val="20"/>
          <w:szCs w:val="20"/>
        </w:rPr>
        <w:t>, akustické sirény</w:t>
      </w:r>
    </w:p>
    <w:p w:rsidR="005A6DD8" w:rsidRPr="00E37F2A" w:rsidRDefault="003B4E1C" w:rsidP="005A6DD8">
      <w:pPr>
        <w:jc w:val="both"/>
        <w:rPr>
          <w:sz w:val="20"/>
          <w:szCs w:val="20"/>
        </w:rPr>
      </w:pPr>
      <w:r>
        <w:rPr>
          <w:sz w:val="20"/>
          <w:szCs w:val="20"/>
        </w:rPr>
        <w:tab/>
      </w:r>
      <w:r>
        <w:rPr>
          <w:sz w:val="20"/>
          <w:szCs w:val="20"/>
        </w:rPr>
        <w:tab/>
      </w:r>
      <w:r>
        <w:rPr>
          <w:sz w:val="20"/>
          <w:szCs w:val="20"/>
        </w:rPr>
        <w:tab/>
      </w:r>
      <w:r>
        <w:rPr>
          <w:sz w:val="20"/>
          <w:szCs w:val="20"/>
        </w:rPr>
        <w:tab/>
      </w:r>
      <w:r>
        <w:rPr>
          <w:sz w:val="20"/>
          <w:szCs w:val="20"/>
        </w:rPr>
        <w:tab/>
      </w:r>
      <w:r w:rsidR="005A6DD8">
        <w:rPr>
          <w:sz w:val="20"/>
          <w:szCs w:val="20"/>
        </w:rPr>
        <w:tab/>
      </w:r>
      <w:r w:rsidR="005A6DD8" w:rsidRPr="00E37F2A">
        <w:rPr>
          <w:sz w:val="20"/>
          <w:szCs w:val="20"/>
        </w:rPr>
        <w:tab/>
      </w:r>
      <w:r w:rsidR="005A6DD8" w:rsidRPr="003E0F17">
        <w:rPr>
          <w:sz w:val="20"/>
          <w:szCs w:val="20"/>
        </w:rPr>
        <w:t>PRAFLAGUARD-F</w:t>
      </w:r>
      <w:r w:rsidR="005A6DD8">
        <w:rPr>
          <w:sz w:val="20"/>
          <w:szCs w:val="20"/>
        </w:rPr>
        <w:t xml:space="preserve"> PH120-R</w:t>
      </w:r>
      <w:r w:rsidR="005A6DD8" w:rsidRPr="003E0F17">
        <w:rPr>
          <w:sz w:val="20"/>
          <w:szCs w:val="20"/>
        </w:rPr>
        <w:t xml:space="preserve"> 2x2x0,8</w:t>
      </w:r>
    </w:p>
    <w:p w:rsidR="003B4E1C" w:rsidRDefault="003B4E1C" w:rsidP="005A6DD8">
      <w:pPr>
        <w:jc w:val="both"/>
        <w:rPr>
          <w:sz w:val="20"/>
          <w:szCs w:val="20"/>
        </w:rPr>
      </w:pPr>
      <w:r>
        <w:rPr>
          <w:sz w:val="20"/>
          <w:szCs w:val="20"/>
        </w:rPr>
        <w:t>Kabelová linka hlásičů bude uložena v liště 20x20HF nebo 40x20HF  umístěna na omítce pod stropem, odbočky z páteřní trasy budou uloženy v liště 20x20HF. V rekonstruované části 2.NP bude kabelová linka hlásičů uložen v trubce PVC 1423 uložena v podlaze 3.NP. V rekonstruované části 3.NP bude kabelová linka hlásičů uložena v trubce PVC 1423 uložena ve skladbě stropu.</w:t>
      </w:r>
    </w:p>
    <w:p w:rsidR="005A6DD8" w:rsidRDefault="005A6DD8" w:rsidP="005A6DD8">
      <w:pPr>
        <w:jc w:val="both"/>
        <w:rPr>
          <w:sz w:val="20"/>
          <w:szCs w:val="20"/>
        </w:rPr>
      </w:pPr>
      <w:r w:rsidRPr="00E37F2A">
        <w:rPr>
          <w:sz w:val="20"/>
          <w:szCs w:val="20"/>
        </w:rPr>
        <w:t>Kabelov</w:t>
      </w:r>
      <w:r>
        <w:rPr>
          <w:sz w:val="20"/>
          <w:szCs w:val="20"/>
        </w:rPr>
        <w:t>á</w:t>
      </w:r>
      <w:r w:rsidRPr="00E37F2A">
        <w:rPr>
          <w:sz w:val="20"/>
          <w:szCs w:val="20"/>
        </w:rPr>
        <w:t xml:space="preserve"> </w:t>
      </w:r>
      <w:r>
        <w:rPr>
          <w:sz w:val="20"/>
          <w:szCs w:val="20"/>
        </w:rPr>
        <w:t>kruhová linka pro kopplery</w:t>
      </w:r>
      <w:r w:rsidRPr="00E37F2A">
        <w:rPr>
          <w:sz w:val="20"/>
          <w:szCs w:val="20"/>
        </w:rPr>
        <w:t xml:space="preserve"> EPS</w:t>
      </w:r>
      <w:r w:rsidR="003B4E1C">
        <w:rPr>
          <w:sz w:val="20"/>
          <w:szCs w:val="20"/>
        </w:rPr>
        <w:t>, výstupní ovládaná zařízení a akustické sirény</w:t>
      </w:r>
      <w:r w:rsidRPr="00E37F2A">
        <w:rPr>
          <w:sz w:val="20"/>
          <w:szCs w:val="20"/>
        </w:rPr>
        <w:t xml:space="preserve"> </w:t>
      </w:r>
      <w:r>
        <w:rPr>
          <w:sz w:val="20"/>
          <w:szCs w:val="20"/>
        </w:rPr>
        <w:t>bude</w:t>
      </w:r>
      <w:r w:rsidRPr="00E37F2A">
        <w:rPr>
          <w:sz w:val="20"/>
          <w:szCs w:val="20"/>
        </w:rPr>
        <w:t xml:space="preserve"> uložen</w:t>
      </w:r>
      <w:r>
        <w:rPr>
          <w:sz w:val="20"/>
          <w:szCs w:val="20"/>
        </w:rPr>
        <w:t>a</w:t>
      </w:r>
      <w:r w:rsidRPr="00E37F2A">
        <w:rPr>
          <w:sz w:val="20"/>
          <w:szCs w:val="20"/>
        </w:rPr>
        <w:t xml:space="preserve"> pomocí </w:t>
      </w:r>
      <w:r>
        <w:rPr>
          <w:sz w:val="20"/>
          <w:szCs w:val="20"/>
        </w:rPr>
        <w:t xml:space="preserve">kabelových příchytek 6710PO upevněným šrouby do betonu SB6,3x35. Příchytky budou umístěné 0,3m od sebe. </w:t>
      </w:r>
    </w:p>
    <w:p w:rsidR="005A6DD8" w:rsidRPr="00E37F2A" w:rsidRDefault="005A6DD8" w:rsidP="005A6DD8">
      <w:pPr>
        <w:jc w:val="both"/>
        <w:rPr>
          <w:sz w:val="20"/>
          <w:szCs w:val="20"/>
        </w:rPr>
      </w:pPr>
      <w:r>
        <w:rPr>
          <w:sz w:val="20"/>
          <w:szCs w:val="20"/>
        </w:rPr>
        <w:t>K</w:t>
      </w:r>
      <w:r w:rsidRPr="00E37F2A">
        <w:rPr>
          <w:sz w:val="20"/>
          <w:szCs w:val="20"/>
        </w:rPr>
        <w:t>abelové trasy EPS</w:t>
      </w:r>
      <w:r>
        <w:rPr>
          <w:sz w:val="20"/>
          <w:szCs w:val="20"/>
        </w:rPr>
        <w:t xml:space="preserve"> (mimo kruhové linky hlásičů)</w:t>
      </w:r>
      <w:r w:rsidRPr="00E37F2A">
        <w:rPr>
          <w:sz w:val="20"/>
          <w:szCs w:val="20"/>
        </w:rPr>
        <w:t xml:space="preserve"> jsou navrženy tak, aby splňovaly požadavky zachování funkce kabelových systémů definovaných vyhláškou č.23/2008 Sb. Kabelové nosné systémy OBO</w:t>
      </w:r>
      <w:r>
        <w:rPr>
          <w:sz w:val="20"/>
          <w:szCs w:val="20"/>
        </w:rPr>
        <w:t xml:space="preserve"> a KOPOS</w:t>
      </w:r>
      <w:r w:rsidRPr="00E37F2A">
        <w:rPr>
          <w:sz w:val="20"/>
          <w:szCs w:val="20"/>
        </w:rPr>
        <w:t xml:space="preserve"> byly zkoušeny podle zkušebního předpisu PAVUS, a.s ZP-27/2008. Uložení kabelů a vedení systému EPS, jejich vzájemné souběhy a křižování, dále souběhy a křižování s ostatními stávajícími elektrickými kabely a ostatními sítěmi, je provedeno tak, aby bylo v souladu se všemi platnými ČSN a nebylo vystaveno vzájemným nežádoucím elektromagnetickým, tepelným a jiným vlivům, které způsobí rušení přenosu nebo poškození kabeláže.</w:t>
      </w:r>
    </w:p>
    <w:p w:rsidR="005A6DD8" w:rsidRPr="00E37F2A" w:rsidRDefault="005A6DD8" w:rsidP="005A6DD8">
      <w:pPr>
        <w:pStyle w:val="Odst"/>
        <w:ind w:firstLine="0"/>
        <w:jc w:val="both"/>
        <w:rPr>
          <w:rFonts w:ascii="Times New Roman" w:hAnsi="Times New Roman"/>
          <w:sz w:val="20"/>
        </w:rPr>
      </w:pPr>
    </w:p>
    <w:p w:rsidR="005A6DD8" w:rsidRPr="002C724E" w:rsidRDefault="005A6DD8" w:rsidP="005A6DD8">
      <w:pPr>
        <w:rPr>
          <w:b/>
          <w:bCs/>
          <w:sz w:val="20"/>
          <w:szCs w:val="20"/>
        </w:rPr>
      </w:pPr>
      <w:bookmarkStart w:id="15" w:name="_Toc24424002"/>
      <w:bookmarkStart w:id="16" w:name="_Toc121119349"/>
      <w:r w:rsidRPr="002C724E">
        <w:rPr>
          <w:b/>
          <w:bCs/>
          <w:sz w:val="20"/>
          <w:szCs w:val="20"/>
        </w:rPr>
        <w:t>Školení a zkoušky na dokončeném předmětu díla</w:t>
      </w:r>
    </w:p>
    <w:bookmarkEnd w:id="15"/>
    <w:bookmarkEnd w:id="16"/>
    <w:p w:rsidR="005A6DD8" w:rsidRPr="00E37F2A" w:rsidRDefault="005A6DD8" w:rsidP="005A6DD8">
      <w:pPr>
        <w:jc w:val="both"/>
        <w:rPr>
          <w:sz w:val="20"/>
          <w:szCs w:val="20"/>
        </w:rPr>
      </w:pPr>
      <w:r w:rsidRPr="00E37F2A">
        <w:rPr>
          <w:sz w:val="20"/>
          <w:szCs w:val="20"/>
        </w:rPr>
        <w:t xml:space="preserve">Uživatel je povinen ve smyslu ČSN 34 2710, hlavy VII, čl. </w:t>
      </w:r>
      <w:smartTag w:uri="urn:schemas-microsoft-com:office:smarttags" w:element="metricconverter">
        <w:smartTagPr>
          <w:attr w:name="ProductID" w:val="420 a"/>
        </w:smartTagPr>
        <w:r w:rsidRPr="00E37F2A">
          <w:rPr>
            <w:sz w:val="20"/>
            <w:szCs w:val="20"/>
          </w:rPr>
          <w:t>420 a</w:t>
        </w:r>
      </w:smartTag>
      <w:r w:rsidRPr="00E37F2A">
        <w:rPr>
          <w:sz w:val="20"/>
          <w:szCs w:val="20"/>
        </w:rPr>
        <w:t xml:space="preserve"> následujících, v dostatečném předstihu před revizí a uvedením zařízení do provozu určit osobu odpovědnou za provoz EPS osoby pověřené údržbou zařízení a osoby pověřené obsluhou zařízení. Pokud uživatel zařízení EPS není schopen zajistit údržbu a obsluhu vlastními pracovníky, zajišťuje si tyto činnosti smluvně u jiné organizace.</w:t>
      </w:r>
    </w:p>
    <w:p w:rsidR="005A6DD8" w:rsidRPr="00E37F2A" w:rsidRDefault="005A6DD8" w:rsidP="005A6DD8">
      <w:pPr>
        <w:jc w:val="both"/>
        <w:rPr>
          <w:sz w:val="20"/>
          <w:szCs w:val="20"/>
        </w:rPr>
      </w:pPr>
      <w:r w:rsidRPr="00E37F2A">
        <w:rPr>
          <w:sz w:val="20"/>
          <w:szCs w:val="20"/>
        </w:rPr>
        <w:t>Osoba zodpovědná za provoz zařízení dle čl. 430 zodpovídá např.:</w:t>
      </w:r>
    </w:p>
    <w:p w:rsidR="005A6DD8" w:rsidRPr="00E37F2A" w:rsidRDefault="005A6DD8" w:rsidP="005A6DD8">
      <w:pPr>
        <w:numPr>
          <w:ilvl w:val="0"/>
          <w:numId w:val="1"/>
        </w:numPr>
        <w:tabs>
          <w:tab w:val="clear" w:pos="1200"/>
          <w:tab w:val="num" w:pos="426"/>
        </w:tabs>
        <w:ind w:left="0" w:firstLine="0"/>
        <w:jc w:val="both"/>
        <w:rPr>
          <w:sz w:val="20"/>
          <w:szCs w:val="20"/>
        </w:rPr>
      </w:pPr>
      <w:r w:rsidRPr="00E37F2A">
        <w:rPr>
          <w:sz w:val="20"/>
          <w:szCs w:val="20"/>
        </w:rPr>
        <w:t>za provoz a správné užívání EPS,</w:t>
      </w:r>
    </w:p>
    <w:p w:rsidR="005A6DD8" w:rsidRPr="00E37F2A" w:rsidRDefault="005A6DD8" w:rsidP="005A6DD8">
      <w:pPr>
        <w:numPr>
          <w:ilvl w:val="0"/>
          <w:numId w:val="1"/>
        </w:numPr>
        <w:tabs>
          <w:tab w:val="clear" w:pos="1200"/>
          <w:tab w:val="num" w:pos="426"/>
        </w:tabs>
        <w:ind w:left="0" w:firstLine="0"/>
        <w:jc w:val="both"/>
        <w:rPr>
          <w:sz w:val="20"/>
          <w:szCs w:val="20"/>
        </w:rPr>
      </w:pPr>
      <w:r w:rsidRPr="00E37F2A">
        <w:rPr>
          <w:sz w:val="20"/>
          <w:szCs w:val="20"/>
        </w:rPr>
        <w:t>kontroluje činnost osob pověřených obsluhou,</w:t>
      </w:r>
    </w:p>
    <w:p w:rsidR="005A6DD8" w:rsidRPr="00E37F2A" w:rsidRDefault="005A6DD8" w:rsidP="005A6DD8">
      <w:pPr>
        <w:numPr>
          <w:ilvl w:val="0"/>
          <w:numId w:val="1"/>
        </w:numPr>
        <w:tabs>
          <w:tab w:val="clear" w:pos="1200"/>
          <w:tab w:val="num" w:pos="426"/>
        </w:tabs>
        <w:ind w:left="0" w:firstLine="0"/>
        <w:jc w:val="both"/>
        <w:rPr>
          <w:sz w:val="20"/>
          <w:szCs w:val="20"/>
        </w:rPr>
      </w:pPr>
      <w:r w:rsidRPr="00E37F2A">
        <w:rPr>
          <w:sz w:val="20"/>
          <w:szCs w:val="20"/>
        </w:rPr>
        <w:t>zajišťuje, aby osoby pověřené údržbou prováděly údržbu dle pokynů výrobce,</w:t>
      </w:r>
    </w:p>
    <w:p w:rsidR="005A6DD8" w:rsidRPr="00E37F2A" w:rsidRDefault="005A6DD8" w:rsidP="005A6DD8">
      <w:pPr>
        <w:numPr>
          <w:ilvl w:val="0"/>
          <w:numId w:val="1"/>
        </w:numPr>
        <w:tabs>
          <w:tab w:val="clear" w:pos="1200"/>
          <w:tab w:val="num" w:pos="426"/>
        </w:tabs>
        <w:ind w:left="0" w:firstLine="0"/>
        <w:jc w:val="both"/>
        <w:rPr>
          <w:sz w:val="20"/>
          <w:szCs w:val="20"/>
        </w:rPr>
      </w:pPr>
      <w:r w:rsidRPr="00E37F2A">
        <w:rPr>
          <w:sz w:val="20"/>
          <w:szCs w:val="20"/>
        </w:rPr>
        <w:t xml:space="preserve">odpovídá za řádné vedení provozní knihy, </w:t>
      </w:r>
    </w:p>
    <w:p w:rsidR="005A6DD8" w:rsidRPr="00E37F2A" w:rsidRDefault="005A6DD8" w:rsidP="005A6DD8">
      <w:pPr>
        <w:numPr>
          <w:ilvl w:val="0"/>
          <w:numId w:val="1"/>
        </w:numPr>
        <w:tabs>
          <w:tab w:val="clear" w:pos="1200"/>
          <w:tab w:val="num" w:pos="426"/>
        </w:tabs>
        <w:ind w:left="0" w:firstLine="0"/>
        <w:jc w:val="both"/>
        <w:rPr>
          <w:sz w:val="20"/>
          <w:szCs w:val="20"/>
        </w:rPr>
      </w:pPr>
      <w:r w:rsidRPr="00E37F2A">
        <w:rPr>
          <w:sz w:val="20"/>
          <w:szCs w:val="20"/>
        </w:rPr>
        <w:t>apod.</w:t>
      </w:r>
    </w:p>
    <w:p w:rsidR="005A6DD8" w:rsidRPr="00E37F2A" w:rsidRDefault="005A6DD8" w:rsidP="005A6DD8">
      <w:pPr>
        <w:jc w:val="both"/>
        <w:rPr>
          <w:sz w:val="20"/>
          <w:szCs w:val="20"/>
        </w:rPr>
      </w:pPr>
      <w:r w:rsidRPr="00E37F2A">
        <w:rPr>
          <w:sz w:val="20"/>
          <w:szCs w:val="20"/>
        </w:rPr>
        <w:lastRenderedPageBreak/>
        <w:t>Osoba pověřená obsluhou zařízení dle čl. 431:</w:t>
      </w:r>
    </w:p>
    <w:p w:rsidR="005A6DD8" w:rsidRPr="00E37F2A" w:rsidRDefault="005A6DD8" w:rsidP="005A6DD8">
      <w:pPr>
        <w:numPr>
          <w:ilvl w:val="0"/>
          <w:numId w:val="1"/>
        </w:numPr>
        <w:tabs>
          <w:tab w:val="clear" w:pos="1200"/>
          <w:tab w:val="num" w:pos="426"/>
        </w:tabs>
        <w:ind w:left="0" w:firstLine="0"/>
        <w:jc w:val="both"/>
        <w:rPr>
          <w:sz w:val="20"/>
          <w:szCs w:val="20"/>
        </w:rPr>
      </w:pPr>
      <w:r w:rsidRPr="00E37F2A">
        <w:rPr>
          <w:sz w:val="20"/>
          <w:szCs w:val="20"/>
        </w:rPr>
        <w:t>musí být prokazatelně proškolena předávající organizací,</w:t>
      </w:r>
    </w:p>
    <w:p w:rsidR="005A6DD8" w:rsidRPr="00E37F2A" w:rsidRDefault="005A6DD8" w:rsidP="005A6DD8">
      <w:pPr>
        <w:numPr>
          <w:ilvl w:val="0"/>
          <w:numId w:val="1"/>
        </w:numPr>
        <w:tabs>
          <w:tab w:val="clear" w:pos="1200"/>
          <w:tab w:val="num" w:pos="426"/>
        </w:tabs>
        <w:ind w:left="0" w:firstLine="0"/>
        <w:jc w:val="both"/>
        <w:rPr>
          <w:sz w:val="20"/>
          <w:szCs w:val="20"/>
        </w:rPr>
      </w:pPr>
      <w:r w:rsidRPr="00E37F2A">
        <w:rPr>
          <w:sz w:val="20"/>
          <w:szCs w:val="20"/>
        </w:rPr>
        <w:t>musí být alespoň osoba poučená dle ČSN EN 50110-1</w:t>
      </w:r>
      <w:r w:rsidR="003B4E1C">
        <w:rPr>
          <w:sz w:val="20"/>
          <w:szCs w:val="20"/>
        </w:rPr>
        <w:t xml:space="preserve"> ed.3</w:t>
      </w:r>
      <w:r w:rsidRPr="00E37F2A">
        <w:rPr>
          <w:sz w:val="20"/>
          <w:szCs w:val="20"/>
        </w:rPr>
        <w:t xml:space="preserve"> (TNI 33 3100).</w:t>
      </w:r>
    </w:p>
    <w:p w:rsidR="005A6DD8" w:rsidRPr="00E37F2A" w:rsidRDefault="005A6DD8" w:rsidP="005A6DD8">
      <w:pPr>
        <w:jc w:val="both"/>
        <w:rPr>
          <w:sz w:val="20"/>
          <w:szCs w:val="20"/>
        </w:rPr>
      </w:pPr>
      <w:r w:rsidRPr="00E37F2A">
        <w:rPr>
          <w:sz w:val="20"/>
          <w:szCs w:val="20"/>
        </w:rPr>
        <w:t>Osoba pověřená obsluhou vede záznamy v provozní knize EPS o signalizaci poplachu a postupuje dle " Směrnice o činnosti v případě poplachu"</w:t>
      </w:r>
    </w:p>
    <w:p w:rsidR="005A6DD8" w:rsidRPr="00E37F2A" w:rsidRDefault="005A6DD8" w:rsidP="005A6DD8">
      <w:pPr>
        <w:jc w:val="both"/>
        <w:rPr>
          <w:sz w:val="20"/>
          <w:szCs w:val="20"/>
        </w:rPr>
      </w:pPr>
      <w:r w:rsidRPr="00E37F2A">
        <w:rPr>
          <w:sz w:val="20"/>
          <w:szCs w:val="20"/>
        </w:rPr>
        <w:t>Osoba pověřená údržbou dle čl. 432 musí být znalá dle ČSN EN 50110-1</w:t>
      </w:r>
      <w:r w:rsidR="0059380C">
        <w:rPr>
          <w:sz w:val="20"/>
          <w:szCs w:val="20"/>
        </w:rPr>
        <w:t xml:space="preserve"> ed.3</w:t>
      </w:r>
      <w:r w:rsidRPr="00E37F2A">
        <w:rPr>
          <w:sz w:val="20"/>
          <w:szCs w:val="20"/>
        </w:rPr>
        <w:t xml:space="preserve"> (TNI 33 3100) a prokazatelně zaškolena dodavatelem zařízení, má např. tyto povinnosti: </w:t>
      </w:r>
    </w:p>
    <w:p w:rsidR="005A6DD8" w:rsidRPr="00E37F2A" w:rsidRDefault="005A6DD8" w:rsidP="005A6DD8">
      <w:pPr>
        <w:numPr>
          <w:ilvl w:val="0"/>
          <w:numId w:val="1"/>
        </w:numPr>
        <w:tabs>
          <w:tab w:val="clear" w:pos="1200"/>
          <w:tab w:val="num" w:pos="426"/>
        </w:tabs>
        <w:ind w:left="0" w:firstLine="0"/>
        <w:jc w:val="both"/>
        <w:rPr>
          <w:sz w:val="20"/>
          <w:szCs w:val="20"/>
        </w:rPr>
      </w:pPr>
      <w:r w:rsidRPr="00E37F2A">
        <w:rPr>
          <w:sz w:val="20"/>
          <w:szCs w:val="20"/>
        </w:rPr>
        <w:t>provádět prohlídky a údržbu dle pokynů výrobce,</w:t>
      </w:r>
    </w:p>
    <w:p w:rsidR="005A6DD8" w:rsidRPr="00E37F2A" w:rsidRDefault="005A6DD8" w:rsidP="005A6DD8">
      <w:pPr>
        <w:numPr>
          <w:ilvl w:val="0"/>
          <w:numId w:val="1"/>
        </w:numPr>
        <w:tabs>
          <w:tab w:val="clear" w:pos="1200"/>
          <w:tab w:val="num" w:pos="426"/>
        </w:tabs>
        <w:ind w:left="0" w:firstLine="0"/>
        <w:jc w:val="both"/>
        <w:rPr>
          <w:sz w:val="20"/>
          <w:szCs w:val="20"/>
        </w:rPr>
      </w:pPr>
      <w:r w:rsidRPr="00E37F2A">
        <w:rPr>
          <w:sz w:val="20"/>
          <w:szCs w:val="20"/>
        </w:rPr>
        <w:t>provádět předepsaným způsobem kontrolu zařízení EPS podle čl. 434, kde jsou uvedeny minimální požadavky na zkoušky zařízení EPS při provozu. Přísnější požadavky na zkoušky činnosti při provozu jsou stanoveny v revizní zprávě.</w:t>
      </w:r>
    </w:p>
    <w:p w:rsidR="005A6DD8" w:rsidRPr="00E37F2A" w:rsidRDefault="005A6DD8" w:rsidP="005A6DD8">
      <w:pPr>
        <w:numPr>
          <w:ilvl w:val="0"/>
          <w:numId w:val="1"/>
        </w:numPr>
        <w:tabs>
          <w:tab w:val="clear" w:pos="1200"/>
          <w:tab w:val="num" w:pos="426"/>
        </w:tabs>
        <w:ind w:left="0" w:firstLine="0"/>
        <w:jc w:val="both"/>
        <w:rPr>
          <w:sz w:val="20"/>
          <w:szCs w:val="20"/>
        </w:rPr>
      </w:pPr>
      <w:r w:rsidRPr="00E37F2A">
        <w:rPr>
          <w:sz w:val="20"/>
          <w:szCs w:val="20"/>
        </w:rPr>
        <w:t>provádět opravy v rozsahu stanoveném dodavatelem,</w:t>
      </w:r>
    </w:p>
    <w:p w:rsidR="005A6DD8" w:rsidRPr="00E37F2A" w:rsidRDefault="005A6DD8" w:rsidP="005A6DD8">
      <w:pPr>
        <w:numPr>
          <w:ilvl w:val="0"/>
          <w:numId w:val="1"/>
        </w:numPr>
        <w:tabs>
          <w:tab w:val="clear" w:pos="1200"/>
          <w:tab w:val="num" w:pos="426"/>
        </w:tabs>
        <w:ind w:left="0" w:firstLine="0"/>
        <w:jc w:val="both"/>
        <w:rPr>
          <w:sz w:val="20"/>
          <w:szCs w:val="20"/>
        </w:rPr>
      </w:pPr>
      <w:r w:rsidRPr="00E37F2A">
        <w:rPr>
          <w:sz w:val="20"/>
          <w:szCs w:val="20"/>
        </w:rPr>
        <w:t>provádět záznamy o všech kontrolách, údržbě a opravách zařízení do provozní knihy.</w:t>
      </w:r>
    </w:p>
    <w:p w:rsidR="005A6DD8" w:rsidRPr="00E37F2A" w:rsidRDefault="005A6DD8" w:rsidP="005A6DD8">
      <w:pPr>
        <w:numPr>
          <w:ilvl w:val="0"/>
          <w:numId w:val="1"/>
        </w:numPr>
        <w:tabs>
          <w:tab w:val="clear" w:pos="1200"/>
          <w:tab w:val="num" w:pos="426"/>
        </w:tabs>
        <w:ind w:left="0" w:firstLine="0"/>
        <w:jc w:val="both"/>
        <w:rPr>
          <w:sz w:val="20"/>
          <w:szCs w:val="20"/>
        </w:rPr>
      </w:pPr>
      <w:r w:rsidRPr="00E37F2A">
        <w:rPr>
          <w:sz w:val="20"/>
          <w:szCs w:val="20"/>
        </w:rPr>
        <w:t>apod.</w:t>
      </w:r>
    </w:p>
    <w:p w:rsidR="005A6DD8" w:rsidRPr="00E37F2A" w:rsidRDefault="005A6DD8" w:rsidP="005A6DD8">
      <w:pPr>
        <w:jc w:val="both"/>
        <w:rPr>
          <w:sz w:val="20"/>
          <w:szCs w:val="20"/>
        </w:rPr>
      </w:pPr>
    </w:p>
    <w:p w:rsidR="005A6DD8" w:rsidRPr="002C724E" w:rsidRDefault="005A6DD8" w:rsidP="005A6DD8">
      <w:pPr>
        <w:rPr>
          <w:b/>
          <w:bCs/>
          <w:sz w:val="20"/>
          <w:szCs w:val="20"/>
        </w:rPr>
      </w:pPr>
      <w:r w:rsidRPr="002C724E">
        <w:rPr>
          <w:b/>
          <w:bCs/>
          <w:sz w:val="20"/>
          <w:szCs w:val="20"/>
        </w:rPr>
        <w:t>Kontrola měření</w:t>
      </w:r>
    </w:p>
    <w:p w:rsidR="005A6DD8" w:rsidRDefault="005A6DD8" w:rsidP="005A6DD8">
      <w:pPr>
        <w:pStyle w:val="Style1"/>
        <w:spacing w:after="0"/>
        <w:rPr>
          <w:rFonts w:ascii="Times New Roman" w:hAnsi="Times New Roman"/>
          <w:sz w:val="20"/>
          <w:lang w:val="cs-CZ"/>
        </w:rPr>
      </w:pPr>
      <w:r w:rsidRPr="00E37F2A">
        <w:rPr>
          <w:rFonts w:ascii="Times New Roman" w:hAnsi="Times New Roman"/>
          <w:sz w:val="20"/>
          <w:lang w:val="cs-CZ"/>
        </w:rPr>
        <w:t>Po dokončení montáže všech komponent, kabelů rozvaděčů a čidel bude provedena vizuální kontrola celého systému. Kontrola bude zaměřena také na úplnost a správnost označení. Všechny instalované vývody kabeláže budou změřeny. Naměřené hodnoty budou zaneseny do revizní zprávy. Montážní a servisní firma zajistí provádění pravidelných ročních revizí dle ČSN 34 2710 čl. 435. Pro napájecí zdroj EPS je připraven samostatně jištěný silový vývod 230V AC z</w:t>
      </w:r>
      <w:r>
        <w:rPr>
          <w:rFonts w:ascii="Times New Roman" w:hAnsi="Times New Roman"/>
          <w:sz w:val="20"/>
          <w:lang w:val="cs-CZ"/>
        </w:rPr>
        <w:t> rozv</w:t>
      </w:r>
      <w:r w:rsidR="0059380C">
        <w:rPr>
          <w:rFonts w:ascii="Times New Roman" w:hAnsi="Times New Roman"/>
          <w:sz w:val="20"/>
          <w:lang w:val="cs-CZ"/>
        </w:rPr>
        <w:t>á</w:t>
      </w:r>
      <w:r>
        <w:rPr>
          <w:rFonts w:ascii="Times New Roman" w:hAnsi="Times New Roman"/>
          <w:sz w:val="20"/>
          <w:lang w:val="cs-CZ"/>
        </w:rPr>
        <w:t xml:space="preserve">děče </w:t>
      </w:r>
      <w:r w:rsidR="0059380C">
        <w:rPr>
          <w:rFonts w:ascii="Times New Roman" w:hAnsi="Times New Roman"/>
          <w:sz w:val="20"/>
          <w:lang w:val="cs-CZ"/>
        </w:rPr>
        <w:t>RMS</w:t>
      </w:r>
      <w:r w:rsidRPr="00E37F2A">
        <w:rPr>
          <w:rFonts w:ascii="Times New Roman" w:hAnsi="Times New Roman"/>
          <w:sz w:val="20"/>
          <w:lang w:val="cs-CZ"/>
        </w:rPr>
        <w:t>. Před vstupem silových přívodů do zařízení EPS je instalována dle požadavku, vycházejících z ČSN, přepěťová ochrana 3. třídy – „D“, která je umístěna do rozvodné krabice ne</w:t>
      </w:r>
      <w:r w:rsidR="0059380C">
        <w:rPr>
          <w:rFonts w:ascii="Times New Roman" w:hAnsi="Times New Roman"/>
          <w:sz w:val="20"/>
          <w:lang w:val="cs-CZ"/>
        </w:rPr>
        <w:t>bo typového převlečeného krytu.</w:t>
      </w:r>
    </w:p>
    <w:p w:rsidR="00F76FD3" w:rsidRDefault="00F76FD3" w:rsidP="00B71CCE">
      <w:pPr>
        <w:autoSpaceDE w:val="0"/>
        <w:autoSpaceDN w:val="0"/>
        <w:adjustRightInd w:val="0"/>
        <w:jc w:val="both"/>
        <w:rPr>
          <w:b/>
          <w:sz w:val="20"/>
          <w:szCs w:val="20"/>
        </w:rPr>
      </w:pPr>
    </w:p>
    <w:p w:rsidR="00646825" w:rsidRPr="003577CC" w:rsidRDefault="00646825" w:rsidP="00E86A72">
      <w:pPr>
        <w:jc w:val="center"/>
        <w:rPr>
          <w:b/>
          <w:bCs/>
          <w:sz w:val="32"/>
          <w:szCs w:val="32"/>
          <w:u w:val="single"/>
        </w:rPr>
      </w:pPr>
      <w:r w:rsidRPr="003577CC">
        <w:rPr>
          <w:b/>
          <w:bCs/>
          <w:sz w:val="32"/>
          <w:szCs w:val="32"/>
          <w:u w:val="single"/>
        </w:rPr>
        <w:t>ROZV</w:t>
      </w:r>
      <w:r w:rsidR="00491101">
        <w:rPr>
          <w:b/>
          <w:bCs/>
          <w:sz w:val="32"/>
          <w:szCs w:val="32"/>
          <w:u w:val="single"/>
        </w:rPr>
        <w:t>Á</w:t>
      </w:r>
      <w:r w:rsidRPr="003577CC">
        <w:rPr>
          <w:b/>
          <w:bCs/>
          <w:sz w:val="32"/>
          <w:szCs w:val="32"/>
          <w:u w:val="single"/>
        </w:rPr>
        <w:t>DĚČE</w:t>
      </w:r>
    </w:p>
    <w:p w:rsidR="00646825" w:rsidRPr="00E86A72" w:rsidRDefault="00646825" w:rsidP="00E86A72">
      <w:pPr>
        <w:rPr>
          <w:sz w:val="20"/>
          <w:szCs w:val="20"/>
        </w:rPr>
      </w:pPr>
    </w:p>
    <w:p w:rsidR="00491101" w:rsidRDefault="00D76E4C" w:rsidP="00D76E4C">
      <w:pPr>
        <w:jc w:val="both"/>
        <w:rPr>
          <w:sz w:val="20"/>
          <w:szCs w:val="20"/>
        </w:rPr>
      </w:pPr>
      <w:bookmarkStart w:id="17" w:name="_Toc521715850"/>
      <w:bookmarkStart w:id="18" w:name="_Toc12946603"/>
      <w:bookmarkStart w:id="19" w:name="_Toc16051724"/>
      <w:bookmarkStart w:id="20" w:name="_Toc89061584"/>
      <w:r w:rsidRPr="00BC4C13">
        <w:rPr>
          <w:sz w:val="20"/>
          <w:szCs w:val="20"/>
        </w:rPr>
        <w:t>Minimální požadované krytí rozv</w:t>
      </w:r>
      <w:r w:rsidR="00491101">
        <w:rPr>
          <w:sz w:val="20"/>
          <w:szCs w:val="20"/>
        </w:rPr>
        <w:t>á</w:t>
      </w:r>
      <w:r w:rsidRPr="00BC4C13">
        <w:rPr>
          <w:sz w:val="20"/>
          <w:szCs w:val="20"/>
        </w:rPr>
        <w:t xml:space="preserve">děčů bude dle umístění a vnějších vlivů. </w:t>
      </w:r>
      <w:r w:rsidRPr="008143DE">
        <w:rPr>
          <w:sz w:val="20"/>
          <w:szCs w:val="20"/>
        </w:rPr>
        <w:t>Rozv</w:t>
      </w:r>
      <w:r w:rsidR="00491101">
        <w:rPr>
          <w:sz w:val="20"/>
          <w:szCs w:val="20"/>
        </w:rPr>
        <w:t>á</w:t>
      </w:r>
      <w:r w:rsidRPr="008143DE">
        <w:rPr>
          <w:sz w:val="20"/>
          <w:szCs w:val="20"/>
        </w:rPr>
        <w:t xml:space="preserve">děče určené do prostor s obsluhou laiky musí být provedeny dle </w:t>
      </w:r>
      <w:r w:rsidRPr="00AE547D">
        <w:rPr>
          <w:sz w:val="20"/>
          <w:szCs w:val="20"/>
        </w:rPr>
        <w:t>ČSN EN 61439–3 Rozváděče</w:t>
      </w:r>
      <w:r w:rsidRPr="006C34F0">
        <w:rPr>
          <w:sz w:val="20"/>
          <w:szCs w:val="20"/>
        </w:rPr>
        <w:t xml:space="preserve"> nízkého napětí - Část 3: Rozvodnice určené k provozování laiky (DBO)</w:t>
      </w:r>
      <w:r w:rsidRPr="00BC4C13">
        <w:rPr>
          <w:sz w:val="20"/>
          <w:szCs w:val="20"/>
        </w:rPr>
        <w:t xml:space="preserve">. V prostorách přístupných laikům musí být krytí minimálně </w:t>
      </w:r>
      <w:r>
        <w:rPr>
          <w:sz w:val="20"/>
          <w:szCs w:val="20"/>
        </w:rPr>
        <w:t>IP2XC</w:t>
      </w:r>
      <w:r w:rsidRPr="00BC4C13">
        <w:rPr>
          <w:sz w:val="20"/>
          <w:szCs w:val="20"/>
        </w:rPr>
        <w:t xml:space="preserve"> není-li vyžadováno podle určení vnějších vlivů krytí vyšší. Svorky a přístroje budou označeny nesmazatelnými texty na štítcích.</w:t>
      </w:r>
      <w:r>
        <w:rPr>
          <w:sz w:val="20"/>
          <w:szCs w:val="20"/>
        </w:rPr>
        <w:t xml:space="preserve"> </w:t>
      </w:r>
      <w:r w:rsidRPr="00BC4C13">
        <w:rPr>
          <w:sz w:val="20"/>
          <w:szCs w:val="20"/>
        </w:rPr>
        <w:t>Rozv</w:t>
      </w:r>
      <w:r w:rsidR="00491101">
        <w:rPr>
          <w:sz w:val="20"/>
          <w:szCs w:val="20"/>
        </w:rPr>
        <w:t>á</w:t>
      </w:r>
      <w:r w:rsidRPr="00BC4C13">
        <w:rPr>
          <w:sz w:val="20"/>
          <w:szCs w:val="20"/>
        </w:rPr>
        <w:t>děče budou opatřeny dokumentací. V rozv</w:t>
      </w:r>
      <w:r w:rsidR="00491101">
        <w:rPr>
          <w:sz w:val="20"/>
          <w:szCs w:val="20"/>
        </w:rPr>
        <w:t>á</w:t>
      </w:r>
      <w:r w:rsidRPr="00BC4C13">
        <w:rPr>
          <w:sz w:val="20"/>
          <w:szCs w:val="20"/>
        </w:rPr>
        <w:t>děčích budou navrženy jističe a vypínače s odpovídající proudovou a zkratovou odolností, popřípadě včetně zkratově odolných proudových chráničů. Vypínací charakteristiky jsou dle ČSN EN 6</w:t>
      </w:r>
      <w:r w:rsidR="00491101">
        <w:rPr>
          <w:sz w:val="20"/>
          <w:szCs w:val="20"/>
        </w:rPr>
        <w:t>0898-1  B a C u jističů do 63A.</w:t>
      </w:r>
    </w:p>
    <w:p w:rsidR="00E166CF" w:rsidRPr="0059380C" w:rsidRDefault="0059380C" w:rsidP="00E86A72">
      <w:pPr>
        <w:autoSpaceDE w:val="0"/>
        <w:autoSpaceDN w:val="0"/>
        <w:adjustRightInd w:val="0"/>
        <w:rPr>
          <w:sz w:val="20"/>
          <w:szCs w:val="20"/>
        </w:rPr>
      </w:pPr>
      <w:r w:rsidRPr="0059380C">
        <w:rPr>
          <w:sz w:val="20"/>
          <w:szCs w:val="20"/>
        </w:rPr>
        <w:t>Stávající rozváděč RMS bude dozbrojen o jistič PL7-10/B/1 pro připojení kabelového rozvodu ústředny EPS a zdroje.</w:t>
      </w:r>
    </w:p>
    <w:p w:rsidR="0059380C" w:rsidRDefault="0059380C" w:rsidP="00E86A72">
      <w:pPr>
        <w:autoSpaceDE w:val="0"/>
        <w:autoSpaceDN w:val="0"/>
        <w:adjustRightInd w:val="0"/>
        <w:rPr>
          <w:sz w:val="20"/>
          <w:szCs w:val="20"/>
        </w:rPr>
      </w:pPr>
      <w:r>
        <w:rPr>
          <w:sz w:val="20"/>
          <w:szCs w:val="20"/>
        </w:rPr>
        <w:t xml:space="preserve">Stávající rozváděč RH bude dozbrojen o vypínač N1-160 s vypínací napěťovou spouští NZM1-XA24AC/DC pro vypínání elektrické energie </w:t>
      </w:r>
      <w:r w:rsidRPr="0059380C">
        <w:rPr>
          <w:b/>
          <w:sz w:val="20"/>
          <w:szCs w:val="20"/>
        </w:rPr>
        <w:t>jen</w:t>
      </w:r>
      <w:r>
        <w:rPr>
          <w:sz w:val="20"/>
          <w:szCs w:val="20"/>
        </w:rPr>
        <w:t xml:space="preserve"> pro objekt domova Na Jarošce, </w:t>
      </w:r>
      <w:r w:rsidRPr="0059380C">
        <w:rPr>
          <w:b/>
          <w:sz w:val="20"/>
          <w:szCs w:val="20"/>
        </w:rPr>
        <w:t>nikoliv prádelny</w:t>
      </w:r>
      <w:r>
        <w:rPr>
          <w:sz w:val="20"/>
          <w:szCs w:val="20"/>
        </w:rPr>
        <w:t>.</w:t>
      </w:r>
    </w:p>
    <w:p w:rsidR="0059380C" w:rsidRPr="0059380C" w:rsidRDefault="0059380C" w:rsidP="00E86A72">
      <w:pPr>
        <w:autoSpaceDE w:val="0"/>
        <w:autoSpaceDN w:val="0"/>
        <w:adjustRightInd w:val="0"/>
        <w:rPr>
          <w:sz w:val="20"/>
          <w:szCs w:val="20"/>
        </w:rPr>
      </w:pPr>
    </w:p>
    <w:p w:rsidR="00646825" w:rsidRPr="003577CC" w:rsidRDefault="00646825" w:rsidP="00E86A72">
      <w:pPr>
        <w:jc w:val="center"/>
        <w:rPr>
          <w:b/>
          <w:bCs/>
          <w:sz w:val="32"/>
          <w:szCs w:val="32"/>
          <w:u w:val="single"/>
        </w:rPr>
      </w:pPr>
      <w:r w:rsidRPr="003577CC">
        <w:rPr>
          <w:b/>
          <w:bCs/>
          <w:sz w:val="32"/>
          <w:szCs w:val="32"/>
          <w:u w:val="single"/>
        </w:rPr>
        <w:t>OZNAČENÍ MÍST P</w:t>
      </w:r>
      <w:bookmarkEnd w:id="17"/>
      <w:bookmarkEnd w:id="18"/>
      <w:bookmarkEnd w:id="19"/>
      <w:bookmarkEnd w:id="20"/>
      <w:r w:rsidRPr="003577CC">
        <w:rPr>
          <w:b/>
          <w:bCs/>
          <w:sz w:val="32"/>
          <w:szCs w:val="32"/>
          <w:u w:val="single"/>
        </w:rPr>
        <w:t>ŘIPOJENÍ</w:t>
      </w:r>
    </w:p>
    <w:p w:rsidR="00646825" w:rsidRPr="00E86A72" w:rsidRDefault="00646825" w:rsidP="00E86A72">
      <w:pPr>
        <w:rPr>
          <w:sz w:val="20"/>
          <w:szCs w:val="20"/>
        </w:rPr>
      </w:pPr>
    </w:p>
    <w:p w:rsidR="00646825" w:rsidRPr="00E86A72" w:rsidRDefault="00646825" w:rsidP="00E86A72">
      <w:pPr>
        <w:jc w:val="both"/>
        <w:rPr>
          <w:sz w:val="20"/>
          <w:szCs w:val="20"/>
        </w:rPr>
      </w:pPr>
      <w:r w:rsidRPr="00E86A72">
        <w:rPr>
          <w:sz w:val="20"/>
          <w:szCs w:val="20"/>
        </w:rPr>
        <w:t>Rozvaděče a ostatní místa připojení (stoupačkové svorkovnice, přípojnice pospojování …) – veškeré vývodní a přívodní kabely vně skříní.</w:t>
      </w:r>
    </w:p>
    <w:p w:rsidR="00646825" w:rsidRPr="00E86A72" w:rsidRDefault="00646825" w:rsidP="00E86A72">
      <w:pPr>
        <w:jc w:val="both"/>
        <w:rPr>
          <w:sz w:val="20"/>
          <w:szCs w:val="20"/>
        </w:rPr>
      </w:pPr>
      <w:r w:rsidRPr="00E86A72">
        <w:rPr>
          <w:sz w:val="20"/>
          <w:szCs w:val="20"/>
        </w:rPr>
        <w:t>Rozbočovací, odbočovací krabice (povrchová montáž) – přívodní kabel, odchozí kabel v případě vývodu do jiného prostoru.</w:t>
      </w:r>
    </w:p>
    <w:p w:rsidR="00646825" w:rsidRPr="00E86A72" w:rsidRDefault="00646825" w:rsidP="00E86A72">
      <w:pPr>
        <w:jc w:val="both"/>
        <w:rPr>
          <w:sz w:val="20"/>
          <w:szCs w:val="20"/>
        </w:rPr>
      </w:pPr>
      <w:r w:rsidRPr="00E86A72">
        <w:rPr>
          <w:sz w:val="20"/>
          <w:szCs w:val="20"/>
        </w:rPr>
        <w:t>Víčka krabic – označení identifikační zkratkou nebo symbolem viz normy pro jednotlivé rozvody (například MR, TKR ISŘ, EPS, JČ, …)</w:t>
      </w:r>
    </w:p>
    <w:p w:rsidR="00646825" w:rsidRPr="00E86A72" w:rsidRDefault="00646825" w:rsidP="00E86A72">
      <w:pPr>
        <w:jc w:val="both"/>
        <w:rPr>
          <w:sz w:val="20"/>
          <w:szCs w:val="20"/>
        </w:rPr>
      </w:pPr>
      <w:r w:rsidRPr="00E86A72">
        <w:rPr>
          <w:sz w:val="20"/>
          <w:szCs w:val="20"/>
        </w:rPr>
        <w:t>Odbočení z trasy – odbočující kabel mimo kabelovou trasu, není-li v dohledu koncový prvek</w:t>
      </w:r>
    </w:p>
    <w:p w:rsidR="00646825" w:rsidRDefault="00646825" w:rsidP="00E86A72">
      <w:pPr>
        <w:jc w:val="both"/>
        <w:rPr>
          <w:sz w:val="20"/>
          <w:szCs w:val="20"/>
        </w:rPr>
      </w:pPr>
      <w:r w:rsidRPr="00E86A72">
        <w:rPr>
          <w:sz w:val="20"/>
          <w:szCs w:val="20"/>
        </w:rPr>
        <w:t>Veškerá elektrická zařízení, spínače, zásuvky a kabely budou přehledně a úplně označena pro snadnou identifikaci pro případ poruchy, výpadku, havárie nebo požáru. Schéma skutečného provedení rozvaděčů a půdorys instalace se vloží do příslušných rozvaděčů.</w:t>
      </w:r>
    </w:p>
    <w:p w:rsidR="006E4DDF" w:rsidRPr="00EE3E62" w:rsidRDefault="006E4DDF" w:rsidP="00EE3E62">
      <w:pPr>
        <w:jc w:val="both"/>
        <w:rPr>
          <w:sz w:val="20"/>
          <w:szCs w:val="20"/>
        </w:rPr>
      </w:pPr>
    </w:p>
    <w:p w:rsidR="00646825" w:rsidRPr="00043DEC" w:rsidRDefault="00646825" w:rsidP="00E86A72">
      <w:pPr>
        <w:pStyle w:val="Nadpis2"/>
        <w:spacing w:before="0" w:after="0"/>
        <w:jc w:val="center"/>
        <w:rPr>
          <w:rFonts w:ascii="Times New Roman" w:hAnsi="Times New Roman"/>
          <w:i w:val="0"/>
          <w:sz w:val="32"/>
          <w:szCs w:val="32"/>
          <w:u w:val="single"/>
        </w:rPr>
      </w:pPr>
      <w:r w:rsidRPr="00043DEC">
        <w:rPr>
          <w:rFonts w:ascii="Times New Roman" w:hAnsi="Times New Roman"/>
          <w:i w:val="0"/>
          <w:sz w:val="32"/>
          <w:szCs w:val="32"/>
          <w:u w:val="single"/>
        </w:rPr>
        <w:t>VÝSTRAŽNÉ TABULKY A NÁPISY</w:t>
      </w:r>
    </w:p>
    <w:p w:rsidR="00A21C1C" w:rsidRPr="00BC4C13" w:rsidRDefault="00A21C1C" w:rsidP="00A21C1C">
      <w:pPr>
        <w:rPr>
          <w:bCs/>
          <w:iCs/>
          <w:sz w:val="20"/>
          <w:szCs w:val="20"/>
        </w:rPr>
      </w:pPr>
    </w:p>
    <w:p w:rsidR="00A21C1C" w:rsidRPr="00E86A72" w:rsidRDefault="00A21C1C" w:rsidP="00A21C1C">
      <w:pPr>
        <w:jc w:val="both"/>
        <w:rPr>
          <w:sz w:val="20"/>
          <w:szCs w:val="20"/>
        </w:rPr>
      </w:pPr>
      <w:r w:rsidRPr="00E86A72">
        <w:rPr>
          <w:sz w:val="20"/>
          <w:szCs w:val="20"/>
        </w:rPr>
        <w:t xml:space="preserve">Elektrická zařízení, popřípadě elektrické předměty, musí být před uvedením do provozu vybaveny bezpečnostními tabulkami a nápisy předepsanými pro tato zařízení příslušnými zařizovacími, předmětovými </w:t>
      </w:r>
      <w:r w:rsidRPr="00E86A72">
        <w:rPr>
          <w:sz w:val="20"/>
          <w:szCs w:val="20"/>
        </w:rPr>
        <w:lastRenderedPageBreak/>
        <w:t>normami a nařízením vlády</w:t>
      </w:r>
      <w:r w:rsidRPr="00E86A72">
        <w:rPr>
          <w:rFonts w:eastAsia="Arial Unicode MS"/>
          <w:sz w:val="20"/>
          <w:szCs w:val="20"/>
        </w:rPr>
        <w:t xml:space="preserve"> </w:t>
      </w:r>
      <w:r w:rsidRPr="00E86A72">
        <w:rPr>
          <w:sz w:val="20"/>
          <w:szCs w:val="20"/>
        </w:rPr>
        <w:t>č.11/2002 Sb., kterým se stanoví vzhled a umístění bezpečnostních značek a zavedení signálů a dle ČSN ISO 3864 těmito bezpečnostními značkami:</w:t>
      </w:r>
    </w:p>
    <w:p w:rsidR="00A21C1C" w:rsidRPr="00E86A72" w:rsidRDefault="00A21C1C" w:rsidP="00A21C1C">
      <w:pPr>
        <w:jc w:val="both"/>
        <w:rPr>
          <w:sz w:val="20"/>
          <w:szCs w:val="20"/>
        </w:rPr>
      </w:pPr>
      <w:r w:rsidRPr="00E86A72">
        <w:rPr>
          <w:sz w:val="20"/>
          <w:szCs w:val="20"/>
        </w:rPr>
        <w:t>Značka NB1.43</w:t>
      </w:r>
      <w:r w:rsidRPr="00E86A72">
        <w:rPr>
          <w:sz w:val="20"/>
          <w:szCs w:val="20"/>
        </w:rPr>
        <w:tab/>
        <w:t>- 01 – Nehas vodou ani pěnovými přístroji</w:t>
      </w:r>
    </w:p>
    <w:p w:rsidR="00A21C1C" w:rsidRPr="00E86A72" w:rsidRDefault="00A21C1C" w:rsidP="00A21C1C">
      <w:pPr>
        <w:jc w:val="both"/>
        <w:rPr>
          <w:sz w:val="20"/>
          <w:szCs w:val="20"/>
        </w:rPr>
      </w:pPr>
      <w:r w:rsidRPr="00E86A72">
        <w:rPr>
          <w:sz w:val="20"/>
          <w:szCs w:val="20"/>
        </w:rPr>
        <w:t>Značka NB. 3.01</w:t>
      </w:r>
      <w:r w:rsidRPr="00E86A72">
        <w:rPr>
          <w:sz w:val="20"/>
          <w:szCs w:val="20"/>
        </w:rPr>
        <w:tab/>
        <w:t>- 01 - Pozor - el. Zařízení</w:t>
      </w:r>
    </w:p>
    <w:p w:rsidR="00A21C1C" w:rsidRPr="00E86A72" w:rsidRDefault="00A21C1C" w:rsidP="00A21C1C">
      <w:pPr>
        <w:jc w:val="both"/>
        <w:rPr>
          <w:sz w:val="20"/>
          <w:szCs w:val="20"/>
        </w:rPr>
      </w:pPr>
      <w:r>
        <w:rPr>
          <w:sz w:val="20"/>
          <w:szCs w:val="20"/>
        </w:rPr>
        <w:tab/>
      </w:r>
      <w:r>
        <w:rPr>
          <w:sz w:val="20"/>
          <w:szCs w:val="20"/>
        </w:rPr>
        <w:tab/>
      </w:r>
      <w:r w:rsidRPr="00E86A72">
        <w:rPr>
          <w:sz w:val="20"/>
          <w:szCs w:val="20"/>
        </w:rPr>
        <w:t>- 02 - Pozor - napětí životu nebezpečné</w:t>
      </w:r>
    </w:p>
    <w:p w:rsidR="00A21C1C" w:rsidRPr="00E86A72" w:rsidRDefault="00A21C1C" w:rsidP="00A21C1C">
      <w:pPr>
        <w:jc w:val="both"/>
        <w:rPr>
          <w:sz w:val="20"/>
          <w:szCs w:val="20"/>
        </w:rPr>
      </w:pPr>
      <w:r w:rsidRPr="00E86A72">
        <w:rPr>
          <w:sz w:val="20"/>
          <w:szCs w:val="20"/>
        </w:rPr>
        <w:t>Značka NB. 4.61</w:t>
      </w:r>
      <w:r w:rsidRPr="00E86A72">
        <w:rPr>
          <w:sz w:val="20"/>
          <w:szCs w:val="20"/>
        </w:rPr>
        <w:tab/>
        <w:t>- 31 – Hlavní vypínač</w:t>
      </w:r>
    </w:p>
    <w:p w:rsidR="00BD7A2A" w:rsidRPr="00BC4C13" w:rsidRDefault="00BD7A2A" w:rsidP="00A21C1C">
      <w:pPr>
        <w:jc w:val="both"/>
        <w:rPr>
          <w:b/>
          <w:bCs/>
          <w:sz w:val="20"/>
          <w:szCs w:val="20"/>
          <w:u w:val="single"/>
        </w:rPr>
      </w:pPr>
    </w:p>
    <w:p w:rsidR="00646825" w:rsidRPr="00043DEC" w:rsidRDefault="00646825" w:rsidP="00E86A72">
      <w:pPr>
        <w:pStyle w:val="Nadpis2"/>
        <w:spacing w:before="0" w:after="0"/>
        <w:jc w:val="center"/>
        <w:rPr>
          <w:rFonts w:ascii="Times New Roman" w:hAnsi="Times New Roman"/>
          <w:i w:val="0"/>
          <w:sz w:val="32"/>
          <w:szCs w:val="32"/>
          <w:u w:val="single"/>
        </w:rPr>
      </w:pPr>
      <w:r w:rsidRPr="00043DEC">
        <w:rPr>
          <w:rFonts w:ascii="Times New Roman" w:hAnsi="Times New Roman"/>
          <w:i w:val="0"/>
          <w:sz w:val="32"/>
          <w:szCs w:val="32"/>
          <w:u w:val="single"/>
        </w:rPr>
        <w:t>PROVOZNÍ PŘEDPISY</w:t>
      </w:r>
    </w:p>
    <w:p w:rsidR="00646825" w:rsidRPr="00E86A72" w:rsidRDefault="00646825" w:rsidP="00E86A72">
      <w:pPr>
        <w:jc w:val="both"/>
        <w:rPr>
          <w:sz w:val="20"/>
          <w:szCs w:val="20"/>
        </w:rPr>
      </w:pPr>
    </w:p>
    <w:p w:rsidR="001A3DA7" w:rsidRDefault="001A3DA7" w:rsidP="001A3DA7">
      <w:pPr>
        <w:jc w:val="both"/>
        <w:rPr>
          <w:sz w:val="20"/>
          <w:szCs w:val="20"/>
        </w:rPr>
      </w:pPr>
      <w:r w:rsidRPr="00E86A72">
        <w:rPr>
          <w:sz w:val="20"/>
          <w:szCs w:val="20"/>
        </w:rPr>
        <w:t xml:space="preserve">Zhotovitel předá provozovateli návody na obsluhu a údržbu elektrického zařízení. Provozní předpisy zpracuje provozovatel zařízení a zajistí pravidelné přezkoušení pracovníků z těchto předpisů. Osoby užívající elektrická zařízení musí být seznámeny s jeho obsluhou například formou návodu, nebo jiným doložitelným způsobem. </w:t>
      </w:r>
    </w:p>
    <w:p w:rsidR="001A3DA7" w:rsidRDefault="001A3DA7" w:rsidP="001A3DA7">
      <w:pPr>
        <w:jc w:val="both"/>
        <w:rPr>
          <w:sz w:val="20"/>
          <w:szCs w:val="20"/>
        </w:rPr>
      </w:pPr>
    </w:p>
    <w:p w:rsidR="001A3DA7" w:rsidRPr="00226D85" w:rsidRDefault="001A3DA7" w:rsidP="001A3DA7">
      <w:pPr>
        <w:jc w:val="both"/>
        <w:rPr>
          <w:b/>
          <w:sz w:val="20"/>
          <w:szCs w:val="20"/>
          <w:u w:val="single"/>
        </w:rPr>
      </w:pPr>
      <w:r w:rsidRPr="00226D85">
        <w:rPr>
          <w:b/>
          <w:sz w:val="20"/>
          <w:szCs w:val="20"/>
          <w:u w:val="single"/>
        </w:rPr>
        <w:t>Individuální zkoušky a výchozí revize elektrického zařízení</w:t>
      </w:r>
    </w:p>
    <w:p w:rsidR="001A3DA7" w:rsidRPr="00226D85" w:rsidRDefault="001A3DA7" w:rsidP="001A3DA7">
      <w:pPr>
        <w:jc w:val="both"/>
        <w:rPr>
          <w:sz w:val="20"/>
          <w:szCs w:val="20"/>
        </w:rPr>
      </w:pPr>
      <w:r w:rsidRPr="00226D85">
        <w:rPr>
          <w:sz w:val="20"/>
          <w:szCs w:val="20"/>
        </w:rPr>
        <w:t>Elektrické zařízení bude během výstavby, před tím, než je uživatel uvede do provozu, prohlédnuto, individuálně vyzkoušeno a bude provedena výchozí revize. Individuální zkoušky budou provedeny jako součást montáže, přičemž budou přezkoušeny mechanické funkce jednotlivých zařízení. Během individuálních zkoušek budou prováděny i výchozí revize elektrického zařízení.</w:t>
      </w:r>
    </w:p>
    <w:p w:rsidR="009F1DB7" w:rsidRDefault="009F1DB7" w:rsidP="001A3DA7">
      <w:pPr>
        <w:jc w:val="both"/>
        <w:rPr>
          <w:b/>
          <w:sz w:val="20"/>
          <w:szCs w:val="20"/>
          <w:u w:val="single"/>
        </w:rPr>
      </w:pPr>
    </w:p>
    <w:p w:rsidR="001A3DA7" w:rsidRPr="00226D85" w:rsidRDefault="001A3DA7" w:rsidP="001A3DA7">
      <w:pPr>
        <w:jc w:val="both"/>
        <w:rPr>
          <w:b/>
          <w:sz w:val="20"/>
          <w:szCs w:val="20"/>
          <w:u w:val="single"/>
        </w:rPr>
      </w:pPr>
      <w:r w:rsidRPr="00226D85">
        <w:rPr>
          <w:b/>
          <w:sz w:val="20"/>
          <w:szCs w:val="20"/>
          <w:u w:val="single"/>
        </w:rPr>
        <w:t>Komplexní vyzkoušení elektrického zařízení</w:t>
      </w:r>
    </w:p>
    <w:p w:rsidR="003A6E2E" w:rsidRDefault="001A3DA7" w:rsidP="006C2B17">
      <w:pPr>
        <w:jc w:val="both"/>
        <w:rPr>
          <w:sz w:val="20"/>
          <w:szCs w:val="20"/>
        </w:rPr>
      </w:pPr>
      <w:r w:rsidRPr="00226D85">
        <w:rPr>
          <w:sz w:val="20"/>
          <w:szCs w:val="20"/>
        </w:rPr>
        <w:t>Komplexní vyzkoušení představuje ověření, ž</w:t>
      </w:r>
      <w:r>
        <w:rPr>
          <w:sz w:val="20"/>
          <w:szCs w:val="20"/>
        </w:rPr>
        <w:t>e smontovaná zařízení ne</w:t>
      </w:r>
      <w:r w:rsidRPr="00226D85">
        <w:rPr>
          <w:sz w:val="20"/>
          <w:szCs w:val="20"/>
        </w:rPr>
        <w:t>vykazují nedostatky, že z hlediska funkčního splňují požadavky projektu a že jsou schopná bezporuchového provozu. Veškeré montážní a údržbářské</w:t>
      </w:r>
      <w:r>
        <w:rPr>
          <w:sz w:val="20"/>
          <w:szCs w:val="20"/>
        </w:rPr>
        <w:t xml:space="preserve"> </w:t>
      </w:r>
      <w:r w:rsidRPr="00226D85">
        <w:rPr>
          <w:sz w:val="20"/>
          <w:szCs w:val="20"/>
        </w:rPr>
        <w:t xml:space="preserve">práce musí být prováděny odbornou firmou při dodržování platných ČSN a elektrotechnických předpisů. Před uvedením do provozu musí </w:t>
      </w:r>
      <w:r>
        <w:rPr>
          <w:sz w:val="20"/>
          <w:szCs w:val="20"/>
        </w:rPr>
        <w:t>být provedeny komplexní zkoušky</w:t>
      </w:r>
      <w:r w:rsidRPr="00226D85">
        <w:rPr>
          <w:sz w:val="20"/>
          <w:szCs w:val="20"/>
        </w:rPr>
        <w:t xml:space="preserve"> a vypracovaná v</w:t>
      </w:r>
      <w:r>
        <w:rPr>
          <w:sz w:val="20"/>
          <w:szCs w:val="20"/>
        </w:rPr>
        <w:t>ýchozí revize. Ve stanovených lhůt</w:t>
      </w:r>
      <w:r w:rsidRPr="00226D85">
        <w:rPr>
          <w:sz w:val="20"/>
          <w:szCs w:val="20"/>
        </w:rPr>
        <w:t xml:space="preserve">ách je nutno provádět periodické revize elektrického zařízení. </w:t>
      </w:r>
      <w:r w:rsidR="00646825" w:rsidRPr="00E86A72">
        <w:rPr>
          <w:sz w:val="20"/>
          <w:szCs w:val="20"/>
        </w:rPr>
        <w:t xml:space="preserve"> </w:t>
      </w:r>
    </w:p>
    <w:p w:rsidR="009835B5" w:rsidRDefault="009835B5" w:rsidP="006C2B17">
      <w:pPr>
        <w:jc w:val="both"/>
        <w:rPr>
          <w:sz w:val="20"/>
          <w:szCs w:val="20"/>
        </w:rPr>
      </w:pPr>
    </w:p>
    <w:p w:rsidR="00E86A72" w:rsidRPr="00043DEC" w:rsidRDefault="00E86A72" w:rsidP="00E86A72">
      <w:pPr>
        <w:pStyle w:val="Nadpis2"/>
        <w:spacing w:before="0" w:after="0"/>
        <w:jc w:val="center"/>
        <w:rPr>
          <w:rFonts w:ascii="Times New Roman" w:hAnsi="Times New Roman"/>
          <w:i w:val="0"/>
          <w:sz w:val="32"/>
          <w:szCs w:val="32"/>
          <w:u w:val="single"/>
        </w:rPr>
      </w:pPr>
      <w:r w:rsidRPr="00043DEC">
        <w:rPr>
          <w:rFonts w:ascii="Times New Roman" w:hAnsi="Times New Roman"/>
          <w:i w:val="0"/>
          <w:sz w:val="32"/>
          <w:szCs w:val="32"/>
          <w:u w:val="single"/>
        </w:rPr>
        <w:t>ZÁVĚREČNÁ USTANOVENÍ</w:t>
      </w:r>
    </w:p>
    <w:p w:rsidR="00E86A72" w:rsidRPr="00E86A72" w:rsidRDefault="00E86A72" w:rsidP="00E86A72">
      <w:pPr>
        <w:jc w:val="both"/>
        <w:rPr>
          <w:sz w:val="20"/>
          <w:szCs w:val="20"/>
        </w:rPr>
      </w:pPr>
    </w:p>
    <w:p w:rsidR="005A6DD8" w:rsidRPr="008143DE" w:rsidRDefault="005A6DD8" w:rsidP="005A6DD8">
      <w:pPr>
        <w:jc w:val="both"/>
        <w:rPr>
          <w:bCs/>
          <w:sz w:val="20"/>
          <w:szCs w:val="20"/>
          <w:u w:val="single"/>
        </w:rPr>
      </w:pPr>
      <w:r w:rsidRPr="008143DE">
        <w:rPr>
          <w:color w:val="000000"/>
          <w:sz w:val="20"/>
          <w:szCs w:val="20"/>
        </w:rPr>
        <w:t>Jména výrobců a obchodní názvy u položek jsou pouze informativní, uvedené jako reference technických parametrů, vzájemné kompatibility zařízení a dostupnosti odborného servisu. Lze použít výrobky ekvivalentních vlastností jiných výrobců.</w:t>
      </w:r>
    </w:p>
    <w:p w:rsidR="005A6DD8" w:rsidRPr="008143DE" w:rsidRDefault="005A6DD8" w:rsidP="005A6DD8">
      <w:pPr>
        <w:rPr>
          <w:sz w:val="20"/>
          <w:szCs w:val="20"/>
        </w:rPr>
      </w:pPr>
      <w:r w:rsidRPr="008143DE">
        <w:rPr>
          <w:sz w:val="20"/>
          <w:szCs w:val="20"/>
        </w:rPr>
        <w:t>Při provádění stavby musí být dodrženy všechny platné normy, vyhlášky a nařízení pro provádění stavebních prací.</w:t>
      </w:r>
    </w:p>
    <w:p w:rsidR="005A6DD8" w:rsidRPr="008143DE" w:rsidRDefault="005A6DD8" w:rsidP="005A6DD8">
      <w:pPr>
        <w:jc w:val="both"/>
        <w:rPr>
          <w:b/>
          <w:i/>
          <w:sz w:val="20"/>
          <w:szCs w:val="20"/>
        </w:rPr>
      </w:pPr>
      <w:r w:rsidRPr="008143DE">
        <w:rPr>
          <w:sz w:val="20"/>
          <w:szCs w:val="20"/>
        </w:rPr>
        <w:t>Vyhláška č.</w:t>
      </w:r>
      <w:r w:rsidRPr="008143DE">
        <w:rPr>
          <w:b/>
          <w:sz w:val="20"/>
          <w:szCs w:val="20"/>
        </w:rPr>
        <w:t xml:space="preserve"> </w:t>
      </w:r>
      <w:r w:rsidRPr="008143DE">
        <w:rPr>
          <w:sz w:val="20"/>
          <w:szCs w:val="20"/>
        </w:rPr>
        <w:t>601/2006 Sb. O bezpečnosti práce a technických zařízení při stavebních pracích.</w:t>
      </w:r>
    </w:p>
    <w:p w:rsidR="005A6DD8" w:rsidRPr="008143DE" w:rsidRDefault="005A6DD8" w:rsidP="005A6DD8">
      <w:pPr>
        <w:jc w:val="both"/>
        <w:rPr>
          <w:b/>
          <w:sz w:val="20"/>
          <w:szCs w:val="20"/>
        </w:rPr>
      </w:pPr>
      <w:r w:rsidRPr="008143DE">
        <w:rPr>
          <w:sz w:val="20"/>
          <w:szCs w:val="20"/>
        </w:rPr>
        <w:t xml:space="preserve">Při všech montážních pracích je nutno přísně dodržovat bezpečnostní předpisy. </w:t>
      </w:r>
    </w:p>
    <w:p w:rsidR="005A6DD8" w:rsidRPr="008143DE" w:rsidRDefault="005A6DD8" w:rsidP="005A6DD8">
      <w:pPr>
        <w:jc w:val="both"/>
        <w:rPr>
          <w:sz w:val="20"/>
          <w:szCs w:val="20"/>
        </w:rPr>
      </w:pPr>
      <w:r w:rsidRPr="008143DE">
        <w:rPr>
          <w:sz w:val="20"/>
          <w:szCs w:val="20"/>
        </w:rPr>
        <w:t xml:space="preserve">Projektová dokumentace byla zpracována v souladu s platnými předpisy a normami ČSN. Jejich ustanovení je nutno dodržet i při prováděcích pracích. Změny je možno provést po dohodě s projektantem. </w:t>
      </w:r>
      <w:r>
        <w:rPr>
          <w:sz w:val="20"/>
          <w:szCs w:val="20"/>
        </w:rPr>
        <w:t>Slaboproudá instalace</w:t>
      </w:r>
      <w:r w:rsidRPr="008143DE">
        <w:rPr>
          <w:sz w:val="20"/>
          <w:szCs w:val="20"/>
        </w:rPr>
        <w:t xml:space="preserve"> bude provedena dle platných zákonů, vyhlášek, norem a montážních návodů výrobce. Před předáním do užívání je prováděcí firma povinna dodržet ustanovení norem o výchozí revizi dle ČSN 33 2000-6, což bude doloženo výchozí revizní zprávou.</w:t>
      </w:r>
    </w:p>
    <w:p w:rsidR="007D5743" w:rsidRDefault="005A6DD8" w:rsidP="0059380C">
      <w:pPr>
        <w:jc w:val="both"/>
        <w:rPr>
          <w:iCs/>
          <w:color w:val="000000"/>
          <w:sz w:val="20"/>
          <w:szCs w:val="20"/>
        </w:rPr>
      </w:pPr>
      <w:r>
        <w:rPr>
          <w:iCs/>
          <w:color w:val="000000"/>
          <w:sz w:val="20"/>
          <w:szCs w:val="20"/>
        </w:rPr>
        <w:t>Vybraný dodavatel</w:t>
      </w:r>
      <w:r w:rsidRPr="00A50331">
        <w:rPr>
          <w:iCs/>
          <w:color w:val="000000"/>
          <w:sz w:val="20"/>
          <w:szCs w:val="20"/>
        </w:rPr>
        <w:t xml:space="preserve"> stavby bude splňovat odborné kvalifikační předpoklady a nabídková cena bude obsahovat i práce v</w:t>
      </w:r>
      <w:r>
        <w:rPr>
          <w:iCs/>
          <w:color w:val="000000"/>
          <w:sz w:val="20"/>
          <w:szCs w:val="20"/>
        </w:rPr>
        <w:t> </w:t>
      </w:r>
      <w:r w:rsidRPr="00A50331">
        <w:rPr>
          <w:iCs/>
          <w:color w:val="000000"/>
          <w:sz w:val="20"/>
          <w:szCs w:val="20"/>
        </w:rPr>
        <w:t>projekt</w:t>
      </w:r>
      <w:r>
        <w:rPr>
          <w:iCs/>
          <w:color w:val="000000"/>
          <w:sz w:val="20"/>
          <w:szCs w:val="20"/>
        </w:rPr>
        <w:t>ové dokumentaci a výkazu výměr</w:t>
      </w:r>
      <w:r w:rsidRPr="00A50331">
        <w:rPr>
          <w:iCs/>
          <w:color w:val="000000"/>
          <w:sz w:val="20"/>
          <w:szCs w:val="20"/>
        </w:rPr>
        <w:t xml:space="preserve"> neuvedené, ale nutné k bezpečnému a správnému stavebně technickému provedení stavby s ohledem na bezpečnost užívání a kolaudaci stavby.</w:t>
      </w:r>
    </w:p>
    <w:p w:rsidR="0059380C" w:rsidRDefault="0059380C" w:rsidP="0059380C">
      <w:pPr>
        <w:jc w:val="both"/>
        <w:rPr>
          <w:iCs/>
          <w:color w:val="000000"/>
          <w:sz w:val="20"/>
          <w:szCs w:val="20"/>
        </w:rPr>
      </w:pPr>
    </w:p>
    <w:p w:rsidR="0059380C" w:rsidRDefault="0059380C" w:rsidP="0059380C">
      <w:pPr>
        <w:jc w:val="both"/>
        <w:rPr>
          <w:sz w:val="20"/>
          <w:szCs w:val="20"/>
        </w:rPr>
      </w:pPr>
    </w:p>
    <w:p w:rsidR="007D5743" w:rsidRDefault="007D5743" w:rsidP="00E86A72">
      <w:pPr>
        <w:rPr>
          <w:sz w:val="20"/>
          <w:szCs w:val="20"/>
        </w:rPr>
      </w:pPr>
    </w:p>
    <w:p w:rsidR="007D5743" w:rsidRDefault="007D5743" w:rsidP="00E86A72">
      <w:pPr>
        <w:rPr>
          <w:sz w:val="20"/>
          <w:szCs w:val="20"/>
        </w:rPr>
      </w:pPr>
    </w:p>
    <w:p w:rsidR="007D5743" w:rsidRDefault="007D5743" w:rsidP="00E86A72">
      <w:pPr>
        <w:rPr>
          <w:sz w:val="20"/>
          <w:szCs w:val="20"/>
        </w:rPr>
      </w:pPr>
    </w:p>
    <w:p w:rsidR="007D5743" w:rsidRDefault="007D5743" w:rsidP="00E86A72">
      <w:pPr>
        <w:rPr>
          <w:sz w:val="20"/>
          <w:szCs w:val="20"/>
        </w:rPr>
      </w:pPr>
    </w:p>
    <w:p w:rsidR="007D5743" w:rsidRDefault="007D5743" w:rsidP="00E86A72">
      <w:pPr>
        <w:rPr>
          <w:sz w:val="20"/>
          <w:szCs w:val="20"/>
        </w:rPr>
      </w:pPr>
    </w:p>
    <w:p w:rsidR="007D5743" w:rsidRDefault="007D5743" w:rsidP="00E86A72">
      <w:pPr>
        <w:rPr>
          <w:sz w:val="20"/>
          <w:szCs w:val="20"/>
        </w:rPr>
      </w:pPr>
    </w:p>
    <w:p w:rsidR="007D5743" w:rsidRDefault="007D5743" w:rsidP="00E86A72">
      <w:pPr>
        <w:rPr>
          <w:sz w:val="20"/>
          <w:szCs w:val="20"/>
        </w:rPr>
      </w:pPr>
    </w:p>
    <w:p w:rsidR="007D5743" w:rsidRDefault="007D5743" w:rsidP="00E86A72">
      <w:pPr>
        <w:rPr>
          <w:sz w:val="20"/>
          <w:szCs w:val="20"/>
        </w:rPr>
      </w:pPr>
    </w:p>
    <w:p w:rsidR="007D5743" w:rsidRDefault="007D5743" w:rsidP="00E86A72">
      <w:pPr>
        <w:rPr>
          <w:sz w:val="20"/>
          <w:szCs w:val="20"/>
        </w:rPr>
      </w:pPr>
    </w:p>
    <w:p w:rsidR="00C0757F" w:rsidRDefault="00C0757F" w:rsidP="00E86A72">
      <w:pPr>
        <w:rPr>
          <w:sz w:val="20"/>
          <w:szCs w:val="20"/>
        </w:rPr>
      </w:pPr>
    </w:p>
    <w:p w:rsidR="00C0757F" w:rsidRDefault="00C0757F" w:rsidP="00E86A72">
      <w:pPr>
        <w:rPr>
          <w:sz w:val="20"/>
          <w:szCs w:val="20"/>
        </w:rPr>
      </w:pPr>
    </w:p>
    <w:p w:rsidR="00D04011" w:rsidRPr="00E86A72" w:rsidRDefault="00646825" w:rsidP="00E86A72">
      <w:pPr>
        <w:rPr>
          <w:sz w:val="20"/>
          <w:szCs w:val="20"/>
        </w:rPr>
      </w:pPr>
      <w:r w:rsidRPr="00E86A72">
        <w:rPr>
          <w:sz w:val="20"/>
          <w:szCs w:val="20"/>
        </w:rPr>
        <w:t>V </w:t>
      </w:r>
      <w:r w:rsidR="004D1BDC" w:rsidRPr="00E86A72">
        <w:rPr>
          <w:sz w:val="20"/>
          <w:szCs w:val="20"/>
        </w:rPr>
        <w:t xml:space="preserve">Hodoníně </w:t>
      </w:r>
      <w:r w:rsidR="005A6DD8">
        <w:rPr>
          <w:sz w:val="20"/>
          <w:szCs w:val="20"/>
        </w:rPr>
        <w:t>09</w:t>
      </w:r>
      <w:r w:rsidR="00D53164">
        <w:rPr>
          <w:sz w:val="20"/>
          <w:szCs w:val="20"/>
        </w:rPr>
        <w:t xml:space="preserve">. </w:t>
      </w:r>
      <w:r w:rsidR="00BA3FE2">
        <w:rPr>
          <w:sz w:val="20"/>
          <w:szCs w:val="20"/>
        </w:rPr>
        <w:t>1</w:t>
      </w:r>
      <w:r w:rsidR="005A6DD8">
        <w:rPr>
          <w:sz w:val="20"/>
          <w:szCs w:val="20"/>
        </w:rPr>
        <w:t>2</w:t>
      </w:r>
      <w:r w:rsidR="00AF4135">
        <w:rPr>
          <w:sz w:val="20"/>
          <w:szCs w:val="20"/>
        </w:rPr>
        <w:t>. 2016</w:t>
      </w:r>
      <w:r w:rsidR="00733E39">
        <w:rPr>
          <w:sz w:val="20"/>
          <w:szCs w:val="20"/>
        </w:rPr>
        <w:t xml:space="preserve"> </w:t>
      </w:r>
      <w:r w:rsidR="00733E39">
        <w:rPr>
          <w:sz w:val="20"/>
          <w:szCs w:val="20"/>
        </w:rPr>
        <w:tab/>
        <w:t xml:space="preserve">                          </w:t>
      </w:r>
      <w:r w:rsidR="004D1BDC">
        <w:rPr>
          <w:sz w:val="20"/>
          <w:szCs w:val="20"/>
        </w:rPr>
        <w:tab/>
      </w:r>
      <w:r w:rsidR="004D1BDC">
        <w:rPr>
          <w:sz w:val="20"/>
          <w:szCs w:val="20"/>
        </w:rPr>
        <w:tab/>
      </w:r>
      <w:r w:rsidR="004D1BDC">
        <w:rPr>
          <w:sz w:val="20"/>
          <w:szCs w:val="20"/>
        </w:rPr>
        <w:tab/>
        <w:t xml:space="preserve">                          </w:t>
      </w:r>
      <w:r w:rsidRPr="00E86A72">
        <w:rPr>
          <w:sz w:val="20"/>
          <w:szCs w:val="20"/>
        </w:rPr>
        <w:t>Vypracoval: Petr Winkler</w:t>
      </w:r>
    </w:p>
    <w:sectPr w:rsidR="00D04011" w:rsidRPr="00E86A72" w:rsidSect="00BA7488">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66F7" w:rsidRDefault="003366F7">
      <w:r>
        <w:separator/>
      </w:r>
    </w:p>
  </w:endnote>
  <w:endnote w:type="continuationSeparator" w:id="0">
    <w:p w:rsidR="003366F7" w:rsidRDefault="003366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PoloEaElfK-Leicht">
    <w:altName w:val="PoloEaElfK-Leicht"/>
    <w:panose1 w:val="00000000000000000000"/>
    <w:charset w:val="EE"/>
    <w:family w:val="swiss"/>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 w:name="BankGothic Md BT">
    <w:panose1 w:val="020B0807020203060204"/>
    <w:charset w:val="00"/>
    <w:family w:val="swiss"/>
    <w:pitch w:val="variable"/>
    <w:sig w:usb0="00000087" w:usb1="00000000" w:usb2="00000000" w:usb3="00000000" w:csb0="0000001B"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6F7" w:rsidRDefault="003366F7">
    <w:pPr>
      <w:pStyle w:val="Zhlav"/>
      <w:pBdr>
        <w:top w:val="single" w:sz="4" w:space="1" w:color="auto"/>
      </w:pBdr>
      <w:rPr>
        <w:rFonts w:ascii="BankGothic Md BT" w:hAnsi="BankGothic Md BT"/>
        <w:color w:val="808080"/>
        <w:sz w:val="16"/>
        <w:szCs w:val="16"/>
      </w:rPr>
    </w:pPr>
    <w:r>
      <w:rPr>
        <w:rFonts w:ascii="BankGothic Md BT" w:hAnsi="BankGothic Md BT"/>
        <w:color w:val="808080"/>
        <w:sz w:val="16"/>
        <w:szCs w:val="16"/>
      </w:rPr>
      <w:tab/>
    </w:r>
    <w:r w:rsidR="003731EE">
      <w:rPr>
        <w:rFonts w:ascii="BankGothic Md BT" w:hAnsi="BankGothic Md BT"/>
        <w:color w:val="808080"/>
      </w:rPr>
      <w:fldChar w:fldCharType="begin"/>
    </w:r>
    <w:r>
      <w:rPr>
        <w:rFonts w:ascii="BankGothic Md BT" w:hAnsi="BankGothic Md BT"/>
        <w:color w:val="808080"/>
      </w:rPr>
      <w:instrText xml:space="preserve"> PAGE </w:instrText>
    </w:r>
    <w:r w:rsidR="003731EE">
      <w:rPr>
        <w:rFonts w:ascii="BankGothic Md BT" w:hAnsi="BankGothic Md BT"/>
        <w:color w:val="808080"/>
      </w:rPr>
      <w:fldChar w:fldCharType="separate"/>
    </w:r>
    <w:r w:rsidR="0060215D">
      <w:rPr>
        <w:rFonts w:ascii="BankGothic Md BT" w:hAnsi="BankGothic Md BT"/>
        <w:noProof/>
        <w:color w:val="808080"/>
      </w:rPr>
      <w:t>12</w:t>
    </w:r>
    <w:r w:rsidR="003731EE">
      <w:rPr>
        <w:rFonts w:ascii="BankGothic Md BT" w:hAnsi="BankGothic Md BT"/>
        <w:color w:val="808080"/>
      </w:rPr>
      <w:fldChar w:fldCharType="end"/>
    </w:r>
    <w:r>
      <w:rPr>
        <w:rFonts w:ascii="BankGothic Md BT" w:hAnsi="BankGothic Md BT"/>
        <w:color w:val="808080"/>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66F7" w:rsidRDefault="003366F7">
      <w:r>
        <w:separator/>
      </w:r>
    </w:p>
  </w:footnote>
  <w:footnote w:type="continuationSeparator" w:id="0">
    <w:p w:rsidR="003366F7" w:rsidRDefault="003366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6F7" w:rsidRDefault="003366F7" w:rsidP="00FE3153">
    <w:pPr>
      <w:pStyle w:val="Zhlav"/>
      <w:pBdr>
        <w:bottom w:val="single" w:sz="4" w:space="1" w:color="auto"/>
      </w:pBdr>
      <w:tabs>
        <w:tab w:val="clear" w:pos="4536"/>
        <w:tab w:val="left" w:pos="7088"/>
      </w:tabs>
      <w:rPr>
        <w:rFonts w:ascii="Arial" w:hAnsi="Arial" w:cs="Arial"/>
        <w:color w:val="808080"/>
        <w:sz w:val="16"/>
        <w:szCs w:val="16"/>
      </w:rPr>
    </w:pPr>
    <w:r>
      <w:rPr>
        <w:rFonts w:ascii="Arial" w:hAnsi="Arial" w:cs="Arial"/>
        <w:color w:val="808080"/>
        <w:sz w:val="16"/>
        <w:szCs w:val="16"/>
      </w:rPr>
      <w:t>Investor:</w:t>
    </w:r>
    <w:r>
      <w:rPr>
        <w:rFonts w:ascii="Arial" w:hAnsi="Arial" w:cs="Arial"/>
        <w:color w:val="808080"/>
        <w:sz w:val="16"/>
        <w:szCs w:val="16"/>
      </w:rPr>
      <w:tab/>
      <w:t>Zhotovitel</w:t>
    </w:r>
  </w:p>
  <w:p w:rsidR="003366F7" w:rsidRDefault="007A318C" w:rsidP="00FE3153">
    <w:pPr>
      <w:pStyle w:val="Zhlav"/>
      <w:pBdr>
        <w:bottom w:val="single" w:sz="4" w:space="1" w:color="auto"/>
      </w:pBdr>
      <w:tabs>
        <w:tab w:val="clear" w:pos="4536"/>
        <w:tab w:val="left" w:pos="7088"/>
      </w:tabs>
      <w:rPr>
        <w:rFonts w:ascii="Arial" w:hAnsi="Arial" w:cs="Arial"/>
        <w:color w:val="808080"/>
        <w:sz w:val="16"/>
        <w:szCs w:val="16"/>
      </w:rPr>
    </w:pPr>
    <w:r>
      <w:rPr>
        <w:rFonts w:ascii="Arial" w:hAnsi="Arial" w:cs="Arial"/>
        <w:color w:val="808080"/>
        <w:sz w:val="16"/>
        <w:szCs w:val="16"/>
      </w:rPr>
      <w:t>DOMOV NA JAROŠCE, příspěvková organizace</w:t>
    </w:r>
    <w:r w:rsidR="003366F7">
      <w:rPr>
        <w:rFonts w:ascii="Arial" w:hAnsi="Arial" w:cs="Arial"/>
        <w:color w:val="808080"/>
        <w:sz w:val="16"/>
        <w:szCs w:val="16"/>
      </w:rPr>
      <w:tab/>
      <w:t>PARDOSA – technik, s.r.o.</w:t>
    </w:r>
    <w:r w:rsidR="003366F7">
      <w:rPr>
        <w:rFonts w:ascii="Arial" w:hAnsi="Arial" w:cs="Arial"/>
        <w:color w:val="808080"/>
        <w:sz w:val="16"/>
        <w:szCs w:val="16"/>
      </w:rPr>
      <w:tab/>
    </w:r>
  </w:p>
  <w:p w:rsidR="003366F7" w:rsidRDefault="007A318C" w:rsidP="0007585F">
    <w:pPr>
      <w:pStyle w:val="Zhlav"/>
      <w:pBdr>
        <w:bottom w:val="single" w:sz="4" w:space="1" w:color="auto"/>
      </w:pBdr>
      <w:tabs>
        <w:tab w:val="clear" w:pos="4536"/>
        <w:tab w:val="left" w:pos="6660"/>
      </w:tabs>
      <w:rPr>
        <w:rFonts w:ascii="Arial" w:hAnsi="Arial" w:cs="Arial"/>
        <w:color w:val="808080"/>
        <w:sz w:val="16"/>
        <w:szCs w:val="16"/>
      </w:rPr>
    </w:pPr>
    <w:r>
      <w:rPr>
        <w:rFonts w:ascii="Arial" w:hAnsi="Arial" w:cs="Arial"/>
        <w:color w:val="808080"/>
        <w:sz w:val="16"/>
        <w:szCs w:val="16"/>
      </w:rPr>
      <w:t>Jarošova 3</w:t>
    </w:r>
    <w:r w:rsidR="003366F7">
      <w:rPr>
        <w:rFonts w:ascii="Arial" w:hAnsi="Arial" w:cs="Arial"/>
        <w:color w:val="808080"/>
        <w:sz w:val="16"/>
        <w:szCs w:val="16"/>
      </w:rPr>
      <w:tab/>
      <w:t xml:space="preserve">          Hodonínská 672</w:t>
    </w:r>
  </w:p>
  <w:p w:rsidR="003366F7" w:rsidRDefault="007A318C" w:rsidP="0007585F">
    <w:pPr>
      <w:pStyle w:val="Zhlav"/>
      <w:pBdr>
        <w:bottom w:val="single" w:sz="4" w:space="1" w:color="auto"/>
      </w:pBdr>
      <w:tabs>
        <w:tab w:val="left" w:pos="6660"/>
      </w:tabs>
      <w:rPr>
        <w:rFonts w:ascii="Arial" w:hAnsi="Arial" w:cs="Arial"/>
        <w:color w:val="808080"/>
        <w:sz w:val="16"/>
        <w:szCs w:val="16"/>
      </w:rPr>
    </w:pPr>
    <w:r>
      <w:rPr>
        <w:rFonts w:ascii="Arial" w:hAnsi="Arial" w:cs="Arial"/>
        <w:color w:val="808080"/>
        <w:sz w:val="16"/>
        <w:szCs w:val="16"/>
      </w:rPr>
      <w:t>695 01 Hodonín</w:t>
    </w:r>
    <w:r w:rsidR="003366F7">
      <w:rPr>
        <w:rFonts w:ascii="Arial" w:hAnsi="Arial" w:cs="Arial"/>
        <w:color w:val="808080"/>
        <w:sz w:val="16"/>
        <w:szCs w:val="16"/>
      </w:rPr>
      <w:tab/>
    </w:r>
    <w:r w:rsidR="003366F7">
      <w:rPr>
        <w:rFonts w:ascii="Arial" w:hAnsi="Arial" w:cs="Arial"/>
        <w:color w:val="808080"/>
        <w:sz w:val="16"/>
        <w:szCs w:val="16"/>
      </w:rPr>
      <w:tab/>
      <w:t xml:space="preserve">          696 03 Dubňany</w:t>
    </w:r>
  </w:p>
  <w:p w:rsidR="003366F7" w:rsidRDefault="003366F7" w:rsidP="0007585F">
    <w:pPr>
      <w:pStyle w:val="Zhlav"/>
      <w:pBdr>
        <w:bottom w:val="single" w:sz="4" w:space="1" w:color="auto"/>
      </w:pBdr>
      <w:tabs>
        <w:tab w:val="left" w:pos="6660"/>
      </w:tabs>
      <w:rPr>
        <w:rFonts w:ascii="Arial" w:hAnsi="Arial" w:cs="Arial"/>
        <w:color w:val="808080"/>
        <w:sz w:val="16"/>
        <w:szCs w:val="16"/>
      </w:rPr>
    </w:pPr>
  </w:p>
  <w:p w:rsidR="003366F7" w:rsidRPr="008C4F32" w:rsidRDefault="007A318C" w:rsidP="00FE3153">
    <w:pPr>
      <w:pStyle w:val="Zhlav"/>
      <w:pBdr>
        <w:bottom w:val="single" w:sz="4" w:space="1" w:color="auto"/>
      </w:pBdr>
      <w:jc w:val="center"/>
      <w:rPr>
        <w:rFonts w:ascii="Arial" w:hAnsi="Arial" w:cs="Arial"/>
        <w:color w:val="808080"/>
        <w:sz w:val="28"/>
        <w:szCs w:val="28"/>
      </w:rPr>
    </w:pPr>
    <w:r>
      <w:rPr>
        <w:rFonts w:ascii="Arial" w:hAnsi="Arial" w:cs="Arial"/>
        <w:color w:val="808080"/>
        <w:sz w:val="28"/>
        <w:szCs w:val="28"/>
      </w:rPr>
      <w:t>DOMOV NA JAROŠCE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D3226D72"/>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nsid w:val="004D45D3"/>
    <w:multiLevelType w:val="hybridMultilevel"/>
    <w:tmpl w:val="3FF8611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39B028C"/>
    <w:multiLevelType w:val="hybridMultilevel"/>
    <w:tmpl w:val="D31EDD2A"/>
    <w:lvl w:ilvl="0" w:tplc="14762F52">
      <w:start w:val="69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55C3C5C"/>
    <w:multiLevelType w:val="multilevel"/>
    <w:tmpl w:val="E63ABB5C"/>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1010703F"/>
    <w:multiLevelType w:val="hybridMultilevel"/>
    <w:tmpl w:val="677C7936"/>
    <w:lvl w:ilvl="0" w:tplc="D944BA16">
      <w:start w:val="1"/>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nsid w:val="12E03E0F"/>
    <w:multiLevelType w:val="hybridMultilevel"/>
    <w:tmpl w:val="F3CC82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20A51F99"/>
    <w:multiLevelType w:val="hybridMultilevel"/>
    <w:tmpl w:val="DAC0B71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29A29CF"/>
    <w:multiLevelType w:val="hybridMultilevel"/>
    <w:tmpl w:val="C5340494"/>
    <w:lvl w:ilvl="0" w:tplc="A938559C">
      <w:numFmt w:val="bullet"/>
      <w:lvlText w:val="-"/>
      <w:lvlJc w:val="left"/>
      <w:pPr>
        <w:tabs>
          <w:tab w:val="num" w:pos="1200"/>
        </w:tabs>
        <w:ind w:left="1200" w:hanging="360"/>
      </w:pPr>
      <w:rPr>
        <w:rFonts w:ascii="Times New Roman" w:eastAsia="Times New Roman" w:hAnsi="Times New Roman" w:cs="Times New Roman" w:hint="default"/>
      </w:rPr>
    </w:lvl>
    <w:lvl w:ilvl="1" w:tplc="04050003" w:tentative="1">
      <w:start w:val="1"/>
      <w:numFmt w:val="bullet"/>
      <w:lvlText w:val="o"/>
      <w:lvlJc w:val="left"/>
      <w:pPr>
        <w:tabs>
          <w:tab w:val="num" w:pos="1920"/>
        </w:tabs>
        <w:ind w:left="1920" w:hanging="360"/>
      </w:pPr>
      <w:rPr>
        <w:rFonts w:ascii="Courier New" w:hAnsi="Courier New" w:hint="default"/>
      </w:rPr>
    </w:lvl>
    <w:lvl w:ilvl="2" w:tplc="04050005" w:tentative="1">
      <w:start w:val="1"/>
      <w:numFmt w:val="bullet"/>
      <w:lvlText w:val=""/>
      <w:lvlJc w:val="left"/>
      <w:pPr>
        <w:tabs>
          <w:tab w:val="num" w:pos="2640"/>
        </w:tabs>
        <w:ind w:left="2640" w:hanging="360"/>
      </w:pPr>
      <w:rPr>
        <w:rFonts w:ascii="Wingdings" w:hAnsi="Wingdings" w:hint="default"/>
      </w:rPr>
    </w:lvl>
    <w:lvl w:ilvl="3" w:tplc="04050001" w:tentative="1">
      <w:start w:val="1"/>
      <w:numFmt w:val="bullet"/>
      <w:lvlText w:val=""/>
      <w:lvlJc w:val="left"/>
      <w:pPr>
        <w:tabs>
          <w:tab w:val="num" w:pos="3360"/>
        </w:tabs>
        <w:ind w:left="3360" w:hanging="360"/>
      </w:pPr>
      <w:rPr>
        <w:rFonts w:ascii="Symbol" w:hAnsi="Symbol" w:hint="default"/>
      </w:rPr>
    </w:lvl>
    <w:lvl w:ilvl="4" w:tplc="04050003" w:tentative="1">
      <w:start w:val="1"/>
      <w:numFmt w:val="bullet"/>
      <w:lvlText w:val="o"/>
      <w:lvlJc w:val="left"/>
      <w:pPr>
        <w:tabs>
          <w:tab w:val="num" w:pos="4080"/>
        </w:tabs>
        <w:ind w:left="4080" w:hanging="360"/>
      </w:pPr>
      <w:rPr>
        <w:rFonts w:ascii="Courier New" w:hAnsi="Courier New" w:hint="default"/>
      </w:rPr>
    </w:lvl>
    <w:lvl w:ilvl="5" w:tplc="04050005" w:tentative="1">
      <w:start w:val="1"/>
      <w:numFmt w:val="bullet"/>
      <w:lvlText w:val=""/>
      <w:lvlJc w:val="left"/>
      <w:pPr>
        <w:tabs>
          <w:tab w:val="num" w:pos="4800"/>
        </w:tabs>
        <w:ind w:left="4800" w:hanging="360"/>
      </w:pPr>
      <w:rPr>
        <w:rFonts w:ascii="Wingdings" w:hAnsi="Wingdings" w:hint="default"/>
      </w:rPr>
    </w:lvl>
    <w:lvl w:ilvl="6" w:tplc="04050001" w:tentative="1">
      <w:start w:val="1"/>
      <w:numFmt w:val="bullet"/>
      <w:lvlText w:val=""/>
      <w:lvlJc w:val="left"/>
      <w:pPr>
        <w:tabs>
          <w:tab w:val="num" w:pos="5520"/>
        </w:tabs>
        <w:ind w:left="5520" w:hanging="360"/>
      </w:pPr>
      <w:rPr>
        <w:rFonts w:ascii="Symbol" w:hAnsi="Symbol" w:hint="default"/>
      </w:rPr>
    </w:lvl>
    <w:lvl w:ilvl="7" w:tplc="04050003" w:tentative="1">
      <w:start w:val="1"/>
      <w:numFmt w:val="bullet"/>
      <w:lvlText w:val="o"/>
      <w:lvlJc w:val="left"/>
      <w:pPr>
        <w:tabs>
          <w:tab w:val="num" w:pos="6240"/>
        </w:tabs>
        <w:ind w:left="6240" w:hanging="360"/>
      </w:pPr>
      <w:rPr>
        <w:rFonts w:ascii="Courier New" w:hAnsi="Courier New" w:hint="default"/>
      </w:rPr>
    </w:lvl>
    <w:lvl w:ilvl="8" w:tplc="04050005" w:tentative="1">
      <w:start w:val="1"/>
      <w:numFmt w:val="bullet"/>
      <w:lvlText w:val=""/>
      <w:lvlJc w:val="left"/>
      <w:pPr>
        <w:tabs>
          <w:tab w:val="num" w:pos="6960"/>
        </w:tabs>
        <w:ind w:left="6960" w:hanging="360"/>
      </w:pPr>
      <w:rPr>
        <w:rFonts w:ascii="Wingdings" w:hAnsi="Wingdings" w:hint="default"/>
      </w:rPr>
    </w:lvl>
  </w:abstractNum>
  <w:abstractNum w:abstractNumId="8">
    <w:nsid w:val="3287282C"/>
    <w:multiLevelType w:val="hybridMultilevel"/>
    <w:tmpl w:val="963E59A0"/>
    <w:lvl w:ilvl="0" w:tplc="0405000F">
      <w:start w:val="1"/>
      <w:numFmt w:val="decimal"/>
      <w:lvlText w:val="%1."/>
      <w:lvlJc w:val="left"/>
      <w:pPr>
        <w:ind w:left="360" w:hanging="360"/>
      </w:p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abstractNum w:abstractNumId="9">
    <w:nsid w:val="3A145965"/>
    <w:multiLevelType w:val="hybridMultilevel"/>
    <w:tmpl w:val="83060B52"/>
    <w:lvl w:ilvl="0" w:tplc="A67672E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81D4E40"/>
    <w:multiLevelType w:val="multilevel"/>
    <w:tmpl w:val="1306298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4879203A"/>
    <w:multiLevelType w:val="hybridMultilevel"/>
    <w:tmpl w:val="B524BC4A"/>
    <w:lvl w:ilvl="0" w:tplc="D79E48B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A1424F6"/>
    <w:multiLevelType w:val="hybridMultilevel"/>
    <w:tmpl w:val="7A906400"/>
    <w:lvl w:ilvl="0" w:tplc="0405000F">
      <w:start w:val="1"/>
      <w:numFmt w:val="decimal"/>
      <w:lvlText w:val="%1."/>
      <w:lvlJc w:val="left"/>
      <w:pPr>
        <w:ind w:left="1117" w:hanging="360"/>
      </w:p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13">
    <w:nsid w:val="4B0A7739"/>
    <w:multiLevelType w:val="hybridMultilevel"/>
    <w:tmpl w:val="5422FF84"/>
    <w:lvl w:ilvl="0" w:tplc="EDD6CA4E">
      <w:start w:val="1"/>
      <w:numFmt w:val="decimal"/>
      <w:lvlText w:val="%1)"/>
      <w:lvlJc w:val="left"/>
      <w:pPr>
        <w:tabs>
          <w:tab w:val="num" w:pos="982"/>
        </w:tabs>
        <w:ind w:left="982" w:hanging="585"/>
      </w:pPr>
      <w:rPr>
        <w:rFonts w:hint="default"/>
      </w:rPr>
    </w:lvl>
    <w:lvl w:ilvl="1" w:tplc="EF3C7ED0">
      <w:start w:val="1"/>
      <w:numFmt w:val="lowerLetter"/>
      <w:lvlText w:val="%2)"/>
      <w:lvlJc w:val="left"/>
      <w:pPr>
        <w:tabs>
          <w:tab w:val="num" w:pos="1477"/>
        </w:tabs>
        <w:ind w:left="1477" w:hanging="360"/>
      </w:pPr>
      <w:rPr>
        <w:rFonts w:hint="default"/>
      </w:rPr>
    </w:lvl>
    <w:lvl w:ilvl="2" w:tplc="0405001B">
      <w:start w:val="1"/>
      <w:numFmt w:val="lowerRoman"/>
      <w:lvlText w:val="%3."/>
      <w:lvlJc w:val="right"/>
      <w:pPr>
        <w:tabs>
          <w:tab w:val="num" w:pos="2197"/>
        </w:tabs>
        <w:ind w:left="2197" w:hanging="180"/>
      </w:pPr>
    </w:lvl>
    <w:lvl w:ilvl="3" w:tplc="0405000F">
      <w:start w:val="1"/>
      <w:numFmt w:val="decimal"/>
      <w:lvlText w:val="%4."/>
      <w:lvlJc w:val="left"/>
      <w:pPr>
        <w:tabs>
          <w:tab w:val="num" w:pos="2917"/>
        </w:tabs>
        <w:ind w:left="2917" w:hanging="360"/>
      </w:pPr>
    </w:lvl>
    <w:lvl w:ilvl="4" w:tplc="04050019">
      <w:start w:val="1"/>
      <w:numFmt w:val="lowerLetter"/>
      <w:lvlText w:val="%5."/>
      <w:lvlJc w:val="left"/>
      <w:pPr>
        <w:tabs>
          <w:tab w:val="num" w:pos="3637"/>
        </w:tabs>
        <w:ind w:left="3637" w:hanging="360"/>
      </w:pPr>
    </w:lvl>
    <w:lvl w:ilvl="5" w:tplc="0405001B">
      <w:start w:val="1"/>
      <w:numFmt w:val="lowerRoman"/>
      <w:lvlText w:val="%6."/>
      <w:lvlJc w:val="right"/>
      <w:pPr>
        <w:tabs>
          <w:tab w:val="num" w:pos="4357"/>
        </w:tabs>
        <w:ind w:left="4357" w:hanging="180"/>
      </w:pPr>
    </w:lvl>
    <w:lvl w:ilvl="6" w:tplc="0405000F">
      <w:start w:val="1"/>
      <w:numFmt w:val="decimal"/>
      <w:lvlText w:val="%7."/>
      <w:lvlJc w:val="left"/>
      <w:pPr>
        <w:tabs>
          <w:tab w:val="num" w:pos="5077"/>
        </w:tabs>
        <w:ind w:left="5077" w:hanging="360"/>
      </w:pPr>
    </w:lvl>
    <w:lvl w:ilvl="7" w:tplc="04050019">
      <w:start w:val="1"/>
      <w:numFmt w:val="lowerLetter"/>
      <w:lvlText w:val="%8."/>
      <w:lvlJc w:val="left"/>
      <w:pPr>
        <w:tabs>
          <w:tab w:val="num" w:pos="5797"/>
        </w:tabs>
        <w:ind w:left="5797" w:hanging="360"/>
      </w:pPr>
    </w:lvl>
    <w:lvl w:ilvl="8" w:tplc="0405001B">
      <w:start w:val="1"/>
      <w:numFmt w:val="lowerRoman"/>
      <w:lvlText w:val="%9."/>
      <w:lvlJc w:val="right"/>
      <w:pPr>
        <w:tabs>
          <w:tab w:val="num" w:pos="6517"/>
        </w:tabs>
        <w:ind w:left="6517" w:hanging="180"/>
      </w:pPr>
    </w:lvl>
  </w:abstractNum>
  <w:abstractNum w:abstractNumId="14">
    <w:nsid w:val="4E2C2F19"/>
    <w:multiLevelType w:val="hybridMultilevel"/>
    <w:tmpl w:val="EE083248"/>
    <w:lvl w:ilvl="0" w:tplc="04050017">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nsid w:val="53F77967"/>
    <w:multiLevelType w:val="hybridMultilevel"/>
    <w:tmpl w:val="43CA2688"/>
    <w:lvl w:ilvl="0" w:tplc="9A2860C0">
      <w:start w:val="69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69D31980"/>
    <w:multiLevelType w:val="hybridMultilevel"/>
    <w:tmpl w:val="1306298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6ECE23A1"/>
    <w:multiLevelType w:val="hybridMultilevel"/>
    <w:tmpl w:val="AB321E3C"/>
    <w:lvl w:ilvl="0" w:tplc="E6807414">
      <w:start w:val="4"/>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04846EA"/>
    <w:multiLevelType w:val="hybridMultilevel"/>
    <w:tmpl w:val="6AB04F4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num>
  <w:num w:numId="2">
    <w:abstractNumId w:val="0"/>
  </w:num>
  <w:num w:numId="3">
    <w:abstractNumId w:val="16"/>
  </w:num>
  <w:num w:numId="4">
    <w:abstractNumId w:val="10"/>
  </w:num>
  <w:num w:numId="5">
    <w:abstractNumId w:val="3"/>
  </w:num>
  <w:num w:numId="6">
    <w:abstractNumId w:val="6"/>
  </w:num>
  <w:num w:numId="7">
    <w:abstractNumId w:val="18"/>
  </w:num>
  <w:num w:numId="8">
    <w:abstractNumId w:val="5"/>
  </w:num>
  <w:num w:numId="9">
    <w:abstractNumId w:val="13"/>
  </w:num>
  <w:num w:numId="10">
    <w:abstractNumId w:val="17"/>
  </w:num>
  <w:num w:numId="11">
    <w:abstractNumId w:val="11"/>
  </w:num>
  <w:num w:numId="12">
    <w:abstractNumId w:val="4"/>
  </w:num>
  <w:num w:numId="13">
    <w:abstractNumId w:val="14"/>
  </w:num>
  <w:num w:numId="14">
    <w:abstractNumId w:val="1"/>
  </w:num>
  <w:num w:numId="15">
    <w:abstractNumId w:val="9"/>
  </w:num>
  <w:num w:numId="16">
    <w:abstractNumId w:val="2"/>
  </w:num>
  <w:num w:numId="17">
    <w:abstractNumId w:val="15"/>
  </w:num>
  <w:num w:numId="18">
    <w:abstractNumId w:val="8"/>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56001"/>
  </w:hdrShapeDefaults>
  <w:footnotePr>
    <w:footnote w:id="-1"/>
    <w:footnote w:id="0"/>
  </w:footnotePr>
  <w:endnotePr>
    <w:endnote w:id="-1"/>
    <w:endnote w:id="0"/>
  </w:endnotePr>
  <w:compat>
    <w:compatSetting w:name="compatibilityMode" w:uri="http://schemas.microsoft.com/office/word" w:val="12"/>
  </w:compat>
  <w:rsids>
    <w:rsidRoot w:val="00C61E68"/>
    <w:rsid w:val="00000504"/>
    <w:rsid w:val="00000CA3"/>
    <w:rsid w:val="0000667B"/>
    <w:rsid w:val="00011299"/>
    <w:rsid w:val="00017481"/>
    <w:rsid w:val="00020233"/>
    <w:rsid w:val="00022557"/>
    <w:rsid w:val="0002708A"/>
    <w:rsid w:val="00033C6D"/>
    <w:rsid w:val="000367EB"/>
    <w:rsid w:val="00037F73"/>
    <w:rsid w:val="000402F1"/>
    <w:rsid w:val="000424A9"/>
    <w:rsid w:val="00043DEC"/>
    <w:rsid w:val="000574D0"/>
    <w:rsid w:val="00060969"/>
    <w:rsid w:val="00062881"/>
    <w:rsid w:val="00062A76"/>
    <w:rsid w:val="000632DE"/>
    <w:rsid w:val="00063942"/>
    <w:rsid w:val="00067A1B"/>
    <w:rsid w:val="000704CF"/>
    <w:rsid w:val="00071E77"/>
    <w:rsid w:val="00073A2F"/>
    <w:rsid w:val="0007585F"/>
    <w:rsid w:val="00076DBC"/>
    <w:rsid w:val="00080BEB"/>
    <w:rsid w:val="000835C8"/>
    <w:rsid w:val="000846BF"/>
    <w:rsid w:val="000867B1"/>
    <w:rsid w:val="00086E21"/>
    <w:rsid w:val="00092A55"/>
    <w:rsid w:val="0009433B"/>
    <w:rsid w:val="000A0389"/>
    <w:rsid w:val="000A1C99"/>
    <w:rsid w:val="000A20E8"/>
    <w:rsid w:val="000A265E"/>
    <w:rsid w:val="000B00AE"/>
    <w:rsid w:val="000B5390"/>
    <w:rsid w:val="000C2A99"/>
    <w:rsid w:val="000C7617"/>
    <w:rsid w:val="000C77F4"/>
    <w:rsid w:val="000D06D5"/>
    <w:rsid w:val="000E084E"/>
    <w:rsid w:val="000E0F82"/>
    <w:rsid w:val="000E251A"/>
    <w:rsid w:val="000E352E"/>
    <w:rsid w:val="000E4790"/>
    <w:rsid w:val="000F221E"/>
    <w:rsid w:val="00104FCF"/>
    <w:rsid w:val="0011099D"/>
    <w:rsid w:val="00111262"/>
    <w:rsid w:val="001120C9"/>
    <w:rsid w:val="001138A4"/>
    <w:rsid w:val="0011676B"/>
    <w:rsid w:val="00132553"/>
    <w:rsid w:val="00135E3E"/>
    <w:rsid w:val="0013609D"/>
    <w:rsid w:val="0014658B"/>
    <w:rsid w:val="001523B3"/>
    <w:rsid w:val="001526F1"/>
    <w:rsid w:val="00156002"/>
    <w:rsid w:val="0016373E"/>
    <w:rsid w:val="00170DDE"/>
    <w:rsid w:val="00173D2A"/>
    <w:rsid w:val="00175CDD"/>
    <w:rsid w:val="00181662"/>
    <w:rsid w:val="001934E7"/>
    <w:rsid w:val="00195E17"/>
    <w:rsid w:val="00196990"/>
    <w:rsid w:val="00197C14"/>
    <w:rsid w:val="001A0B8D"/>
    <w:rsid w:val="001A3414"/>
    <w:rsid w:val="001A3DA7"/>
    <w:rsid w:val="001A5156"/>
    <w:rsid w:val="001A59EC"/>
    <w:rsid w:val="001B462D"/>
    <w:rsid w:val="001C0562"/>
    <w:rsid w:val="001C1500"/>
    <w:rsid w:val="001C233B"/>
    <w:rsid w:val="001C41D0"/>
    <w:rsid w:val="001C6433"/>
    <w:rsid w:val="001D41ED"/>
    <w:rsid w:val="001D49AE"/>
    <w:rsid w:val="001D70E6"/>
    <w:rsid w:val="001E1847"/>
    <w:rsid w:val="001E3F8F"/>
    <w:rsid w:val="001F382C"/>
    <w:rsid w:val="00203967"/>
    <w:rsid w:val="00204B65"/>
    <w:rsid w:val="002051FE"/>
    <w:rsid w:val="002057BC"/>
    <w:rsid w:val="00206056"/>
    <w:rsid w:val="00206BE1"/>
    <w:rsid w:val="00207555"/>
    <w:rsid w:val="0020789C"/>
    <w:rsid w:val="0021099D"/>
    <w:rsid w:val="0021261D"/>
    <w:rsid w:val="00212738"/>
    <w:rsid w:val="0021348C"/>
    <w:rsid w:val="0022631F"/>
    <w:rsid w:val="002263D6"/>
    <w:rsid w:val="00233BB8"/>
    <w:rsid w:val="00243FE3"/>
    <w:rsid w:val="0025256D"/>
    <w:rsid w:val="00253040"/>
    <w:rsid w:val="002619F2"/>
    <w:rsid w:val="002630B1"/>
    <w:rsid w:val="00265BFA"/>
    <w:rsid w:val="00265F7D"/>
    <w:rsid w:val="00274016"/>
    <w:rsid w:val="00275DEC"/>
    <w:rsid w:val="00276827"/>
    <w:rsid w:val="00281FA2"/>
    <w:rsid w:val="00282B05"/>
    <w:rsid w:val="00282DC6"/>
    <w:rsid w:val="0028402A"/>
    <w:rsid w:val="00286344"/>
    <w:rsid w:val="00290D44"/>
    <w:rsid w:val="002920A0"/>
    <w:rsid w:val="00292A3D"/>
    <w:rsid w:val="0029341A"/>
    <w:rsid w:val="00294F39"/>
    <w:rsid w:val="0029695B"/>
    <w:rsid w:val="002A069C"/>
    <w:rsid w:val="002A3706"/>
    <w:rsid w:val="002A604B"/>
    <w:rsid w:val="002A6120"/>
    <w:rsid w:val="002B1A1C"/>
    <w:rsid w:val="002B5A90"/>
    <w:rsid w:val="002C5523"/>
    <w:rsid w:val="002C6F77"/>
    <w:rsid w:val="002D0B74"/>
    <w:rsid w:val="002D2F6D"/>
    <w:rsid w:val="002D445A"/>
    <w:rsid w:val="002E27E8"/>
    <w:rsid w:val="002E74C4"/>
    <w:rsid w:val="002F4B52"/>
    <w:rsid w:val="002F5AC3"/>
    <w:rsid w:val="00301E56"/>
    <w:rsid w:val="00306B43"/>
    <w:rsid w:val="00312578"/>
    <w:rsid w:val="003142FD"/>
    <w:rsid w:val="00333250"/>
    <w:rsid w:val="003366F7"/>
    <w:rsid w:val="003577CC"/>
    <w:rsid w:val="00361F0B"/>
    <w:rsid w:val="00362FC7"/>
    <w:rsid w:val="00366C59"/>
    <w:rsid w:val="00367936"/>
    <w:rsid w:val="003709C2"/>
    <w:rsid w:val="00371A2E"/>
    <w:rsid w:val="00371BD9"/>
    <w:rsid w:val="00373060"/>
    <w:rsid w:val="003731EE"/>
    <w:rsid w:val="0037403B"/>
    <w:rsid w:val="00380A22"/>
    <w:rsid w:val="00386957"/>
    <w:rsid w:val="0038714B"/>
    <w:rsid w:val="00391E57"/>
    <w:rsid w:val="0039566B"/>
    <w:rsid w:val="00396D6A"/>
    <w:rsid w:val="003A398F"/>
    <w:rsid w:val="003A5B1E"/>
    <w:rsid w:val="003A6A08"/>
    <w:rsid w:val="003A6E2E"/>
    <w:rsid w:val="003A74D7"/>
    <w:rsid w:val="003B2969"/>
    <w:rsid w:val="003B3AE5"/>
    <w:rsid w:val="003B4CC4"/>
    <w:rsid w:val="003B4E1C"/>
    <w:rsid w:val="003B4E73"/>
    <w:rsid w:val="003B52EA"/>
    <w:rsid w:val="003B532F"/>
    <w:rsid w:val="003B7722"/>
    <w:rsid w:val="003C2CE1"/>
    <w:rsid w:val="003D1A6C"/>
    <w:rsid w:val="003D4154"/>
    <w:rsid w:val="003E0877"/>
    <w:rsid w:val="003F125B"/>
    <w:rsid w:val="003F31BA"/>
    <w:rsid w:val="003F3B64"/>
    <w:rsid w:val="003F6FDB"/>
    <w:rsid w:val="00402F16"/>
    <w:rsid w:val="00406D31"/>
    <w:rsid w:val="00406D70"/>
    <w:rsid w:val="004249C8"/>
    <w:rsid w:val="00437421"/>
    <w:rsid w:val="00440BA1"/>
    <w:rsid w:val="00440FE6"/>
    <w:rsid w:val="00441FE6"/>
    <w:rsid w:val="00443D12"/>
    <w:rsid w:val="00450A6F"/>
    <w:rsid w:val="00465DFF"/>
    <w:rsid w:val="004734D3"/>
    <w:rsid w:val="00482B6F"/>
    <w:rsid w:val="00483AFC"/>
    <w:rsid w:val="004847E5"/>
    <w:rsid w:val="00491101"/>
    <w:rsid w:val="004A7FB4"/>
    <w:rsid w:val="004B1A0F"/>
    <w:rsid w:val="004B6678"/>
    <w:rsid w:val="004C0464"/>
    <w:rsid w:val="004C118C"/>
    <w:rsid w:val="004C6B04"/>
    <w:rsid w:val="004C73FE"/>
    <w:rsid w:val="004D1BDC"/>
    <w:rsid w:val="004D5C80"/>
    <w:rsid w:val="004D6046"/>
    <w:rsid w:val="004D6BBB"/>
    <w:rsid w:val="004E17BC"/>
    <w:rsid w:val="004E274C"/>
    <w:rsid w:val="004E5AFA"/>
    <w:rsid w:val="004E6989"/>
    <w:rsid w:val="004E6F1B"/>
    <w:rsid w:val="004F2254"/>
    <w:rsid w:val="004F2602"/>
    <w:rsid w:val="004F3027"/>
    <w:rsid w:val="004F5B29"/>
    <w:rsid w:val="0051235B"/>
    <w:rsid w:val="00512A34"/>
    <w:rsid w:val="00513F24"/>
    <w:rsid w:val="00515816"/>
    <w:rsid w:val="00516864"/>
    <w:rsid w:val="005247F7"/>
    <w:rsid w:val="00525A65"/>
    <w:rsid w:val="005346A2"/>
    <w:rsid w:val="0054229C"/>
    <w:rsid w:val="00543AEC"/>
    <w:rsid w:val="00546569"/>
    <w:rsid w:val="00550C72"/>
    <w:rsid w:val="00552163"/>
    <w:rsid w:val="005532B0"/>
    <w:rsid w:val="00555F3E"/>
    <w:rsid w:val="00563082"/>
    <w:rsid w:val="00565C76"/>
    <w:rsid w:val="00572655"/>
    <w:rsid w:val="00573AAD"/>
    <w:rsid w:val="00581796"/>
    <w:rsid w:val="00582D31"/>
    <w:rsid w:val="00584348"/>
    <w:rsid w:val="00586CDF"/>
    <w:rsid w:val="00587937"/>
    <w:rsid w:val="005909CE"/>
    <w:rsid w:val="005935A8"/>
    <w:rsid w:val="0059380C"/>
    <w:rsid w:val="00594908"/>
    <w:rsid w:val="005976CB"/>
    <w:rsid w:val="005A07AB"/>
    <w:rsid w:val="005A22A6"/>
    <w:rsid w:val="005A617A"/>
    <w:rsid w:val="005A6DD8"/>
    <w:rsid w:val="005B3ECC"/>
    <w:rsid w:val="005B4860"/>
    <w:rsid w:val="005B4F00"/>
    <w:rsid w:val="005B60E2"/>
    <w:rsid w:val="005C228A"/>
    <w:rsid w:val="005C3EB6"/>
    <w:rsid w:val="005C6DF2"/>
    <w:rsid w:val="005D00DD"/>
    <w:rsid w:val="005D0D0B"/>
    <w:rsid w:val="005D2DFC"/>
    <w:rsid w:val="005D4739"/>
    <w:rsid w:val="005E2C5A"/>
    <w:rsid w:val="005E5BF8"/>
    <w:rsid w:val="005E7D3E"/>
    <w:rsid w:val="005F2F8E"/>
    <w:rsid w:val="005F6774"/>
    <w:rsid w:val="0060215D"/>
    <w:rsid w:val="0060280D"/>
    <w:rsid w:val="00604761"/>
    <w:rsid w:val="00604AB0"/>
    <w:rsid w:val="00615209"/>
    <w:rsid w:val="0061617D"/>
    <w:rsid w:val="0061635A"/>
    <w:rsid w:val="00620979"/>
    <w:rsid w:val="00621B31"/>
    <w:rsid w:val="0062314D"/>
    <w:rsid w:val="0062537E"/>
    <w:rsid w:val="006274D3"/>
    <w:rsid w:val="006276E4"/>
    <w:rsid w:val="00630C78"/>
    <w:rsid w:val="00630E12"/>
    <w:rsid w:val="006317F5"/>
    <w:rsid w:val="00632733"/>
    <w:rsid w:val="00632F5D"/>
    <w:rsid w:val="006345C3"/>
    <w:rsid w:val="006357FD"/>
    <w:rsid w:val="00640FF7"/>
    <w:rsid w:val="006422E5"/>
    <w:rsid w:val="00645955"/>
    <w:rsid w:val="0064655A"/>
    <w:rsid w:val="00646825"/>
    <w:rsid w:val="00646939"/>
    <w:rsid w:val="00646E27"/>
    <w:rsid w:val="006528FC"/>
    <w:rsid w:val="0065684B"/>
    <w:rsid w:val="0066338C"/>
    <w:rsid w:val="00670CEA"/>
    <w:rsid w:val="006830DD"/>
    <w:rsid w:val="00683A5E"/>
    <w:rsid w:val="00690D14"/>
    <w:rsid w:val="00690FBD"/>
    <w:rsid w:val="00692FB5"/>
    <w:rsid w:val="00693567"/>
    <w:rsid w:val="006A5C69"/>
    <w:rsid w:val="006A62D6"/>
    <w:rsid w:val="006A717C"/>
    <w:rsid w:val="006A73A5"/>
    <w:rsid w:val="006B0921"/>
    <w:rsid w:val="006B1069"/>
    <w:rsid w:val="006B35F9"/>
    <w:rsid w:val="006B50EB"/>
    <w:rsid w:val="006B5C8F"/>
    <w:rsid w:val="006C226A"/>
    <w:rsid w:val="006C2B17"/>
    <w:rsid w:val="006C55DE"/>
    <w:rsid w:val="006C5EA1"/>
    <w:rsid w:val="006D1A00"/>
    <w:rsid w:val="006D4CAC"/>
    <w:rsid w:val="006E0424"/>
    <w:rsid w:val="006E4BAC"/>
    <w:rsid w:val="006E4DDF"/>
    <w:rsid w:val="006F03C8"/>
    <w:rsid w:val="006F45A3"/>
    <w:rsid w:val="0070145A"/>
    <w:rsid w:val="00701BB9"/>
    <w:rsid w:val="00713A30"/>
    <w:rsid w:val="00713F32"/>
    <w:rsid w:val="00715137"/>
    <w:rsid w:val="00715A20"/>
    <w:rsid w:val="00715B2C"/>
    <w:rsid w:val="00722F1A"/>
    <w:rsid w:val="00725998"/>
    <w:rsid w:val="00730CE6"/>
    <w:rsid w:val="007336E7"/>
    <w:rsid w:val="00733D59"/>
    <w:rsid w:val="00733E39"/>
    <w:rsid w:val="007527F4"/>
    <w:rsid w:val="007530AE"/>
    <w:rsid w:val="00754741"/>
    <w:rsid w:val="00755512"/>
    <w:rsid w:val="00761070"/>
    <w:rsid w:val="00763ED3"/>
    <w:rsid w:val="00766AD6"/>
    <w:rsid w:val="00767F64"/>
    <w:rsid w:val="00770D48"/>
    <w:rsid w:val="00772406"/>
    <w:rsid w:val="00787B29"/>
    <w:rsid w:val="00794188"/>
    <w:rsid w:val="00794F0E"/>
    <w:rsid w:val="007A09AD"/>
    <w:rsid w:val="007A318C"/>
    <w:rsid w:val="007A3198"/>
    <w:rsid w:val="007A3A24"/>
    <w:rsid w:val="007B0414"/>
    <w:rsid w:val="007B157E"/>
    <w:rsid w:val="007B4609"/>
    <w:rsid w:val="007C0105"/>
    <w:rsid w:val="007C0419"/>
    <w:rsid w:val="007C09C4"/>
    <w:rsid w:val="007C1C89"/>
    <w:rsid w:val="007D16B4"/>
    <w:rsid w:val="007D1EAD"/>
    <w:rsid w:val="007D4188"/>
    <w:rsid w:val="007D5743"/>
    <w:rsid w:val="007D7B72"/>
    <w:rsid w:val="007E01E0"/>
    <w:rsid w:val="007E13F1"/>
    <w:rsid w:val="007E3379"/>
    <w:rsid w:val="007E66A5"/>
    <w:rsid w:val="007F1140"/>
    <w:rsid w:val="007F68AA"/>
    <w:rsid w:val="008017E6"/>
    <w:rsid w:val="00801FD7"/>
    <w:rsid w:val="00807695"/>
    <w:rsid w:val="00812E10"/>
    <w:rsid w:val="00813DC1"/>
    <w:rsid w:val="00813E83"/>
    <w:rsid w:val="0081413B"/>
    <w:rsid w:val="00814200"/>
    <w:rsid w:val="00814AF3"/>
    <w:rsid w:val="0081517F"/>
    <w:rsid w:val="008216FA"/>
    <w:rsid w:val="00824257"/>
    <w:rsid w:val="00826EF1"/>
    <w:rsid w:val="0082759F"/>
    <w:rsid w:val="00827778"/>
    <w:rsid w:val="00831476"/>
    <w:rsid w:val="00834D69"/>
    <w:rsid w:val="00834D92"/>
    <w:rsid w:val="00835E79"/>
    <w:rsid w:val="00837853"/>
    <w:rsid w:val="00840174"/>
    <w:rsid w:val="008435DA"/>
    <w:rsid w:val="008462F4"/>
    <w:rsid w:val="00860792"/>
    <w:rsid w:val="008631CB"/>
    <w:rsid w:val="00867671"/>
    <w:rsid w:val="00871EE8"/>
    <w:rsid w:val="00873CFF"/>
    <w:rsid w:val="00874EDD"/>
    <w:rsid w:val="00876F80"/>
    <w:rsid w:val="00877677"/>
    <w:rsid w:val="0088156F"/>
    <w:rsid w:val="008840B4"/>
    <w:rsid w:val="00884C4F"/>
    <w:rsid w:val="00886174"/>
    <w:rsid w:val="00891737"/>
    <w:rsid w:val="008922C0"/>
    <w:rsid w:val="00896F5A"/>
    <w:rsid w:val="008A1109"/>
    <w:rsid w:val="008A192B"/>
    <w:rsid w:val="008A3800"/>
    <w:rsid w:val="008A7F43"/>
    <w:rsid w:val="008B1E72"/>
    <w:rsid w:val="008B6EC8"/>
    <w:rsid w:val="008C2863"/>
    <w:rsid w:val="008C2D8E"/>
    <w:rsid w:val="008C4F32"/>
    <w:rsid w:val="008C6AD9"/>
    <w:rsid w:val="008D080C"/>
    <w:rsid w:val="008D1290"/>
    <w:rsid w:val="008D61F0"/>
    <w:rsid w:val="008D7D70"/>
    <w:rsid w:val="008D7FDF"/>
    <w:rsid w:val="008E17FD"/>
    <w:rsid w:val="008E2053"/>
    <w:rsid w:val="008E30E3"/>
    <w:rsid w:val="008E6F66"/>
    <w:rsid w:val="008E7480"/>
    <w:rsid w:val="008F0A7C"/>
    <w:rsid w:val="008F2B1A"/>
    <w:rsid w:val="008F4DE1"/>
    <w:rsid w:val="008F66E2"/>
    <w:rsid w:val="008F79F6"/>
    <w:rsid w:val="009019EA"/>
    <w:rsid w:val="00902585"/>
    <w:rsid w:val="00902C5F"/>
    <w:rsid w:val="009037B9"/>
    <w:rsid w:val="00904F75"/>
    <w:rsid w:val="0090639B"/>
    <w:rsid w:val="0091263A"/>
    <w:rsid w:val="00913924"/>
    <w:rsid w:val="00914407"/>
    <w:rsid w:val="00916BA8"/>
    <w:rsid w:val="0091796D"/>
    <w:rsid w:val="0092166E"/>
    <w:rsid w:val="009241D7"/>
    <w:rsid w:val="009266A7"/>
    <w:rsid w:val="00926805"/>
    <w:rsid w:val="00934251"/>
    <w:rsid w:val="00934D32"/>
    <w:rsid w:val="00941B76"/>
    <w:rsid w:val="00943836"/>
    <w:rsid w:val="00946725"/>
    <w:rsid w:val="009607D9"/>
    <w:rsid w:val="00961634"/>
    <w:rsid w:val="00961C83"/>
    <w:rsid w:val="00962C04"/>
    <w:rsid w:val="00964A5C"/>
    <w:rsid w:val="00964FEA"/>
    <w:rsid w:val="00965D60"/>
    <w:rsid w:val="00967B79"/>
    <w:rsid w:val="009753AF"/>
    <w:rsid w:val="00976B4C"/>
    <w:rsid w:val="00977622"/>
    <w:rsid w:val="0098078E"/>
    <w:rsid w:val="0098322E"/>
    <w:rsid w:val="009835B5"/>
    <w:rsid w:val="00985F1A"/>
    <w:rsid w:val="00987F98"/>
    <w:rsid w:val="00990583"/>
    <w:rsid w:val="009918A4"/>
    <w:rsid w:val="009A1CC8"/>
    <w:rsid w:val="009A39F5"/>
    <w:rsid w:val="009A7CC9"/>
    <w:rsid w:val="009B1D71"/>
    <w:rsid w:val="009B24A6"/>
    <w:rsid w:val="009C3C9F"/>
    <w:rsid w:val="009C5A0F"/>
    <w:rsid w:val="009C5D4C"/>
    <w:rsid w:val="009C74DE"/>
    <w:rsid w:val="009C76AB"/>
    <w:rsid w:val="009D5585"/>
    <w:rsid w:val="009E1D84"/>
    <w:rsid w:val="009F1DB7"/>
    <w:rsid w:val="009F2B20"/>
    <w:rsid w:val="009F36AF"/>
    <w:rsid w:val="009F422E"/>
    <w:rsid w:val="009F7508"/>
    <w:rsid w:val="009F7770"/>
    <w:rsid w:val="00A024CD"/>
    <w:rsid w:val="00A055C3"/>
    <w:rsid w:val="00A10AEF"/>
    <w:rsid w:val="00A11D26"/>
    <w:rsid w:val="00A14AD3"/>
    <w:rsid w:val="00A1568A"/>
    <w:rsid w:val="00A16BE3"/>
    <w:rsid w:val="00A20801"/>
    <w:rsid w:val="00A21C1C"/>
    <w:rsid w:val="00A21F1F"/>
    <w:rsid w:val="00A2271C"/>
    <w:rsid w:val="00A276A4"/>
    <w:rsid w:val="00A42AB0"/>
    <w:rsid w:val="00A457A2"/>
    <w:rsid w:val="00A46CBA"/>
    <w:rsid w:val="00A524A7"/>
    <w:rsid w:val="00A54640"/>
    <w:rsid w:val="00A56A48"/>
    <w:rsid w:val="00A572F9"/>
    <w:rsid w:val="00A6536D"/>
    <w:rsid w:val="00A67711"/>
    <w:rsid w:val="00A75324"/>
    <w:rsid w:val="00A81DB5"/>
    <w:rsid w:val="00A942A6"/>
    <w:rsid w:val="00A942D1"/>
    <w:rsid w:val="00A96CB3"/>
    <w:rsid w:val="00A974CC"/>
    <w:rsid w:val="00A97B22"/>
    <w:rsid w:val="00A97B68"/>
    <w:rsid w:val="00AA1F99"/>
    <w:rsid w:val="00AA4309"/>
    <w:rsid w:val="00AB0457"/>
    <w:rsid w:val="00AB0ACC"/>
    <w:rsid w:val="00AB1FA4"/>
    <w:rsid w:val="00AB4857"/>
    <w:rsid w:val="00AB5BCB"/>
    <w:rsid w:val="00AC2E80"/>
    <w:rsid w:val="00AC3E7D"/>
    <w:rsid w:val="00AC73D7"/>
    <w:rsid w:val="00AD0221"/>
    <w:rsid w:val="00AE1967"/>
    <w:rsid w:val="00AE1C6D"/>
    <w:rsid w:val="00AF18A0"/>
    <w:rsid w:val="00AF2D53"/>
    <w:rsid w:val="00AF4135"/>
    <w:rsid w:val="00AF5332"/>
    <w:rsid w:val="00B10A38"/>
    <w:rsid w:val="00B10CB2"/>
    <w:rsid w:val="00B1537C"/>
    <w:rsid w:val="00B2062A"/>
    <w:rsid w:val="00B25DFB"/>
    <w:rsid w:val="00B26B31"/>
    <w:rsid w:val="00B275C2"/>
    <w:rsid w:val="00B31EAC"/>
    <w:rsid w:val="00B32AB9"/>
    <w:rsid w:val="00B37729"/>
    <w:rsid w:val="00B43303"/>
    <w:rsid w:val="00B434A2"/>
    <w:rsid w:val="00B465B1"/>
    <w:rsid w:val="00B53474"/>
    <w:rsid w:val="00B55B1F"/>
    <w:rsid w:val="00B55BAF"/>
    <w:rsid w:val="00B64469"/>
    <w:rsid w:val="00B65319"/>
    <w:rsid w:val="00B71CCE"/>
    <w:rsid w:val="00B7437D"/>
    <w:rsid w:val="00B7549A"/>
    <w:rsid w:val="00B768DB"/>
    <w:rsid w:val="00B814EA"/>
    <w:rsid w:val="00B83BBE"/>
    <w:rsid w:val="00B85C5C"/>
    <w:rsid w:val="00B86AC3"/>
    <w:rsid w:val="00B93181"/>
    <w:rsid w:val="00BA24E6"/>
    <w:rsid w:val="00BA2EC6"/>
    <w:rsid w:val="00BA3EEC"/>
    <w:rsid w:val="00BA3FE2"/>
    <w:rsid w:val="00BA5AEF"/>
    <w:rsid w:val="00BA7488"/>
    <w:rsid w:val="00BB26DA"/>
    <w:rsid w:val="00BB29C8"/>
    <w:rsid w:val="00BB2F94"/>
    <w:rsid w:val="00BB3B23"/>
    <w:rsid w:val="00BB49DC"/>
    <w:rsid w:val="00BB4E6A"/>
    <w:rsid w:val="00BC0110"/>
    <w:rsid w:val="00BC06D5"/>
    <w:rsid w:val="00BC4C00"/>
    <w:rsid w:val="00BD4942"/>
    <w:rsid w:val="00BD7A2A"/>
    <w:rsid w:val="00BE48D4"/>
    <w:rsid w:val="00BE6912"/>
    <w:rsid w:val="00BF1FC4"/>
    <w:rsid w:val="00BF2C82"/>
    <w:rsid w:val="00BF2E11"/>
    <w:rsid w:val="00C002F3"/>
    <w:rsid w:val="00C02729"/>
    <w:rsid w:val="00C049A6"/>
    <w:rsid w:val="00C0664A"/>
    <w:rsid w:val="00C06C2B"/>
    <w:rsid w:val="00C0757F"/>
    <w:rsid w:val="00C12F32"/>
    <w:rsid w:val="00C15C5D"/>
    <w:rsid w:val="00C16AB0"/>
    <w:rsid w:val="00C21B77"/>
    <w:rsid w:val="00C3152C"/>
    <w:rsid w:val="00C44A44"/>
    <w:rsid w:val="00C44CC7"/>
    <w:rsid w:val="00C6057F"/>
    <w:rsid w:val="00C60B3F"/>
    <w:rsid w:val="00C61E68"/>
    <w:rsid w:val="00C67604"/>
    <w:rsid w:val="00C719DA"/>
    <w:rsid w:val="00C72BC8"/>
    <w:rsid w:val="00C81883"/>
    <w:rsid w:val="00C865D6"/>
    <w:rsid w:val="00C91992"/>
    <w:rsid w:val="00C92625"/>
    <w:rsid w:val="00C936B1"/>
    <w:rsid w:val="00C97D9D"/>
    <w:rsid w:val="00CA01D5"/>
    <w:rsid w:val="00CA6A61"/>
    <w:rsid w:val="00CB0D69"/>
    <w:rsid w:val="00CB3BBD"/>
    <w:rsid w:val="00CB4E0E"/>
    <w:rsid w:val="00CC0320"/>
    <w:rsid w:val="00CC05E5"/>
    <w:rsid w:val="00CC0E80"/>
    <w:rsid w:val="00CC5A9B"/>
    <w:rsid w:val="00CC6732"/>
    <w:rsid w:val="00CD01A8"/>
    <w:rsid w:val="00CD0F99"/>
    <w:rsid w:val="00CD0F9D"/>
    <w:rsid w:val="00CD0FAC"/>
    <w:rsid w:val="00CD1519"/>
    <w:rsid w:val="00CD195C"/>
    <w:rsid w:val="00CD505F"/>
    <w:rsid w:val="00CD5D0B"/>
    <w:rsid w:val="00CD6B04"/>
    <w:rsid w:val="00CD7BD6"/>
    <w:rsid w:val="00CE1C0F"/>
    <w:rsid w:val="00CE4478"/>
    <w:rsid w:val="00CE724E"/>
    <w:rsid w:val="00CF24F0"/>
    <w:rsid w:val="00CF4683"/>
    <w:rsid w:val="00CF4ED5"/>
    <w:rsid w:val="00CF6F50"/>
    <w:rsid w:val="00CF7ECC"/>
    <w:rsid w:val="00D04011"/>
    <w:rsid w:val="00D06BB8"/>
    <w:rsid w:val="00D06CD3"/>
    <w:rsid w:val="00D10837"/>
    <w:rsid w:val="00D13833"/>
    <w:rsid w:val="00D20CBB"/>
    <w:rsid w:val="00D21BD4"/>
    <w:rsid w:val="00D249F1"/>
    <w:rsid w:val="00D27FEB"/>
    <w:rsid w:val="00D3406A"/>
    <w:rsid w:val="00D401AF"/>
    <w:rsid w:val="00D43563"/>
    <w:rsid w:val="00D437B6"/>
    <w:rsid w:val="00D455FC"/>
    <w:rsid w:val="00D47765"/>
    <w:rsid w:val="00D53164"/>
    <w:rsid w:val="00D54667"/>
    <w:rsid w:val="00D7500F"/>
    <w:rsid w:val="00D769D7"/>
    <w:rsid w:val="00D76E4C"/>
    <w:rsid w:val="00D839EE"/>
    <w:rsid w:val="00D84BC5"/>
    <w:rsid w:val="00D85448"/>
    <w:rsid w:val="00D85606"/>
    <w:rsid w:val="00D94339"/>
    <w:rsid w:val="00D94E61"/>
    <w:rsid w:val="00D95850"/>
    <w:rsid w:val="00DA21A4"/>
    <w:rsid w:val="00DA2255"/>
    <w:rsid w:val="00DA23BC"/>
    <w:rsid w:val="00DA3553"/>
    <w:rsid w:val="00DA6592"/>
    <w:rsid w:val="00DA7463"/>
    <w:rsid w:val="00DA7767"/>
    <w:rsid w:val="00DB100B"/>
    <w:rsid w:val="00DB108C"/>
    <w:rsid w:val="00DB141B"/>
    <w:rsid w:val="00DC0407"/>
    <w:rsid w:val="00DC2595"/>
    <w:rsid w:val="00DC62F0"/>
    <w:rsid w:val="00DC7107"/>
    <w:rsid w:val="00DD2133"/>
    <w:rsid w:val="00DD2DF6"/>
    <w:rsid w:val="00DD4AF1"/>
    <w:rsid w:val="00DE0CC0"/>
    <w:rsid w:val="00DE6FA2"/>
    <w:rsid w:val="00DE7875"/>
    <w:rsid w:val="00DF47A3"/>
    <w:rsid w:val="00E054D8"/>
    <w:rsid w:val="00E06C02"/>
    <w:rsid w:val="00E10089"/>
    <w:rsid w:val="00E10140"/>
    <w:rsid w:val="00E13A14"/>
    <w:rsid w:val="00E15B13"/>
    <w:rsid w:val="00E166CF"/>
    <w:rsid w:val="00E16B44"/>
    <w:rsid w:val="00E20C91"/>
    <w:rsid w:val="00E22CB7"/>
    <w:rsid w:val="00E24644"/>
    <w:rsid w:val="00E378A7"/>
    <w:rsid w:val="00E41A99"/>
    <w:rsid w:val="00E47378"/>
    <w:rsid w:val="00E5433B"/>
    <w:rsid w:val="00E54446"/>
    <w:rsid w:val="00E54FFF"/>
    <w:rsid w:val="00E65221"/>
    <w:rsid w:val="00E66A27"/>
    <w:rsid w:val="00E71A00"/>
    <w:rsid w:val="00E72FBE"/>
    <w:rsid w:val="00E7628E"/>
    <w:rsid w:val="00E775C1"/>
    <w:rsid w:val="00E812F3"/>
    <w:rsid w:val="00E814A7"/>
    <w:rsid w:val="00E81EDD"/>
    <w:rsid w:val="00E82E3E"/>
    <w:rsid w:val="00E86A72"/>
    <w:rsid w:val="00E96896"/>
    <w:rsid w:val="00E97354"/>
    <w:rsid w:val="00EA2144"/>
    <w:rsid w:val="00EA61A4"/>
    <w:rsid w:val="00EC5495"/>
    <w:rsid w:val="00EC77C0"/>
    <w:rsid w:val="00ED076A"/>
    <w:rsid w:val="00ED2BA7"/>
    <w:rsid w:val="00ED6BB3"/>
    <w:rsid w:val="00EE3E62"/>
    <w:rsid w:val="00EF75ED"/>
    <w:rsid w:val="00F00B6B"/>
    <w:rsid w:val="00F0151A"/>
    <w:rsid w:val="00F01A94"/>
    <w:rsid w:val="00F05D29"/>
    <w:rsid w:val="00F10260"/>
    <w:rsid w:val="00F11A27"/>
    <w:rsid w:val="00F11F2E"/>
    <w:rsid w:val="00F167AD"/>
    <w:rsid w:val="00F4165B"/>
    <w:rsid w:val="00F47701"/>
    <w:rsid w:val="00F60FD5"/>
    <w:rsid w:val="00F613DD"/>
    <w:rsid w:val="00F72999"/>
    <w:rsid w:val="00F743DB"/>
    <w:rsid w:val="00F76FD3"/>
    <w:rsid w:val="00F772AA"/>
    <w:rsid w:val="00F818F1"/>
    <w:rsid w:val="00F834C5"/>
    <w:rsid w:val="00F8358F"/>
    <w:rsid w:val="00F83E50"/>
    <w:rsid w:val="00F8446E"/>
    <w:rsid w:val="00F8461B"/>
    <w:rsid w:val="00F850EA"/>
    <w:rsid w:val="00FA1459"/>
    <w:rsid w:val="00FB0F27"/>
    <w:rsid w:val="00FC3EDD"/>
    <w:rsid w:val="00FD5306"/>
    <w:rsid w:val="00FD746E"/>
    <w:rsid w:val="00FE31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560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286344"/>
    <w:rPr>
      <w:sz w:val="24"/>
      <w:szCs w:val="24"/>
    </w:rPr>
  </w:style>
  <w:style w:type="paragraph" w:styleId="Nadpis1">
    <w:name w:val="heading 1"/>
    <w:basedOn w:val="Normln"/>
    <w:next w:val="Normln"/>
    <w:qFormat/>
    <w:rsid w:val="00BA7488"/>
    <w:pPr>
      <w:keepNext/>
      <w:outlineLvl w:val="0"/>
    </w:pPr>
    <w:rPr>
      <w:u w:val="single"/>
    </w:rPr>
  </w:style>
  <w:style w:type="paragraph" w:styleId="Nadpis2">
    <w:name w:val="heading 2"/>
    <w:basedOn w:val="Normln"/>
    <w:next w:val="Normln"/>
    <w:link w:val="Nadpis2Char"/>
    <w:qFormat/>
    <w:rsid w:val="00BA7488"/>
    <w:pPr>
      <w:spacing w:before="160" w:after="120"/>
      <w:outlineLvl w:val="1"/>
    </w:pPr>
    <w:rPr>
      <w:rFonts w:ascii="Arial" w:hAnsi="Arial"/>
      <w:b/>
      <w:i/>
      <w:kern w:val="28"/>
      <w:sz w:val="20"/>
      <w:szCs w:val="20"/>
    </w:rPr>
  </w:style>
  <w:style w:type="paragraph" w:styleId="Nadpis3">
    <w:name w:val="heading 3"/>
    <w:basedOn w:val="Normln"/>
    <w:next w:val="Normln"/>
    <w:qFormat/>
    <w:rsid w:val="00BA7488"/>
    <w:pPr>
      <w:spacing w:before="120" w:after="80"/>
      <w:outlineLvl w:val="2"/>
    </w:pPr>
    <w:rPr>
      <w:b/>
      <w:kern w:val="28"/>
      <w:sz w:val="20"/>
      <w:szCs w:val="20"/>
    </w:rPr>
  </w:style>
  <w:style w:type="paragraph" w:styleId="Nadpis4">
    <w:name w:val="heading 4"/>
    <w:basedOn w:val="Normln"/>
    <w:next w:val="Normln"/>
    <w:qFormat/>
    <w:rsid w:val="00BA7488"/>
    <w:pPr>
      <w:spacing w:before="120" w:after="80"/>
      <w:outlineLvl w:val="3"/>
    </w:pPr>
    <w:rPr>
      <w:b/>
      <w:i/>
      <w:kern w:val="28"/>
      <w:sz w:val="20"/>
      <w:szCs w:val="20"/>
    </w:rPr>
  </w:style>
  <w:style w:type="paragraph" w:styleId="Nadpis5">
    <w:name w:val="heading 5"/>
    <w:basedOn w:val="Normln"/>
    <w:next w:val="Zkladntext"/>
    <w:qFormat/>
    <w:rsid w:val="00BA7488"/>
    <w:pPr>
      <w:spacing w:before="120" w:after="80"/>
      <w:outlineLvl w:val="4"/>
    </w:pPr>
    <w:rPr>
      <w:rFonts w:ascii="Arial" w:hAnsi="Arial"/>
      <w:b/>
      <w:kern w:val="28"/>
      <w:sz w:val="20"/>
      <w:szCs w:val="20"/>
    </w:rPr>
  </w:style>
  <w:style w:type="paragraph" w:styleId="Nadpis6">
    <w:name w:val="heading 6"/>
    <w:basedOn w:val="Normln"/>
    <w:next w:val="Zkladntext"/>
    <w:qFormat/>
    <w:rsid w:val="00BA7488"/>
    <w:pPr>
      <w:spacing w:before="120" w:after="80"/>
      <w:outlineLvl w:val="5"/>
    </w:pPr>
    <w:rPr>
      <w:rFonts w:ascii="Arial" w:hAnsi="Arial"/>
      <w:b/>
      <w:i/>
      <w:kern w:val="28"/>
      <w:sz w:val="20"/>
      <w:szCs w:val="20"/>
    </w:rPr>
  </w:style>
  <w:style w:type="paragraph" w:styleId="Nadpis7">
    <w:name w:val="heading 7"/>
    <w:basedOn w:val="Normln"/>
    <w:next w:val="Zkladntext"/>
    <w:qFormat/>
    <w:rsid w:val="00BA7488"/>
    <w:pPr>
      <w:spacing w:before="80" w:after="60"/>
      <w:outlineLvl w:val="6"/>
    </w:pPr>
    <w:rPr>
      <w:b/>
      <w:kern w:val="28"/>
      <w:sz w:val="20"/>
      <w:szCs w:val="20"/>
    </w:rPr>
  </w:style>
  <w:style w:type="paragraph" w:styleId="Nadpis8">
    <w:name w:val="heading 8"/>
    <w:basedOn w:val="Normln"/>
    <w:next w:val="Zkladntext"/>
    <w:qFormat/>
    <w:rsid w:val="00BA7488"/>
    <w:pPr>
      <w:spacing w:before="80" w:after="60"/>
      <w:outlineLvl w:val="7"/>
    </w:pPr>
    <w:rPr>
      <w:b/>
      <w:i/>
      <w:kern w:val="28"/>
      <w:sz w:val="20"/>
      <w:szCs w:val="20"/>
    </w:rPr>
  </w:style>
  <w:style w:type="paragraph" w:styleId="Nadpis9">
    <w:name w:val="heading 9"/>
    <w:basedOn w:val="Normln"/>
    <w:next w:val="Zkladntext"/>
    <w:qFormat/>
    <w:rsid w:val="00BA7488"/>
    <w:pPr>
      <w:spacing w:before="80" w:after="60"/>
      <w:outlineLvl w:val="8"/>
    </w:pPr>
    <w:rPr>
      <w:b/>
      <w:i/>
      <w:kern w:val="28"/>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Tučný text Char,()odstaved Char,termo Char"/>
    <w:basedOn w:val="Normln"/>
    <w:link w:val="ZkladntextChar"/>
    <w:rsid w:val="00BA7488"/>
    <w:pPr>
      <w:spacing w:after="120"/>
    </w:pPr>
  </w:style>
  <w:style w:type="paragraph" w:styleId="Zhlav">
    <w:name w:val="header"/>
    <w:basedOn w:val="Normln"/>
    <w:link w:val="ZhlavChar"/>
    <w:rsid w:val="00BA7488"/>
    <w:pPr>
      <w:tabs>
        <w:tab w:val="center" w:pos="4536"/>
        <w:tab w:val="right" w:pos="9072"/>
      </w:tabs>
    </w:pPr>
  </w:style>
  <w:style w:type="paragraph" w:styleId="Zkladntext2">
    <w:name w:val="Body Text 2"/>
    <w:basedOn w:val="Normln"/>
    <w:rsid w:val="00BA7488"/>
    <w:pPr>
      <w:jc w:val="both"/>
    </w:pPr>
  </w:style>
  <w:style w:type="paragraph" w:customStyle="1" w:styleId="TextOdst">
    <w:name w:val="TextOdst"/>
    <w:basedOn w:val="Normln"/>
    <w:rsid w:val="00BA7488"/>
    <w:pPr>
      <w:spacing w:after="120"/>
      <w:ind w:firstLine="397"/>
    </w:pPr>
    <w:rPr>
      <w:noProof/>
      <w:sz w:val="20"/>
      <w:szCs w:val="20"/>
    </w:rPr>
  </w:style>
  <w:style w:type="paragraph" w:styleId="Zpat">
    <w:name w:val="footer"/>
    <w:basedOn w:val="Normln"/>
    <w:rsid w:val="00BA7488"/>
    <w:pPr>
      <w:tabs>
        <w:tab w:val="center" w:pos="4536"/>
        <w:tab w:val="right" w:pos="9072"/>
      </w:tabs>
    </w:pPr>
  </w:style>
  <w:style w:type="character" w:styleId="Siln">
    <w:name w:val="Strong"/>
    <w:basedOn w:val="Standardnpsmoodstavce"/>
    <w:qFormat/>
    <w:rsid w:val="008435DA"/>
    <w:rPr>
      <w:b/>
      <w:bCs/>
    </w:rPr>
  </w:style>
  <w:style w:type="paragraph" w:styleId="Odstavecseseznamem">
    <w:name w:val="List Paragraph"/>
    <w:basedOn w:val="Normln"/>
    <w:uiPriority w:val="34"/>
    <w:qFormat/>
    <w:rsid w:val="006D1A00"/>
    <w:pPr>
      <w:spacing w:after="200" w:line="276" w:lineRule="auto"/>
      <w:ind w:left="720"/>
      <w:contextualSpacing/>
    </w:pPr>
    <w:rPr>
      <w:rFonts w:ascii="Calibri" w:eastAsia="Calibri" w:hAnsi="Calibri"/>
      <w:sz w:val="22"/>
      <w:szCs w:val="22"/>
      <w:lang w:eastAsia="en-US"/>
    </w:rPr>
  </w:style>
  <w:style w:type="paragraph" w:styleId="Textbubliny">
    <w:name w:val="Balloon Text"/>
    <w:basedOn w:val="Normln"/>
    <w:link w:val="TextbublinyChar"/>
    <w:rsid w:val="00EA2144"/>
    <w:rPr>
      <w:rFonts w:ascii="Tahoma" w:hAnsi="Tahoma" w:cs="Tahoma"/>
      <w:sz w:val="16"/>
      <w:szCs w:val="16"/>
    </w:rPr>
  </w:style>
  <w:style w:type="character" w:customStyle="1" w:styleId="TextbublinyChar">
    <w:name w:val="Text bubliny Char"/>
    <w:basedOn w:val="Standardnpsmoodstavce"/>
    <w:link w:val="Textbubliny"/>
    <w:rsid w:val="00EA2144"/>
    <w:rPr>
      <w:rFonts w:ascii="Tahoma" w:hAnsi="Tahoma" w:cs="Tahoma"/>
      <w:sz w:val="16"/>
      <w:szCs w:val="16"/>
    </w:rPr>
  </w:style>
  <w:style w:type="character" w:styleId="Zstupntext">
    <w:name w:val="Placeholder Text"/>
    <w:basedOn w:val="Standardnpsmoodstavce"/>
    <w:uiPriority w:val="99"/>
    <w:semiHidden/>
    <w:rsid w:val="00196990"/>
    <w:rPr>
      <w:color w:val="808080"/>
    </w:rPr>
  </w:style>
  <w:style w:type="paragraph" w:styleId="Bezmezer">
    <w:name w:val="No Spacing"/>
    <w:uiPriority w:val="1"/>
    <w:qFormat/>
    <w:rsid w:val="00B55B1F"/>
    <w:rPr>
      <w:rFonts w:ascii="Calibri" w:eastAsia="Calibri" w:hAnsi="Calibri"/>
      <w:sz w:val="22"/>
      <w:szCs w:val="22"/>
      <w:lang w:eastAsia="en-US"/>
    </w:rPr>
  </w:style>
  <w:style w:type="character" w:customStyle="1" w:styleId="Nadpis2Char">
    <w:name w:val="Nadpis 2 Char"/>
    <w:basedOn w:val="Standardnpsmoodstavce"/>
    <w:link w:val="Nadpis2"/>
    <w:rsid w:val="002E27E8"/>
    <w:rPr>
      <w:rFonts w:ascii="Arial" w:hAnsi="Arial"/>
      <w:b/>
      <w:i/>
      <w:kern w:val="28"/>
    </w:rPr>
  </w:style>
  <w:style w:type="paragraph" w:customStyle="1" w:styleId="Odst">
    <w:name w:val="Odst"/>
    <w:basedOn w:val="Normln"/>
    <w:link w:val="OdstChar"/>
    <w:rsid w:val="002E27E8"/>
    <w:pPr>
      <w:ind w:firstLine="709"/>
    </w:pPr>
    <w:rPr>
      <w:rFonts w:ascii="Arial" w:hAnsi="Arial"/>
      <w:sz w:val="22"/>
      <w:szCs w:val="20"/>
    </w:rPr>
  </w:style>
  <w:style w:type="character" w:customStyle="1" w:styleId="OdstChar">
    <w:name w:val="Odst Char"/>
    <w:basedOn w:val="Standardnpsmoodstavce"/>
    <w:link w:val="Odst"/>
    <w:rsid w:val="002E27E8"/>
    <w:rPr>
      <w:rFonts w:ascii="Arial" w:hAnsi="Arial"/>
      <w:sz w:val="22"/>
    </w:rPr>
  </w:style>
  <w:style w:type="paragraph" w:customStyle="1" w:styleId="Default">
    <w:name w:val="Default"/>
    <w:rsid w:val="00037F73"/>
    <w:pPr>
      <w:autoSpaceDE w:val="0"/>
      <w:autoSpaceDN w:val="0"/>
      <w:adjustRightInd w:val="0"/>
    </w:pPr>
    <w:rPr>
      <w:rFonts w:ascii="PoloEaElfK-Leicht" w:hAnsi="PoloEaElfK-Leicht" w:cs="PoloEaElfK-Leicht"/>
      <w:color w:val="000000"/>
      <w:sz w:val="24"/>
      <w:szCs w:val="24"/>
    </w:rPr>
  </w:style>
  <w:style w:type="character" w:customStyle="1" w:styleId="A0">
    <w:name w:val="A0"/>
    <w:uiPriority w:val="99"/>
    <w:rsid w:val="00037F73"/>
    <w:rPr>
      <w:rFonts w:cs="PoloEaElfK-Leicht"/>
      <w:color w:val="000000"/>
      <w:sz w:val="18"/>
      <w:szCs w:val="18"/>
    </w:rPr>
  </w:style>
  <w:style w:type="character" w:styleId="Hypertextovodkaz">
    <w:name w:val="Hyperlink"/>
    <w:basedOn w:val="Standardnpsmoodstavce"/>
    <w:uiPriority w:val="99"/>
    <w:unhideWhenUsed/>
    <w:rsid w:val="00787B29"/>
    <w:rPr>
      <w:color w:val="141D2B"/>
      <w:u w:val="single"/>
    </w:rPr>
  </w:style>
  <w:style w:type="character" w:customStyle="1" w:styleId="ZhlavChar">
    <w:name w:val="Záhlaví Char"/>
    <w:basedOn w:val="Standardnpsmoodstavce"/>
    <w:link w:val="Zhlav"/>
    <w:rsid w:val="00873CFF"/>
    <w:rPr>
      <w:sz w:val="24"/>
      <w:szCs w:val="24"/>
    </w:rPr>
  </w:style>
  <w:style w:type="character" w:customStyle="1" w:styleId="ZkladntextChar">
    <w:name w:val="Základní text Char"/>
    <w:aliases w:val="Tučný text Char Char,()odstaved Char Char,termo Char Char"/>
    <w:basedOn w:val="Standardnpsmoodstavce"/>
    <w:link w:val="Zkladntext"/>
    <w:rsid w:val="0081413B"/>
    <w:rPr>
      <w:sz w:val="24"/>
      <w:szCs w:val="24"/>
    </w:rPr>
  </w:style>
  <w:style w:type="paragraph" w:customStyle="1" w:styleId="Style1">
    <w:name w:val="Style1"/>
    <w:basedOn w:val="Normln"/>
    <w:rsid w:val="005A6DD8"/>
    <w:pPr>
      <w:widowControl w:val="0"/>
      <w:spacing w:after="120"/>
      <w:jc w:val="both"/>
    </w:pPr>
    <w:rPr>
      <w:rFonts w:ascii="Arial" w:hAnsi="Arial"/>
      <w:sz w:val="22"/>
      <w:szCs w:val="20"/>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387276">
      <w:bodyDiv w:val="1"/>
      <w:marLeft w:val="0"/>
      <w:marRight w:val="0"/>
      <w:marTop w:val="0"/>
      <w:marBottom w:val="0"/>
      <w:divBdr>
        <w:top w:val="none" w:sz="0" w:space="0" w:color="auto"/>
        <w:left w:val="none" w:sz="0" w:space="0" w:color="auto"/>
        <w:bottom w:val="none" w:sz="0" w:space="0" w:color="auto"/>
        <w:right w:val="none" w:sz="0" w:space="0" w:color="auto"/>
      </w:divBdr>
    </w:div>
    <w:div w:id="1740902072">
      <w:bodyDiv w:val="1"/>
      <w:marLeft w:val="0"/>
      <w:marRight w:val="0"/>
      <w:marTop w:val="0"/>
      <w:marBottom w:val="0"/>
      <w:divBdr>
        <w:top w:val="none" w:sz="0" w:space="0" w:color="auto"/>
        <w:left w:val="none" w:sz="0" w:space="0" w:color="auto"/>
        <w:bottom w:val="none" w:sz="0" w:space="0" w:color="auto"/>
        <w:right w:val="none" w:sz="0" w:space="0" w:color="auto"/>
      </w:divBdr>
    </w:div>
    <w:div w:id="2050445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abonent.lexdata.cz/lexdata/sb_free.nsf/c12571d20046a0b20000000000000000/c12571d20046a0b2c12566d4007371f8?OpenDocument"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abonent.lexdata.cz/lexdata/sb_free.nsf/c12571d20046a0b20000000000000000/c12571d20046a0b2c125708000410b3a?OpenDocumen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bonent.lexdata.cz/lexdata/sb_free.nsf/c12571d20046a0b20000000000000000/c12571d20046a0b2c125708000410b3a?OpenDocument"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abonent.lexdata.cz/lexdata/sb_free.nsf/c12571d20046a0b20000000000000000/c12571d20046a0b2c12566d4007371f8?OpenDocumen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P:\G-mont\Elektroinsalace\Technick&#225;%20zpr&#225;va.dotx"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6363C3F-615C-4882-B2BB-A2A4A76CE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Technická zpráva</Template>
  <TotalTime>5250</TotalTime>
  <Pages>12</Pages>
  <Words>5550</Words>
  <Characters>34766</Characters>
  <Application>Microsoft Office Word</Application>
  <DocSecurity>0</DocSecurity>
  <Lines>289</Lines>
  <Paragraphs>80</Paragraphs>
  <ScaleCrop>false</ScaleCrop>
  <HeadingPairs>
    <vt:vector size="2" baseType="variant">
      <vt:variant>
        <vt:lpstr>Název</vt:lpstr>
      </vt:variant>
      <vt:variant>
        <vt:i4>1</vt:i4>
      </vt:variant>
    </vt:vector>
  </HeadingPairs>
  <TitlesOfParts>
    <vt:vector size="1" baseType="lpstr">
      <vt:lpstr>TECHNICKÁ ZPRÁVA</vt:lpstr>
    </vt:vector>
  </TitlesOfParts>
  <Company>Petr Winkler</Company>
  <LinksUpToDate>false</LinksUpToDate>
  <CharactersWithSpaces>40236</CharactersWithSpaces>
  <SharedDoc>false</SharedDoc>
  <HLinks>
    <vt:vector size="24" baseType="variant">
      <vt:variant>
        <vt:i4>6029416</vt:i4>
      </vt:variant>
      <vt:variant>
        <vt:i4>9</vt:i4>
      </vt:variant>
      <vt:variant>
        <vt:i4>0</vt:i4>
      </vt:variant>
      <vt:variant>
        <vt:i4>5</vt:i4>
      </vt:variant>
      <vt:variant>
        <vt:lpwstr>http://abonent.lexdata.cz/lexdata/sb_free.nsf/c12571d20046a0b20000000000000000/c12571d20046a0b2c12566d4007371f8?OpenDocument</vt:lpwstr>
      </vt:variant>
      <vt:variant>
        <vt:lpwstr/>
      </vt:variant>
      <vt:variant>
        <vt:i4>5242978</vt:i4>
      </vt:variant>
      <vt:variant>
        <vt:i4>6</vt:i4>
      </vt:variant>
      <vt:variant>
        <vt:i4>0</vt:i4>
      </vt:variant>
      <vt:variant>
        <vt:i4>5</vt:i4>
      </vt:variant>
      <vt:variant>
        <vt:lpwstr>http://abonent.lexdata.cz/lexdata/sb_free.nsf/c12571d20046a0b20000000000000000/c12571d20046a0b2c125708000410b3a?OpenDocument</vt:lpwstr>
      </vt:variant>
      <vt:variant>
        <vt:lpwstr/>
      </vt:variant>
      <vt:variant>
        <vt:i4>5242978</vt:i4>
      </vt:variant>
      <vt:variant>
        <vt:i4>3</vt:i4>
      </vt:variant>
      <vt:variant>
        <vt:i4>0</vt:i4>
      </vt:variant>
      <vt:variant>
        <vt:i4>5</vt:i4>
      </vt:variant>
      <vt:variant>
        <vt:lpwstr>http://abonent.lexdata.cz/lexdata/sb_free.nsf/c12571d20046a0b20000000000000000/c12571d20046a0b2c125708000410b3a?OpenDocument</vt:lpwstr>
      </vt:variant>
      <vt:variant>
        <vt:lpwstr/>
      </vt:variant>
      <vt:variant>
        <vt:i4>6029416</vt:i4>
      </vt:variant>
      <vt:variant>
        <vt:i4>0</vt:i4>
      </vt:variant>
      <vt:variant>
        <vt:i4>0</vt:i4>
      </vt:variant>
      <vt:variant>
        <vt:i4>5</vt:i4>
      </vt:variant>
      <vt:variant>
        <vt:lpwstr>http://abonent.lexdata.cz/lexdata/sb_free.nsf/c12571d20046a0b20000000000000000/c12571d20046a0b2c12566d4007371f8?OpenDocument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
  <dc:creator>Petr - Winkler</dc:creator>
  <cp:keywords/>
  <dc:description/>
  <cp:lastModifiedBy>Petr</cp:lastModifiedBy>
  <cp:revision>189</cp:revision>
  <cp:lastPrinted>2016-06-28T08:06:00Z</cp:lastPrinted>
  <dcterms:created xsi:type="dcterms:W3CDTF">2011-03-19T13:22:00Z</dcterms:created>
  <dcterms:modified xsi:type="dcterms:W3CDTF">2016-12-05T08:05:00Z</dcterms:modified>
</cp:coreProperties>
</file>